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10" w:rsidRDefault="00295810" w:rsidP="00295810">
      <w:r>
        <w:rPr>
          <w:noProof/>
        </w:rPr>
        <w:drawing>
          <wp:inline distT="0" distB="0" distL="0" distR="0" wp14:anchorId="7037DF00" wp14:editId="2A72F4E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810">
        <w:t xml:space="preserve"> </w:t>
      </w:r>
    </w:p>
    <w:p w:rsidR="00295810" w:rsidRDefault="00295810" w:rsidP="00295810">
      <w:r>
        <w:t>Elemental Composition Report</w:t>
      </w:r>
    </w:p>
    <w:p w:rsidR="00295810" w:rsidRDefault="00295810" w:rsidP="00295810"/>
    <w:p w:rsidR="00295810" w:rsidRDefault="00295810" w:rsidP="00295810">
      <w:r>
        <w:t>Single Mass Analysis</w:t>
      </w:r>
    </w:p>
    <w:p w:rsidR="00295810" w:rsidRDefault="00295810" w:rsidP="00295810">
      <w:r>
        <w:t>Tolerance = 10.0 PPM   /   DBE: min = -1.5, max = 100.0</w:t>
      </w:r>
    </w:p>
    <w:p w:rsidR="00295810" w:rsidRDefault="00295810" w:rsidP="00295810">
      <w:r>
        <w:t xml:space="preserve">Element prediction: Off </w:t>
      </w:r>
    </w:p>
    <w:p w:rsidR="00295810" w:rsidRDefault="00295810" w:rsidP="00295810">
      <w:r>
        <w:t>Number of isotope peaks used for i-FIT = 3</w:t>
      </w:r>
    </w:p>
    <w:p w:rsidR="00295810" w:rsidRDefault="00295810" w:rsidP="00295810"/>
    <w:p w:rsidR="00295810" w:rsidRDefault="00295810" w:rsidP="00295810">
      <w:proofErr w:type="spellStart"/>
      <w:r>
        <w:t>Monoisotopic</w:t>
      </w:r>
      <w:proofErr w:type="spellEnd"/>
      <w:r>
        <w:t xml:space="preserve"> Mass, Even Electron Ions</w:t>
      </w:r>
    </w:p>
    <w:p w:rsidR="00295810" w:rsidRDefault="00295810" w:rsidP="00295810">
      <w:r>
        <w:t xml:space="preserve">279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295810" w:rsidRDefault="00295810" w:rsidP="00295810">
      <w:r>
        <w:t>Elements Used:</w:t>
      </w:r>
    </w:p>
    <w:p w:rsidR="00295810" w:rsidRDefault="00295810" w:rsidP="00295810">
      <w:r>
        <w:t xml:space="preserve">C: 13-13    H: 5-150    N: 0-12    O: 0-11    Na: 0-1    I: 0-2    </w:t>
      </w:r>
    </w:p>
    <w:p w:rsidR="00295810" w:rsidRDefault="00295810" w:rsidP="00295810"/>
    <w:p w:rsidR="00295810" w:rsidRDefault="00295810" w:rsidP="0029581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95810" w:rsidRDefault="00295810" w:rsidP="0029581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295810" w:rsidRDefault="00295810" w:rsidP="0029581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295810" w:rsidRDefault="00295810" w:rsidP="00295810">
      <w:r>
        <w:t xml:space="preserve">236.1290   </w:t>
      </w:r>
      <w:r>
        <w:tab/>
        <w:t xml:space="preserve">236.1287       </w:t>
      </w:r>
      <w:r>
        <w:tab/>
        <w:t xml:space="preserve">0.3      </w:t>
      </w:r>
      <w:r>
        <w:tab/>
        <w:t xml:space="preserve">1.3      </w:t>
      </w:r>
      <w:r>
        <w:tab/>
        <w:t xml:space="preserve">5.5      </w:t>
      </w:r>
      <w:r>
        <w:tab/>
        <w:t xml:space="preserve">108.2      </w:t>
      </w:r>
      <w:r>
        <w:tab/>
        <w:t xml:space="preserve">0.0          </w:t>
      </w:r>
      <w:r>
        <w:tab/>
      </w:r>
      <w:proofErr w:type="gramStart"/>
      <w:r>
        <w:t>C13  H18</w:t>
      </w:r>
      <w:proofErr w:type="gramEnd"/>
      <w:r>
        <w:t xml:space="preserve">  N  O3</w:t>
      </w:r>
      <w:bookmarkStart w:id="0" w:name="_GoBack"/>
      <w:bookmarkEnd w:id="0"/>
    </w:p>
    <w:p w:rsidR="00295810" w:rsidRDefault="00295810" w:rsidP="00295810"/>
    <w:p w:rsidR="00295810" w:rsidRDefault="00295810" w:rsidP="00295810">
      <w:r>
        <w:t>REPORT MASSES AS +/-5mDa, referenced against</w:t>
      </w:r>
    </w:p>
    <w:p w:rsidR="00295810" w:rsidRDefault="00295810" w:rsidP="00295810">
      <w:r>
        <w:t xml:space="preserve"> </w:t>
      </w:r>
      <w:proofErr w:type="spellStart"/>
      <w:proofErr w:type="gramStart"/>
      <w:r>
        <w:t>Leucine</w:t>
      </w:r>
      <w:proofErr w:type="spellEnd"/>
      <w:r>
        <w:t xml:space="preserve"> </w:t>
      </w:r>
      <w:proofErr w:type="spellStart"/>
      <w:r>
        <w:t>Enkelphalin</w:t>
      </w:r>
      <w:proofErr w:type="spellEnd"/>
      <w:r>
        <w:t xml:space="preserve"> @ 557.2802 (M+H, C13 isotope) and 556.2771 (M+H, C12 isotope) positive mode, 555.2645 (M-H, C13) and 554.2615 (M-H, C12) negative mode.</w:t>
      </w:r>
      <w:proofErr w:type="gramEnd"/>
    </w:p>
    <w:p w:rsidR="00295810" w:rsidRDefault="00295810" w:rsidP="00295810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295810" w:rsidRDefault="00295810" w:rsidP="00295810">
      <w:r>
        <w:lastRenderedPageBreak/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295810" w:rsidRPr="00044EB7" w:rsidRDefault="00295810" w:rsidP="00295810"/>
    <w:p w:rsidR="00295810" w:rsidRDefault="00295810" w:rsidP="00295810"/>
    <w:p w:rsidR="00295810" w:rsidRDefault="00295810" w:rsidP="00295810"/>
    <w:p w:rsidR="00295810" w:rsidRDefault="00295810" w:rsidP="00295810">
      <w:r>
        <w:t>147.9822</w:t>
      </w:r>
      <w:r>
        <w:tab/>
        <w:t>1.013e0</w:t>
      </w:r>
    </w:p>
    <w:p w:rsidR="00295810" w:rsidRDefault="00295810" w:rsidP="00295810"/>
    <w:p w:rsidR="00295810" w:rsidRDefault="00295810" w:rsidP="00295810">
      <w:r>
        <w:t>148.0272</w:t>
      </w:r>
      <w:r>
        <w:tab/>
        <w:t>1.013e0</w:t>
      </w:r>
    </w:p>
    <w:p w:rsidR="00295810" w:rsidRDefault="00295810" w:rsidP="00295810">
      <w:r>
        <w:t>148.0469</w:t>
      </w:r>
      <w:r>
        <w:tab/>
        <w:t>1.013e0</w:t>
      </w:r>
    </w:p>
    <w:p w:rsidR="00295810" w:rsidRDefault="00295810" w:rsidP="00295810">
      <w:r>
        <w:t>148.0598</w:t>
      </w:r>
      <w:r>
        <w:tab/>
        <w:t>1.013e0</w:t>
      </w:r>
    </w:p>
    <w:p w:rsidR="00295810" w:rsidRDefault="00295810" w:rsidP="00295810">
      <w:r>
        <w:t>148.0820</w:t>
      </w:r>
      <w:r>
        <w:tab/>
        <w:t>1.013e0</w:t>
      </w:r>
    </w:p>
    <w:p w:rsidR="00295810" w:rsidRDefault="00295810" w:rsidP="00295810">
      <w:r>
        <w:t>148.1196</w:t>
      </w:r>
      <w:r>
        <w:tab/>
        <w:t>2.025e0</w:t>
      </w:r>
    </w:p>
    <w:p w:rsidR="00295810" w:rsidRDefault="00295810" w:rsidP="00295810">
      <w:r>
        <w:t>148.2311</w:t>
      </w:r>
      <w:r>
        <w:tab/>
        <w:t>1.013e0</w:t>
      </w:r>
    </w:p>
    <w:p w:rsidR="00295810" w:rsidRDefault="00295810" w:rsidP="00295810">
      <w:r>
        <w:t>148.2976</w:t>
      </w:r>
      <w:r>
        <w:tab/>
        <w:t>2.025e0</w:t>
      </w:r>
    </w:p>
    <w:p w:rsidR="00295810" w:rsidRDefault="00295810" w:rsidP="00295810">
      <w:r>
        <w:t>148.3376</w:t>
      </w:r>
      <w:r>
        <w:tab/>
        <w:t>1.013e0</w:t>
      </w:r>
    </w:p>
    <w:p w:rsidR="00295810" w:rsidRDefault="00295810" w:rsidP="00295810">
      <w:r>
        <w:t>148.3573</w:t>
      </w:r>
      <w:r>
        <w:tab/>
        <w:t>1.013e0</w:t>
      </w:r>
    </w:p>
    <w:p w:rsidR="00295810" w:rsidRDefault="00295810" w:rsidP="00295810">
      <w:r>
        <w:t>148.3702</w:t>
      </w:r>
      <w:r>
        <w:tab/>
        <w:t>1.013e0</w:t>
      </w:r>
    </w:p>
    <w:p w:rsidR="00295810" w:rsidRDefault="00295810" w:rsidP="00295810">
      <w:r>
        <w:t>148.3991</w:t>
      </w:r>
      <w:r>
        <w:tab/>
        <w:t>1.013e0</w:t>
      </w:r>
    </w:p>
    <w:p w:rsidR="00295810" w:rsidRDefault="00295810" w:rsidP="00295810">
      <w:r>
        <w:t>148.4286</w:t>
      </w:r>
      <w:r>
        <w:tab/>
        <w:t>1.013e0</w:t>
      </w:r>
    </w:p>
    <w:p w:rsidR="00295810" w:rsidRDefault="00295810" w:rsidP="00295810">
      <w:r>
        <w:t>148.4506</w:t>
      </w:r>
      <w:r>
        <w:tab/>
        <w:t>1.013e0</w:t>
      </w:r>
    </w:p>
    <w:p w:rsidR="00295810" w:rsidRDefault="00295810" w:rsidP="00295810">
      <w:r>
        <w:lastRenderedPageBreak/>
        <w:t>148.6065</w:t>
      </w:r>
      <w:r>
        <w:tab/>
        <w:t>1.013e0</w:t>
      </w:r>
    </w:p>
    <w:p w:rsidR="00295810" w:rsidRDefault="00295810" w:rsidP="00295810">
      <w:r>
        <w:t>148.6842</w:t>
      </w:r>
      <w:r>
        <w:tab/>
        <w:t>3.038e0</w:t>
      </w:r>
    </w:p>
    <w:p w:rsidR="00295810" w:rsidRDefault="00295810" w:rsidP="00295810">
      <w:r>
        <w:t>148.7131</w:t>
      </w:r>
      <w:r>
        <w:tab/>
        <w:t>1.013e0</w:t>
      </w:r>
    </w:p>
    <w:p w:rsidR="00295810" w:rsidRDefault="00295810" w:rsidP="00295810">
      <w:r>
        <w:t>148.7779</w:t>
      </w:r>
      <w:r>
        <w:tab/>
        <w:t>1.013e0</w:t>
      </w:r>
    </w:p>
    <w:p w:rsidR="00295810" w:rsidRDefault="00295810" w:rsidP="00295810">
      <w:r>
        <w:t>148.8395</w:t>
      </w:r>
      <w:r>
        <w:tab/>
        <w:t>1.013e0</w:t>
      </w:r>
    </w:p>
    <w:p w:rsidR="00295810" w:rsidRDefault="00295810" w:rsidP="00295810">
      <w:r>
        <w:t>148.8876</w:t>
      </w:r>
      <w:r>
        <w:tab/>
        <w:t>2.025e0</w:t>
      </w:r>
    </w:p>
    <w:p w:rsidR="00295810" w:rsidRDefault="00295810" w:rsidP="00295810">
      <w:r>
        <w:t>148.9373</w:t>
      </w:r>
      <w:r>
        <w:tab/>
        <w:t>2.025e0</w:t>
      </w:r>
    </w:p>
    <w:p w:rsidR="00295810" w:rsidRDefault="00295810" w:rsidP="00295810">
      <w:r>
        <w:t>148.9559</w:t>
      </w:r>
      <w:r>
        <w:tab/>
        <w:t>1.013e0</w:t>
      </w:r>
    </w:p>
    <w:p w:rsidR="00295810" w:rsidRDefault="00295810" w:rsidP="00295810">
      <w:r>
        <w:t>149.0142</w:t>
      </w:r>
      <w:r>
        <w:tab/>
        <w:t>1.013e0</w:t>
      </w:r>
    </w:p>
    <w:p w:rsidR="00295810" w:rsidRDefault="00295810" w:rsidP="00295810">
      <w:r>
        <w:t>149.0537</w:t>
      </w:r>
      <w:r>
        <w:tab/>
        <w:t>1.013e0</w:t>
      </w:r>
    </w:p>
    <w:p w:rsidR="00295810" w:rsidRDefault="00295810" w:rsidP="00295810">
      <w:r>
        <w:t>149.0760</w:t>
      </w:r>
      <w:r>
        <w:tab/>
        <w:t>1.013e0</w:t>
      </w:r>
    </w:p>
    <w:p w:rsidR="00295810" w:rsidRDefault="00295810" w:rsidP="00295810">
      <w:r>
        <w:t>149.1604</w:t>
      </w:r>
      <w:r>
        <w:tab/>
        <w:t>1.013e0</w:t>
      </w:r>
    </w:p>
    <w:p w:rsidR="00295810" w:rsidRDefault="00295810" w:rsidP="00295810">
      <w:r>
        <w:t>149.1769</w:t>
      </w:r>
      <w:r>
        <w:tab/>
        <w:t>1.013e0</w:t>
      </w:r>
    </w:p>
    <w:p w:rsidR="00295810" w:rsidRDefault="00295810" w:rsidP="00295810">
      <w:r>
        <w:t>149.2902</w:t>
      </w:r>
      <w:r>
        <w:tab/>
        <w:t>1.013e0</w:t>
      </w:r>
    </w:p>
    <w:p w:rsidR="00295810" w:rsidRDefault="00295810" w:rsidP="00295810">
      <w:r>
        <w:t>149.3650</w:t>
      </w:r>
      <w:r>
        <w:tab/>
        <w:t>1.013e0</w:t>
      </w:r>
    </w:p>
    <w:p w:rsidR="00295810" w:rsidRDefault="00295810" w:rsidP="00295810">
      <w:r>
        <w:t>149.4655</w:t>
      </w:r>
      <w:r>
        <w:tab/>
        <w:t>1.013e0</w:t>
      </w:r>
    </w:p>
    <w:p w:rsidR="00295810" w:rsidRDefault="00295810" w:rsidP="00295810">
      <w:r>
        <w:t>149.5500</w:t>
      </w:r>
      <w:r>
        <w:tab/>
        <w:t>1.013e0</w:t>
      </w:r>
    </w:p>
    <w:p w:rsidR="00295810" w:rsidRDefault="00295810" w:rsidP="00295810">
      <w:r>
        <w:t>149.5830</w:t>
      </w:r>
      <w:r>
        <w:tab/>
        <w:t>1.013e0</w:t>
      </w:r>
    </w:p>
    <w:p w:rsidR="00295810" w:rsidRDefault="00295810" w:rsidP="00295810">
      <w:r>
        <w:t>149.6182</w:t>
      </w:r>
      <w:r>
        <w:tab/>
        <w:t>2.025e0</w:t>
      </w:r>
    </w:p>
    <w:p w:rsidR="00295810" w:rsidRDefault="00295810" w:rsidP="00295810">
      <w:r>
        <w:lastRenderedPageBreak/>
        <w:t>149.7581</w:t>
      </w:r>
      <w:r>
        <w:tab/>
        <w:t>1.013e0</w:t>
      </w:r>
    </w:p>
    <w:p w:rsidR="00295810" w:rsidRDefault="00295810" w:rsidP="00295810">
      <w:r>
        <w:t>149.7907</w:t>
      </w:r>
      <w:r>
        <w:tab/>
        <w:t>1.013e0</w:t>
      </w:r>
    </w:p>
    <w:p w:rsidR="00295810" w:rsidRDefault="00295810" w:rsidP="00295810">
      <w:r>
        <w:t>149.8031</w:t>
      </w:r>
      <w:r>
        <w:tab/>
        <w:t>1.013e0</w:t>
      </w:r>
    </w:p>
    <w:p w:rsidR="00295810" w:rsidRDefault="00295810" w:rsidP="00295810">
      <w:r>
        <w:t>149.9288</w:t>
      </w:r>
      <w:r>
        <w:tab/>
        <w:t>2.025e0</w:t>
      </w:r>
    </w:p>
    <w:p w:rsidR="00295810" w:rsidRDefault="00295810" w:rsidP="00295810">
      <w:r>
        <w:t>149.9955</w:t>
      </w:r>
      <w:r>
        <w:tab/>
        <w:t>1.013e0</w:t>
      </w:r>
    </w:p>
    <w:p w:rsidR="00295810" w:rsidRDefault="00295810" w:rsidP="00295810">
      <w:r>
        <w:t>150.0467</w:t>
      </w:r>
      <w:r>
        <w:tab/>
        <w:t>4.051e0</w:t>
      </w:r>
    </w:p>
    <w:p w:rsidR="00295810" w:rsidRDefault="00295810" w:rsidP="00295810">
      <w:r>
        <w:t>150.0914</w:t>
      </w:r>
      <w:r>
        <w:tab/>
        <w:t>2.025e0</w:t>
      </w:r>
    </w:p>
    <w:p w:rsidR="00295810" w:rsidRDefault="00295810" w:rsidP="00295810">
      <w:r>
        <w:t>150.1306</w:t>
      </w:r>
      <w:r>
        <w:tab/>
        <w:t>3.038e0</w:t>
      </w:r>
    </w:p>
    <w:p w:rsidR="00295810" w:rsidRDefault="00295810" w:rsidP="00295810">
      <w:r>
        <w:t>150.1647</w:t>
      </w:r>
      <w:r>
        <w:tab/>
        <w:t>1.013e0</w:t>
      </w:r>
    </w:p>
    <w:p w:rsidR="00295810" w:rsidRDefault="00295810" w:rsidP="00295810">
      <w:r>
        <w:t>150.2098</w:t>
      </w:r>
      <w:r>
        <w:tab/>
        <w:t>2.025e0</w:t>
      </w:r>
    </w:p>
    <w:p w:rsidR="00295810" w:rsidRDefault="00295810" w:rsidP="00295810">
      <w:r>
        <w:t>150.2281</w:t>
      </w:r>
      <w:r>
        <w:tab/>
        <w:t>2.025e0</w:t>
      </w:r>
    </w:p>
    <w:p w:rsidR="00295810" w:rsidRDefault="00295810" w:rsidP="00295810">
      <w:r>
        <w:t>150.2529</w:t>
      </w:r>
      <w:r>
        <w:tab/>
        <w:t>1.013e0</w:t>
      </w:r>
    </w:p>
    <w:p w:rsidR="00295810" w:rsidRDefault="00295810" w:rsidP="00295810">
      <w:r>
        <w:t>150.2940</w:t>
      </w:r>
      <w:r>
        <w:tab/>
        <w:t>3.038e0</w:t>
      </w:r>
    </w:p>
    <w:p w:rsidR="00295810" w:rsidRDefault="00295810" w:rsidP="00295810">
      <w:r>
        <w:t>150.3994</w:t>
      </w:r>
      <w:r>
        <w:tab/>
        <w:t>1.013e0</w:t>
      </w:r>
    </w:p>
    <w:p w:rsidR="00295810" w:rsidRDefault="00295810" w:rsidP="00295810">
      <w:r>
        <w:t>150.4118</w:t>
      </w:r>
      <w:r>
        <w:tab/>
        <w:t>1.013e0</w:t>
      </w:r>
    </w:p>
    <w:p w:rsidR="00295810" w:rsidRDefault="00295810" w:rsidP="00295810">
      <w:r>
        <w:t>150.4366</w:t>
      </w:r>
      <w:r>
        <w:tab/>
        <w:t>2.025e0</w:t>
      </w:r>
    </w:p>
    <w:p w:rsidR="00295810" w:rsidRDefault="00295810" w:rsidP="00295810">
      <w:r>
        <w:t>150.5332</w:t>
      </w:r>
      <w:r>
        <w:tab/>
        <w:t>1.013e0</w:t>
      </w:r>
    </w:p>
    <w:p w:rsidR="00295810" w:rsidRDefault="00295810" w:rsidP="00295810">
      <w:r>
        <w:t>150.6111</w:t>
      </w:r>
      <w:r>
        <w:tab/>
        <w:t>5.063e0</w:t>
      </w:r>
    </w:p>
    <w:p w:rsidR="00295810" w:rsidRDefault="00295810" w:rsidP="00295810">
      <w:r>
        <w:t>150.8003</w:t>
      </w:r>
      <w:r>
        <w:tab/>
        <w:t>1.013e0</w:t>
      </w:r>
    </w:p>
    <w:p w:rsidR="00295810" w:rsidRDefault="00295810" w:rsidP="00295810">
      <w:r>
        <w:lastRenderedPageBreak/>
        <w:t>150.8621</w:t>
      </w:r>
      <w:r>
        <w:tab/>
        <w:t>1.013e0</w:t>
      </w:r>
    </w:p>
    <w:p w:rsidR="00295810" w:rsidRDefault="00295810" w:rsidP="00295810">
      <w:r>
        <w:t>150.9040</w:t>
      </w:r>
      <w:r>
        <w:tab/>
        <w:t>1.013e0</w:t>
      </w:r>
    </w:p>
    <w:p w:rsidR="00295810" w:rsidRDefault="00295810" w:rsidP="00295810">
      <w:r>
        <w:t>150.9207</w:t>
      </w:r>
      <w:r>
        <w:tab/>
        <w:t>1.013e0</w:t>
      </w:r>
    </w:p>
    <w:p w:rsidR="00295810" w:rsidRDefault="00295810" w:rsidP="00295810">
      <w:r>
        <w:t>151.0477</w:t>
      </w:r>
      <w:r>
        <w:tab/>
        <w:t>1.470e1</w:t>
      </w:r>
    </w:p>
    <w:p w:rsidR="00295810" w:rsidRDefault="00295810" w:rsidP="00295810">
      <w:r>
        <w:t>151.1171</w:t>
      </w:r>
      <w:r>
        <w:tab/>
        <w:t>3.038e0</w:t>
      </w:r>
    </w:p>
    <w:p w:rsidR="00295810" w:rsidRDefault="00295810" w:rsidP="00295810">
      <w:r>
        <w:t>151.1461</w:t>
      </w:r>
      <w:r>
        <w:tab/>
        <w:t>1.013e0</w:t>
      </w:r>
    </w:p>
    <w:p w:rsidR="00295810" w:rsidRDefault="00295810" w:rsidP="00295810">
      <w:r>
        <w:t>151.1694</w:t>
      </w:r>
      <w:r>
        <w:tab/>
        <w:t>1.013e0</w:t>
      </w:r>
    </w:p>
    <w:p w:rsidR="00295810" w:rsidRDefault="00295810" w:rsidP="00295810">
      <w:r>
        <w:t>151.2047</w:t>
      </w:r>
      <w:r>
        <w:tab/>
        <w:t>1.013e0</w:t>
      </w:r>
    </w:p>
    <w:p w:rsidR="00295810" w:rsidRDefault="00295810" w:rsidP="00295810">
      <w:r>
        <w:t>151.2537</w:t>
      </w:r>
      <w:r>
        <w:tab/>
        <w:t>1.013e0</w:t>
      </w:r>
    </w:p>
    <w:p w:rsidR="00295810" w:rsidRDefault="00295810" w:rsidP="00295810">
      <w:r>
        <w:t>151.2997</w:t>
      </w:r>
      <w:r>
        <w:tab/>
        <w:t>3.038e0</w:t>
      </w:r>
    </w:p>
    <w:p w:rsidR="00295810" w:rsidRDefault="00295810" w:rsidP="00295810">
      <w:r>
        <w:t>151.4038</w:t>
      </w:r>
      <w:r>
        <w:tab/>
        <w:t>1.013e0</w:t>
      </w:r>
    </w:p>
    <w:p w:rsidR="00295810" w:rsidRDefault="00295810" w:rsidP="00295810">
      <w:r>
        <w:t>151.4664</w:t>
      </w:r>
      <w:r>
        <w:tab/>
        <w:t>1.013e0</w:t>
      </w:r>
    </w:p>
    <w:p w:rsidR="00295810" w:rsidRDefault="00295810" w:rsidP="00295810">
      <w:r>
        <w:t>151.4789</w:t>
      </w:r>
      <w:r>
        <w:tab/>
        <w:t>1.013e0</w:t>
      </w:r>
    </w:p>
    <w:p w:rsidR="00295810" w:rsidRDefault="00295810" w:rsidP="00295810">
      <w:r>
        <w:t>151.5188</w:t>
      </w:r>
      <w:r>
        <w:tab/>
        <w:t>1.013e0</w:t>
      </w:r>
    </w:p>
    <w:p w:rsidR="00295810" w:rsidRDefault="00295810" w:rsidP="00295810">
      <w:r>
        <w:t>151.5741</w:t>
      </w:r>
      <w:r>
        <w:tab/>
        <w:t>1.013e0</w:t>
      </w:r>
    </w:p>
    <w:p w:rsidR="00295810" w:rsidRDefault="00295810" w:rsidP="00295810">
      <w:r>
        <w:t>151.6792</w:t>
      </w:r>
      <w:r>
        <w:tab/>
        <w:t>1.013e0</w:t>
      </w:r>
    </w:p>
    <w:p w:rsidR="00295810" w:rsidRDefault="00295810" w:rsidP="00295810">
      <w:r>
        <w:t>151.7080</w:t>
      </w:r>
      <w:r>
        <w:tab/>
        <w:t>1.013e0</w:t>
      </w:r>
    </w:p>
    <w:p w:rsidR="00295810" w:rsidRDefault="00295810" w:rsidP="00295810">
      <w:r>
        <w:t>151.9239</w:t>
      </w:r>
      <w:r>
        <w:tab/>
        <w:t>1.013e0</w:t>
      </w:r>
    </w:p>
    <w:p w:rsidR="00295810" w:rsidRDefault="00295810" w:rsidP="00295810">
      <w:r>
        <w:t>151.9802</w:t>
      </w:r>
      <w:r>
        <w:tab/>
        <w:t>1.013e0</w:t>
      </w:r>
    </w:p>
    <w:p w:rsidR="00295810" w:rsidRDefault="00295810" w:rsidP="00295810">
      <w:r>
        <w:lastRenderedPageBreak/>
        <w:t>152.0059</w:t>
      </w:r>
      <w:r>
        <w:tab/>
        <w:t>1.013e0</w:t>
      </w:r>
    </w:p>
    <w:p w:rsidR="00295810" w:rsidRDefault="00295810" w:rsidP="00295810">
      <w:r>
        <w:t>152.0408</w:t>
      </w:r>
      <w:r>
        <w:tab/>
        <w:t>2.025e0</w:t>
      </w:r>
    </w:p>
    <w:p w:rsidR="00295810" w:rsidRDefault="00295810" w:rsidP="00295810">
      <w:r>
        <w:t>152.1309</w:t>
      </w:r>
      <w:r>
        <w:tab/>
        <w:t>1.013e0</w:t>
      </w:r>
    </w:p>
    <w:p w:rsidR="00295810" w:rsidRDefault="00295810" w:rsidP="00295810">
      <w:r>
        <w:t>152.1434</w:t>
      </w:r>
      <w:r>
        <w:tab/>
        <w:t>1.013e0</w:t>
      </w:r>
    </w:p>
    <w:p w:rsidR="00295810" w:rsidRDefault="00295810" w:rsidP="00295810">
      <w:r>
        <w:t>152.2652</w:t>
      </w:r>
      <w:r>
        <w:tab/>
        <w:t>1.013e0</w:t>
      </w:r>
    </w:p>
    <w:p w:rsidR="00295810" w:rsidRDefault="00295810" w:rsidP="00295810">
      <w:r>
        <w:t>152.4126</w:t>
      </w:r>
      <w:r>
        <w:tab/>
        <w:t>1.013e0</w:t>
      </w:r>
    </w:p>
    <w:p w:rsidR="00295810" w:rsidRDefault="00295810" w:rsidP="00295810">
      <w:r>
        <w:t>152.4452</w:t>
      </w:r>
      <w:r>
        <w:tab/>
        <w:t>1.013e0</w:t>
      </w:r>
    </w:p>
    <w:p w:rsidR="00295810" w:rsidRDefault="00295810" w:rsidP="00295810">
      <w:r>
        <w:t>152.5436</w:t>
      </w:r>
      <w:r>
        <w:tab/>
        <w:t>1.013e0</w:t>
      </w:r>
    </w:p>
    <w:p w:rsidR="00295810" w:rsidRDefault="00295810" w:rsidP="00295810">
      <w:r>
        <w:t>152.6223</w:t>
      </w:r>
      <w:r>
        <w:tab/>
        <w:t>2.025e0</w:t>
      </w:r>
    </w:p>
    <w:p w:rsidR="00295810" w:rsidRDefault="00295810" w:rsidP="00295810">
      <w:r>
        <w:t>152.6749</w:t>
      </w:r>
      <w:r>
        <w:tab/>
        <w:t>1.013e0</w:t>
      </w:r>
    </w:p>
    <w:p w:rsidR="00295810" w:rsidRDefault="00295810" w:rsidP="00295810">
      <w:r>
        <w:t>152.7965</w:t>
      </w:r>
      <w:r>
        <w:tab/>
        <w:t>1.013e0</w:t>
      </w:r>
    </w:p>
    <w:p w:rsidR="00295810" w:rsidRDefault="00295810" w:rsidP="00295810">
      <w:r>
        <w:t>152.8853</w:t>
      </w:r>
      <w:r>
        <w:tab/>
        <w:t>1.013e0</w:t>
      </w:r>
    </w:p>
    <w:p w:rsidR="00295810" w:rsidRDefault="00295810" w:rsidP="00295810">
      <w:r>
        <w:t>152.9943</w:t>
      </w:r>
      <w:r>
        <w:tab/>
        <w:t>3.038e0</w:t>
      </w:r>
    </w:p>
    <w:p w:rsidR="00295810" w:rsidRDefault="00295810" w:rsidP="00295810">
      <w:r>
        <w:t>153.0314</w:t>
      </w:r>
      <w:r>
        <w:tab/>
        <w:t>2.025e0</w:t>
      </w:r>
    </w:p>
    <w:p w:rsidR="00295810" w:rsidRDefault="00295810" w:rsidP="00295810">
      <w:r>
        <w:t>153.0953</w:t>
      </w:r>
      <w:r>
        <w:tab/>
        <w:t>1.013e0</w:t>
      </w:r>
    </w:p>
    <w:p w:rsidR="00295810" w:rsidRDefault="00295810" w:rsidP="00295810">
      <w:r>
        <w:t>153.1252</w:t>
      </w:r>
      <w:r>
        <w:tab/>
        <w:t>1.013e0</w:t>
      </w:r>
    </w:p>
    <w:p w:rsidR="00295810" w:rsidRDefault="00295810" w:rsidP="00295810">
      <w:r>
        <w:t>153.1708</w:t>
      </w:r>
      <w:r>
        <w:tab/>
        <w:t>1.013e0</w:t>
      </w:r>
    </w:p>
    <w:p w:rsidR="00295810" w:rsidRDefault="00295810" w:rsidP="00295810">
      <w:r>
        <w:t>153.2396</w:t>
      </w:r>
      <w:r>
        <w:tab/>
        <w:t>1.013e0</w:t>
      </w:r>
    </w:p>
    <w:p w:rsidR="00295810" w:rsidRDefault="00295810" w:rsidP="00295810">
      <w:r>
        <w:t>153.2713</w:t>
      </w:r>
      <w:r>
        <w:tab/>
        <w:t>2.025e0</w:t>
      </w:r>
    </w:p>
    <w:p w:rsidR="00295810" w:rsidRDefault="00295810" w:rsidP="00295810">
      <w:r>
        <w:lastRenderedPageBreak/>
        <w:t>153.3059</w:t>
      </w:r>
      <w:r>
        <w:tab/>
        <w:t>1.013e0</w:t>
      </w:r>
    </w:p>
    <w:p w:rsidR="00295810" w:rsidRDefault="00295810" w:rsidP="00295810">
      <w:r>
        <w:t>153.3402</w:t>
      </w:r>
      <w:r>
        <w:tab/>
        <w:t>2.025e0</w:t>
      </w:r>
    </w:p>
    <w:p w:rsidR="00295810" w:rsidRDefault="00295810" w:rsidP="00295810">
      <w:r>
        <w:t>153.4175</w:t>
      </w:r>
      <w:r>
        <w:tab/>
        <w:t>1.013e0</w:t>
      </w:r>
    </w:p>
    <w:p w:rsidR="00295810" w:rsidRDefault="00295810" w:rsidP="00295810">
      <w:r>
        <w:t>153.5954</w:t>
      </w:r>
      <w:r>
        <w:tab/>
        <w:t>1.013e0</w:t>
      </w:r>
    </w:p>
    <w:p w:rsidR="00295810" w:rsidRDefault="00295810" w:rsidP="00295810">
      <w:r>
        <w:t>153.6510</w:t>
      </w:r>
      <w:r>
        <w:tab/>
        <w:t>1.013e0</w:t>
      </w:r>
    </w:p>
    <w:p w:rsidR="00295810" w:rsidRDefault="00295810" w:rsidP="00295810">
      <w:r>
        <w:t>153.7235</w:t>
      </w:r>
      <w:r>
        <w:tab/>
        <w:t>1.013e0</w:t>
      </w:r>
    </w:p>
    <w:p w:rsidR="00295810" w:rsidRDefault="00295810" w:rsidP="00295810">
      <w:r>
        <w:t>153.9114</w:t>
      </w:r>
      <w:r>
        <w:tab/>
        <w:t>1.013e0</w:t>
      </w:r>
    </w:p>
    <w:p w:rsidR="00295810" w:rsidRDefault="00295810" w:rsidP="00295810">
      <w:r>
        <w:t>153.9314</w:t>
      </w:r>
      <w:r>
        <w:tab/>
        <w:t>1.013e0</w:t>
      </w:r>
    </w:p>
    <w:p w:rsidR="00295810" w:rsidRDefault="00295810" w:rsidP="00295810">
      <w:r>
        <w:t>154.0339</w:t>
      </w:r>
      <w:r>
        <w:tab/>
        <w:t>1.013e0</w:t>
      </w:r>
    </w:p>
    <w:p w:rsidR="00295810" w:rsidRDefault="00295810" w:rsidP="00295810">
      <w:r>
        <w:t>154.0627</w:t>
      </w:r>
      <w:r>
        <w:tab/>
        <w:t>1.013e0</w:t>
      </w:r>
    </w:p>
    <w:p w:rsidR="00295810" w:rsidRDefault="00295810" w:rsidP="00295810">
      <w:r>
        <w:t>154.0945</w:t>
      </w:r>
      <w:r>
        <w:tab/>
        <w:t>2.025e0</w:t>
      </w:r>
    </w:p>
    <w:p w:rsidR="00295810" w:rsidRDefault="00295810" w:rsidP="00295810">
      <w:r>
        <w:t>154.1519</w:t>
      </w:r>
      <w:r>
        <w:tab/>
        <w:t>1.013e0</w:t>
      </w:r>
    </w:p>
    <w:p w:rsidR="00295810" w:rsidRDefault="00295810" w:rsidP="00295810">
      <w:r>
        <w:t>154.1987</w:t>
      </w:r>
      <w:r>
        <w:tab/>
        <w:t>1.013e0</w:t>
      </w:r>
    </w:p>
    <w:p w:rsidR="00295810" w:rsidRDefault="00295810" w:rsidP="00295810">
      <w:r>
        <w:t>154.2931</w:t>
      </w:r>
      <w:r>
        <w:tab/>
        <w:t>2.025e0</w:t>
      </w:r>
    </w:p>
    <w:p w:rsidR="00295810" w:rsidRDefault="00295810" w:rsidP="00295810">
      <w:r>
        <w:t>154.3737</w:t>
      </w:r>
      <w:r>
        <w:tab/>
        <w:t>1.013e0</w:t>
      </w:r>
    </w:p>
    <w:p w:rsidR="00295810" w:rsidRDefault="00295810" w:rsidP="00295810">
      <w:r>
        <w:t>154.4327</w:t>
      </w:r>
      <w:r>
        <w:tab/>
        <w:t>1.013e0</w:t>
      </w:r>
    </w:p>
    <w:p w:rsidR="00295810" w:rsidRDefault="00295810" w:rsidP="00295810">
      <w:r>
        <w:t>154.5052</w:t>
      </w:r>
      <w:r>
        <w:tab/>
        <w:t>1.013e0</w:t>
      </w:r>
    </w:p>
    <w:p w:rsidR="00295810" w:rsidRDefault="00295810" w:rsidP="00295810">
      <w:r>
        <w:t>154.5453</w:t>
      </w:r>
      <w:r>
        <w:tab/>
        <w:t>1.013e0</w:t>
      </w:r>
    </w:p>
    <w:p w:rsidR="00295810" w:rsidRDefault="00295810" w:rsidP="00295810">
      <w:r>
        <w:t>154.6177</w:t>
      </w:r>
      <w:r>
        <w:tab/>
        <w:t>1.013e0</w:t>
      </w:r>
    </w:p>
    <w:p w:rsidR="00295810" w:rsidRDefault="00295810" w:rsidP="00295810">
      <w:r>
        <w:lastRenderedPageBreak/>
        <w:t>154.6902</w:t>
      </w:r>
      <w:r>
        <w:tab/>
        <w:t>1.013e0</w:t>
      </w:r>
    </w:p>
    <w:p w:rsidR="00295810" w:rsidRDefault="00295810" w:rsidP="00295810">
      <w:r>
        <w:t>154.7526</w:t>
      </w:r>
      <w:r>
        <w:tab/>
        <w:t>1.013e0</w:t>
      </w:r>
    </w:p>
    <w:p w:rsidR="00295810" w:rsidRDefault="00295810" w:rsidP="00295810">
      <w:r>
        <w:t>154.8226</w:t>
      </w:r>
      <w:r>
        <w:tab/>
        <w:t>1.013e0</w:t>
      </w:r>
    </w:p>
    <w:p w:rsidR="00295810" w:rsidRDefault="00295810" w:rsidP="00295810">
      <w:r>
        <w:t>154.8553</w:t>
      </w:r>
      <w:r>
        <w:tab/>
        <w:t>2.025e0</w:t>
      </w:r>
    </w:p>
    <w:p w:rsidR="00295810" w:rsidRDefault="00295810" w:rsidP="00295810">
      <w:r>
        <w:t>154.9327</w:t>
      </w:r>
      <w:r>
        <w:tab/>
        <w:t>2.025e0</w:t>
      </w:r>
    </w:p>
    <w:p w:rsidR="00295810" w:rsidRDefault="00295810" w:rsidP="00295810">
      <w:r>
        <w:t>154.9680</w:t>
      </w:r>
      <w:r>
        <w:tab/>
        <w:t>1.013e0</w:t>
      </w:r>
    </w:p>
    <w:p w:rsidR="00295810" w:rsidRDefault="00295810" w:rsidP="00295810">
      <w:r>
        <w:t>154.9999</w:t>
      </w:r>
      <w:r>
        <w:tab/>
        <w:t>2.025e0</w:t>
      </w:r>
    </w:p>
    <w:p w:rsidR="00295810" w:rsidRDefault="00295810" w:rsidP="00295810">
      <w:r>
        <w:t>155.0531</w:t>
      </w:r>
      <w:r>
        <w:tab/>
        <w:t>3.038e0</w:t>
      </w:r>
    </w:p>
    <w:p w:rsidR="00295810" w:rsidRDefault="00295810" w:rsidP="00295810">
      <w:r>
        <w:t>155.0741</w:t>
      </w:r>
      <w:r>
        <w:tab/>
        <w:t>1.013e0</w:t>
      </w:r>
    </w:p>
    <w:p w:rsidR="00295810" w:rsidRDefault="00295810" w:rsidP="00295810">
      <w:r>
        <w:t>155.0936</w:t>
      </w:r>
      <w:r>
        <w:tab/>
        <w:t>1.013e0</w:t>
      </w:r>
    </w:p>
    <w:p w:rsidR="00295810" w:rsidRDefault="00295810" w:rsidP="00295810">
      <w:r>
        <w:t>155.1408</w:t>
      </w:r>
      <w:r>
        <w:tab/>
        <w:t>3.038e0</w:t>
      </w:r>
    </w:p>
    <w:p w:rsidR="00295810" w:rsidRDefault="00295810" w:rsidP="00295810">
      <w:r>
        <w:t>155.1600</w:t>
      </w:r>
      <w:r>
        <w:tab/>
        <w:t>2.025e0</w:t>
      </w:r>
    </w:p>
    <w:p w:rsidR="00295810" w:rsidRDefault="00295810" w:rsidP="00295810">
      <w:r>
        <w:t>155.1990</w:t>
      </w:r>
      <w:r>
        <w:tab/>
        <w:t>1.013e0</w:t>
      </w:r>
    </w:p>
    <w:p w:rsidR="00295810" w:rsidRDefault="00295810" w:rsidP="00295810">
      <w:r>
        <w:t>155.3153</w:t>
      </w:r>
      <w:r>
        <w:tab/>
        <w:t>1.013e0</w:t>
      </w:r>
    </w:p>
    <w:p w:rsidR="00295810" w:rsidRDefault="00295810" w:rsidP="00295810">
      <w:r>
        <w:t>155.3522</w:t>
      </w:r>
      <w:r>
        <w:tab/>
        <w:t>1.013e0</w:t>
      </w:r>
    </w:p>
    <w:p w:rsidR="00295810" w:rsidRDefault="00295810" w:rsidP="00295810">
      <w:r>
        <w:t>155.3746</w:t>
      </w:r>
      <w:r>
        <w:tab/>
        <w:t>1.013e0</w:t>
      </w:r>
    </w:p>
    <w:p w:rsidR="00295810" w:rsidRDefault="00295810" w:rsidP="00295810">
      <w:r>
        <w:t>155.4113</w:t>
      </w:r>
      <w:r>
        <w:tab/>
        <w:t>1.013e0</w:t>
      </w:r>
    </w:p>
    <w:p w:rsidR="00295810" w:rsidRDefault="00295810" w:rsidP="00295810">
      <w:r>
        <w:t>155.4314</w:t>
      </w:r>
      <w:r>
        <w:tab/>
        <w:t>1.013e0</w:t>
      </w:r>
    </w:p>
    <w:p w:rsidR="00295810" w:rsidRDefault="00295810" w:rsidP="00295810">
      <w:r>
        <w:t>155.5767</w:t>
      </w:r>
      <w:r>
        <w:tab/>
        <w:t>2.025e0</w:t>
      </w:r>
    </w:p>
    <w:p w:rsidR="00295810" w:rsidRDefault="00295810" w:rsidP="00295810">
      <w:r>
        <w:lastRenderedPageBreak/>
        <w:t>155.6896</w:t>
      </w:r>
      <w:r>
        <w:tab/>
        <w:t>1.013e0</w:t>
      </w:r>
    </w:p>
    <w:p w:rsidR="00295810" w:rsidRDefault="00295810" w:rsidP="00295810">
      <w:r>
        <w:t>156.0811</w:t>
      </w:r>
      <w:r>
        <w:tab/>
        <w:t>1.013e0</w:t>
      </w:r>
    </w:p>
    <w:p w:rsidR="00295810" w:rsidRDefault="00295810" w:rsidP="00295810">
      <w:r>
        <w:t>156.1110</w:t>
      </w:r>
      <w:r>
        <w:tab/>
        <w:t>1.013e0</w:t>
      </w:r>
    </w:p>
    <w:p w:rsidR="00295810" w:rsidRDefault="00295810" w:rsidP="00295810">
      <w:r>
        <w:t>156.1472</w:t>
      </w:r>
      <w:r>
        <w:tab/>
        <w:t>1.013e0</w:t>
      </w:r>
    </w:p>
    <w:p w:rsidR="00295810" w:rsidRDefault="00295810" w:rsidP="00295810">
      <w:r>
        <w:t>156.2434</w:t>
      </w:r>
      <w:r>
        <w:tab/>
        <w:t>1.013e0</w:t>
      </w:r>
    </w:p>
    <w:p w:rsidR="00295810" w:rsidRDefault="00295810" w:rsidP="00295810">
      <w:r>
        <w:t>156.2905</w:t>
      </w:r>
      <w:r>
        <w:tab/>
        <w:t>1.013e0</w:t>
      </w:r>
    </w:p>
    <w:p w:rsidR="00295810" w:rsidRDefault="00295810" w:rsidP="00295810">
      <w:r>
        <w:t>156.3431</w:t>
      </w:r>
      <w:r>
        <w:tab/>
        <w:t>1.013e0</w:t>
      </w:r>
    </w:p>
    <w:p w:rsidR="00295810" w:rsidRDefault="00295810" w:rsidP="00295810">
      <w:r>
        <w:t>156.3598</w:t>
      </w:r>
      <w:r>
        <w:tab/>
        <w:t>1.013e0</w:t>
      </w:r>
    </w:p>
    <w:p w:rsidR="00295810" w:rsidRDefault="00295810" w:rsidP="00295810">
      <w:r>
        <w:t>156.4032</w:t>
      </w:r>
      <w:r>
        <w:tab/>
        <w:t>1.013e0</w:t>
      </w:r>
    </w:p>
    <w:p w:rsidR="00295810" w:rsidRDefault="00295810" w:rsidP="00295810">
      <w:r>
        <w:t>156.5357</w:t>
      </w:r>
      <w:r>
        <w:tab/>
        <w:t>2.025e0</w:t>
      </w:r>
    </w:p>
    <w:p w:rsidR="00295810" w:rsidRDefault="00295810" w:rsidP="00295810">
      <w:r>
        <w:t>156.6057</w:t>
      </w:r>
      <w:r>
        <w:tab/>
        <w:t>1.013e0</w:t>
      </w:r>
    </w:p>
    <w:p w:rsidR="00295810" w:rsidRDefault="00295810" w:rsidP="00295810">
      <w:r>
        <w:t>156.6489</w:t>
      </w:r>
      <w:r>
        <w:tab/>
        <w:t>1.013e0</w:t>
      </w:r>
    </w:p>
    <w:p w:rsidR="00295810" w:rsidRDefault="00295810" w:rsidP="00295810">
      <w:r>
        <w:t>156.7087</w:t>
      </w:r>
      <w:r>
        <w:tab/>
        <w:t>1.013e0</w:t>
      </w:r>
    </w:p>
    <w:p w:rsidR="00295810" w:rsidRDefault="00295810" w:rsidP="00295810">
      <w:r>
        <w:t>156.7352</w:t>
      </w:r>
      <w:r>
        <w:tab/>
        <w:t>1.013e0</w:t>
      </w:r>
    </w:p>
    <w:p w:rsidR="00295810" w:rsidRDefault="00295810" w:rsidP="00295810">
      <w:r>
        <w:t>156.7688</w:t>
      </w:r>
      <w:r>
        <w:tab/>
        <w:t>1.013e0</w:t>
      </w:r>
    </w:p>
    <w:p w:rsidR="00295810" w:rsidRDefault="00295810" w:rsidP="00295810">
      <w:r>
        <w:t>156.8922</w:t>
      </w:r>
      <w:r>
        <w:tab/>
        <w:t>1.013e0</w:t>
      </w:r>
    </w:p>
    <w:p w:rsidR="00295810" w:rsidRDefault="00295810" w:rsidP="00295810">
      <w:r>
        <w:t>156.9583</w:t>
      </w:r>
      <w:r>
        <w:tab/>
        <w:t>1.013e0</w:t>
      </w:r>
    </w:p>
    <w:p w:rsidR="00295810" w:rsidRDefault="00295810" w:rsidP="00295810">
      <w:r>
        <w:t>156.9819</w:t>
      </w:r>
      <w:r>
        <w:tab/>
        <w:t>1.013e0</w:t>
      </w:r>
    </w:p>
    <w:p w:rsidR="00295810" w:rsidRDefault="00295810" w:rsidP="00295810">
      <w:r>
        <w:t>157.0278</w:t>
      </w:r>
      <w:r>
        <w:tab/>
        <w:t>1.013e0</w:t>
      </w:r>
    </w:p>
    <w:p w:rsidR="00295810" w:rsidRDefault="00295810" w:rsidP="00295810">
      <w:r>
        <w:lastRenderedPageBreak/>
        <w:t>157.1051</w:t>
      </w:r>
      <w:r>
        <w:tab/>
        <w:t>2.025e0</w:t>
      </w:r>
    </w:p>
    <w:p w:rsidR="00295810" w:rsidRDefault="00295810" w:rsidP="00295810">
      <w:r>
        <w:t>157.1714</w:t>
      </w:r>
      <w:r>
        <w:tab/>
        <w:t>1.013e0</w:t>
      </w:r>
    </w:p>
    <w:p w:rsidR="00295810" w:rsidRDefault="00295810" w:rsidP="00295810">
      <w:r>
        <w:t>157.2114</w:t>
      </w:r>
      <w:r>
        <w:tab/>
        <w:t>1.013e0</w:t>
      </w:r>
    </w:p>
    <w:p w:rsidR="00295810" w:rsidRDefault="00295810" w:rsidP="00295810">
      <w:r>
        <w:t>157.3477</w:t>
      </w:r>
      <w:r>
        <w:tab/>
        <w:t>1.013e0</w:t>
      </w:r>
    </w:p>
    <w:p w:rsidR="00295810" w:rsidRDefault="00295810" w:rsidP="00295810">
      <w:r>
        <w:t>157.3881</w:t>
      </w:r>
      <w:r>
        <w:tab/>
        <w:t>2.025e0</w:t>
      </w:r>
    </w:p>
    <w:p w:rsidR="00295810" w:rsidRDefault="00295810" w:rsidP="00295810">
      <w:r>
        <w:t>157.4645</w:t>
      </w:r>
      <w:r>
        <w:tab/>
        <w:t>1.013e0</w:t>
      </w:r>
    </w:p>
    <w:p w:rsidR="00295810" w:rsidRDefault="00295810" w:rsidP="00295810">
      <w:r>
        <w:t>157.5182</w:t>
      </w:r>
      <w:r>
        <w:tab/>
        <w:t>1.013e0</w:t>
      </w:r>
    </w:p>
    <w:p w:rsidR="00295810" w:rsidRDefault="00295810" w:rsidP="00295810">
      <w:r>
        <w:t>157.6184</w:t>
      </w:r>
      <w:r>
        <w:tab/>
        <w:t>1.013e0</w:t>
      </w:r>
    </w:p>
    <w:p w:rsidR="00295810" w:rsidRDefault="00295810" w:rsidP="00295810">
      <w:r>
        <w:t>157.7367</w:t>
      </w:r>
      <w:r>
        <w:tab/>
        <w:t>2.025e0</w:t>
      </w:r>
    </w:p>
    <w:p w:rsidR="00295810" w:rsidRDefault="00295810" w:rsidP="00295810">
      <w:r>
        <w:t>157.7981</w:t>
      </w:r>
      <w:r>
        <w:tab/>
        <w:t>2.025e0</w:t>
      </w:r>
    </w:p>
    <w:p w:rsidR="00295810" w:rsidRDefault="00295810" w:rsidP="00295810">
      <w:r>
        <w:t>157.9319</w:t>
      </w:r>
      <w:r>
        <w:tab/>
        <w:t>1.013e0</w:t>
      </w:r>
    </w:p>
    <w:p w:rsidR="00295810" w:rsidRDefault="00295810" w:rsidP="00295810">
      <w:r>
        <w:t>158.0319</w:t>
      </w:r>
      <w:r>
        <w:tab/>
        <w:t>1.013e0</w:t>
      </w:r>
    </w:p>
    <w:p w:rsidR="00295810" w:rsidRDefault="00295810" w:rsidP="00295810">
      <w:r>
        <w:t>158.1253</w:t>
      </w:r>
      <w:r>
        <w:tab/>
        <w:t>2.025e0</w:t>
      </w:r>
    </w:p>
    <w:p w:rsidR="00295810" w:rsidRDefault="00295810" w:rsidP="00295810">
      <w:r>
        <w:t>158.1949</w:t>
      </w:r>
      <w:r>
        <w:tab/>
        <w:t>1.013e0</w:t>
      </w:r>
    </w:p>
    <w:p w:rsidR="00295810" w:rsidRDefault="00295810" w:rsidP="00295810">
      <w:r>
        <w:t>158.2456</w:t>
      </w:r>
      <w:r>
        <w:tab/>
        <w:t>2.025e0</w:t>
      </w:r>
    </w:p>
    <w:p w:rsidR="00295810" w:rsidRDefault="00295810" w:rsidP="00295810">
      <w:r>
        <w:t>158.2659</w:t>
      </w:r>
      <w:r>
        <w:tab/>
        <w:t>1.013e0</w:t>
      </w:r>
    </w:p>
    <w:p w:rsidR="00295810" w:rsidRDefault="00295810" w:rsidP="00295810">
      <w:r>
        <w:t>158.3255</w:t>
      </w:r>
      <w:r>
        <w:tab/>
        <w:t>1.013e0</w:t>
      </w:r>
    </w:p>
    <w:p w:rsidR="00295810" w:rsidRDefault="00295810" w:rsidP="00295810">
      <w:r>
        <w:t>158.3896</w:t>
      </w:r>
      <w:r>
        <w:tab/>
        <w:t>1.013e0</w:t>
      </w:r>
    </w:p>
    <w:p w:rsidR="00295810" w:rsidRDefault="00295810" w:rsidP="00295810">
      <w:r>
        <w:t>158.4628</w:t>
      </w:r>
      <w:r>
        <w:tab/>
        <w:t>1.013e0</w:t>
      </w:r>
    </w:p>
    <w:p w:rsidR="00295810" w:rsidRDefault="00295810" w:rsidP="00295810">
      <w:r>
        <w:lastRenderedPageBreak/>
        <w:t>158.5292</w:t>
      </w:r>
      <w:r>
        <w:tab/>
        <w:t>1.013e0</w:t>
      </w:r>
    </w:p>
    <w:p w:rsidR="00295810" w:rsidRDefault="00295810" w:rsidP="00295810">
      <w:r>
        <w:t>158.6070</w:t>
      </w:r>
      <w:r>
        <w:tab/>
        <w:t>1.013e0</w:t>
      </w:r>
    </w:p>
    <w:p w:rsidR="00295810" w:rsidRDefault="00295810" w:rsidP="00295810">
      <w:r>
        <w:t>158.6267</w:t>
      </w:r>
      <w:r>
        <w:tab/>
        <w:t>1.013e0</w:t>
      </w:r>
    </w:p>
    <w:p w:rsidR="00295810" w:rsidRDefault="00295810" w:rsidP="00295810">
      <w:r>
        <w:t>158.6430</w:t>
      </w:r>
      <w:r>
        <w:tab/>
        <w:t>1.013e0</w:t>
      </w:r>
    </w:p>
    <w:p w:rsidR="00295810" w:rsidRDefault="00295810" w:rsidP="00295810">
      <w:r>
        <w:t>158.6970</w:t>
      </w:r>
      <w:r>
        <w:tab/>
        <w:t>1.013e0</w:t>
      </w:r>
    </w:p>
    <w:p w:rsidR="00295810" w:rsidRDefault="00295810" w:rsidP="00295810">
      <w:r>
        <w:t>158.7512</w:t>
      </w:r>
      <w:r>
        <w:tab/>
        <w:t>3.038e0</w:t>
      </w:r>
    </w:p>
    <w:p w:rsidR="00295810" w:rsidRDefault="00295810" w:rsidP="00295810">
      <w:r>
        <w:t>158.7838</w:t>
      </w:r>
      <w:r>
        <w:tab/>
        <w:t>1.013e0</w:t>
      </w:r>
    </w:p>
    <w:p w:rsidR="00295810" w:rsidRDefault="00295810" w:rsidP="00295810">
      <w:r>
        <w:t>158.8577</w:t>
      </w:r>
      <w:r>
        <w:tab/>
        <w:t>1.013e0</w:t>
      </w:r>
    </w:p>
    <w:p w:rsidR="00295810" w:rsidRDefault="00295810" w:rsidP="00295810">
      <w:r>
        <w:t>158.9279</w:t>
      </w:r>
      <w:r>
        <w:tab/>
        <w:t>1.013e0</w:t>
      </w:r>
    </w:p>
    <w:p w:rsidR="00295810" w:rsidRDefault="00295810" w:rsidP="00295810">
      <w:r>
        <w:t>158.9551</w:t>
      </w:r>
      <w:r>
        <w:tab/>
        <w:t>1.013e0</w:t>
      </w:r>
    </w:p>
    <w:p w:rsidR="00295810" w:rsidRDefault="00295810" w:rsidP="00295810">
      <w:r>
        <w:t>159.0672</w:t>
      </w:r>
      <w:r>
        <w:tab/>
        <w:t>2.025e0</w:t>
      </w:r>
    </w:p>
    <w:p w:rsidR="00295810" w:rsidRDefault="00295810" w:rsidP="00295810">
      <w:r>
        <w:t>159.0922</w:t>
      </w:r>
      <w:r>
        <w:tab/>
        <w:t>1.013e0</w:t>
      </w:r>
    </w:p>
    <w:p w:rsidR="00295810" w:rsidRDefault="00295810" w:rsidP="00295810">
      <w:r>
        <w:t>159.1557</w:t>
      </w:r>
      <w:r>
        <w:tab/>
        <w:t>1.013e0</w:t>
      </w:r>
    </w:p>
    <w:p w:rsidR="00295810" w:rsidRDefault="00295810" w:rsidP="00295810">
      <w:r>
        <w:t>159.2030</w:t>
      </w:r>
      <w:r>
        <w:tab/>
        <w:t>1.013e0</w:t>
      </w:r>
    </w:p>
    <w:p w:rsidR="00295810" w:rsidRDefault="00295810" w:rsidP="00295810">
      <w:r>
        <w:t>159.3801</w:t>
      </w:r>
      <w:r>
        <w:tab/>
        <w:t>1.013e0</w:t>
      </w:r>
    </w:p>
    <w:p w:rsidR="00295810" w:rsidRDefault="00295810" w:rsidP="00295810">
      <w:r>
        <w:t>159.4445</w:t>
      </w:r>
      <w:r>
        <w:tab/>
        <w:t>1.013e0</w:t>
      </w:r>
    </w:p>
    <w:p w:rsidR="00295810" w:rsidRDefault="00295810" w:rsidP="00295810">
      <w:r>
        <w:t>159.5144</w:t>
      </w:r>
      <w:r>
        <w:tab/>
        <w:t>1.013e0</w:t>
      </w:r>
    </w:p>
    <w:p w:rsidR="00295810" w:rsidRDefault="00295810" w:rsidP="00295810">
      <w:r>
        <w:t>159.5551</w:t>
      </w:r>
      <w:r>
        <w:tab/>
        <w:t>1.013e0</w:t>
      </w:r>
    </w:p>
    <w:p w:rsidR="00295810" w:rsidRDefault="00295810" w:rsidP="00295810">
      <w:r>
        <w:t>159.6182</w:t>
      </w:r>
      <w:r>
        <w:tab/>
        <w:t>1.013e0</w:t>
      </w:r>
    </w:p>
    <w:p w:rsidR="00295810" w:rsidRDefault="00295810" w:rsidP="00295810">
      <w:r>
        <w:lastRenderedPageBreak/>
        <w:t>159.7254</w:t>
      </w:r>
      <w:r>
        <w:tab/>
        <w:t>1.013e0</w:t>
      </w:r>
    </w:p>
    <w:p w:rsidR="00295810" w:rsidRDefault="00295810" w:rsidP="00295810">
      <w:r>
        <w:t>159.8235</w:t>
      </w:r>
      <w:r>
        <w:tab/>
        <w:t>1.013e0</w:t>
      </w:r>
    </w:p>
    <w:p w:rsidR="00295810" w:rsidRDefault="00295810" w:rsidP="00295810">
      <w:r>
        <w:t>159.9141</w:t>
      </w:r>
      <w:r>
        <w:tab/>
        <w:t>1.013e0</w:t>
      </w:r>
    </w:p>
    <w:p w:rsidR="00295810" w:rsidRDefault="00295810" w:rsidP="00295810">
      <w:r>
        <w:t>159.9840</w:t>
      </w:r>
      <w:r>
        <w:tab/>
        <w:t>1.013e0</w:t>
      </w:r>
    </w:p>
    <w:p w:rsidR="00295810" w:rsidRDefault="00295810" w:rsidP="00295810">
      <w:r>
        <w:t>160.0854</w:t>
      </w:r>
      <w:r>
        <w:tab/>
        <w:t>1.013e0</w:t>
      </w:r>
    </w:p>
    <w:p w:rsidR="00295810" w:rsidRDefault="00295810" w:rsidP="00295810">
      <w:r>
        <w:t>160.1084</w:t>
      </w:r>
      <w:r>
        <w:tab/>
        <w:t>1.013e0</w:t>
      </w:r>
    </w:p>
    <w:p w:rsidR="00295810" w:rsidRDefault="00295810" w:rsidP="00295810">
      <w:r>
        <w:t>160.1424</w:t>
      </w:r>
      <w:r>
        <w:tab/>
        <w:t>1.013e0</w:t>
      </w:r>
    </w:p>
    <w:p w:rsidR="00295810" w:rsidRDefault="00295810" w:rsidP="00295810">
      <w:r>
        <w:t>160.1593</w:t>
      </w:r>
      <w:r>
        <w:tab/>
        <w:t>2.025e0</w:t>
      </w:r>
    </w:p>
    <w:p w:rsidR="00295810" w:rsidRDefault="00295810" w:rsidP="00295810">
      <w:r>
        <w:t>160.2870</w:t>
      </w:r>
      <w:r>
        <w:tab/>
        <w:t>1.013e0</w:t>
      </w:r>
    </w:p>
    <w:p w:rsidR="00295810" w:rsidRDefault="00295810" w:rsidP="00295810">
      <w:r>
        <w:t>160.3706</w:t>
      </w:r>
      <w:r>
        <w:tab/>
        <w:t>1.013e0</w:t>
      </w:r>
    </w:p>
    <w:p w:rsidR="00295810" w:rsidRDefault="00295810" w:rsidP="00295810">
      <w:r>
        <w:t>160.3979</w:t>
      </w:r>
      <w:r>
        <w:tab/>
        <w:t>1.013e0</w:t>
      </w:r>
    </w:p>
    <w:p w:rsidR="00295810" w:rsidRDefault="00295810" w:rsidP="00295810">
      <w:r>
        <w:t>160.4659</w:t>
      </w:r>
      <w:r>
        <w:tab/>
        <w:t>2.025e0</w:t>
      </w:r>
    </w:p>
    <w:p w:rsidR="00295810" w:rsidRDefault="00295810" w:rsidP="00295810">
      <w:r>
        <w:t>160.5223</w:t>
      </w:r>
      <w:r>
        <w:tab/>
        <w:t>1.013e0</w:t>
      </w:r>
    </w:p>
    <w:p w:rsidR="00295810" w:rsidRDefault="00295810" w:rsidP="00295810">
      <w:r>
        <w:t>160.5912</w:t>
      </w:r>
      <w:r>
        <w:tab/>
        <w:t>3.038e0</w:t>
      </w:r>
    </w:p>
    <w:p w:rsidR="00295810" w:rsidRDefault="00295810" w:rsidP="00295810">
      <w:r>
        <w:t>160.6909</w:t>
      </w:r>
      <w:r>
        <w:tab/>
        <w:t>2.025e0</w:t>
      </w:r>
    </w:p>
    <w:p w:rsidR="00295810" w:rsidRDefault="00295810" w:rsidP="00295810">
      <w:r>
        <w:t>160.7283</w:t>
      </w:r>
      <w:r>
        <w:tab/>
        <w:t>1.013e0</w:t>
      </w:r>
    </w:p>
    <w:p w:rsidR="00295810" w:rsidRDefault="00295810" w:rsidP="00295810">
      <w:r>
        <w:t>160.7581</w:t>
      </w:r>
      <w:r>
        <w:tab/>
        <w:t>1.013e0</w:t>
      </w:r>
    </w:p>
    <w:p w:rsidR="00295810" w:rsidRDefault="00295810" w:rsidP="00295810">
      <w:r>
        <w:t>160.9127</w:t>
      </w:r>
      <w:r>
        <w:tab/>
        <w:t>1.013e0</w:t>
      </w:r>
    </w:p>
    <w:p w:rsidR="00295810" w:rsidRDefault="00295810" w:rsidP="00295810">
      <w:r>
        <w:t>160.9467</w:t>
      </w:r>
      <w:r>
        <w:tab/>
        <w:t>1.013e0</w:t>
      </w:r>
    </w:p>
    <w:p w:rsidR="00295810" w:rsidRDefault="00295810" w:rsidP="00295810">
      <w:r>
        <w:lastRenderedPageBreak/>
        <w:t>160.9671</w:t>
      </w:r>
      <w:r>
        <w:tab/>
        <w:t>2.025e0</w:t>
      </w:r>
    </w:p>
    <w:p w:rsidR="00295810" w:rsidRDefault="00295810" w:rsidP="00295810">
      <w:r>
        <w:t>160.9875</w:t>
      </w:r>
      <w:r>
        <w:tab/>
        <w:t>1.013e0</w:t>
      </w:r>
    </w:p>
    <w:p w:rsidR="00295810" w:rsidRDefault="00295810" w:rsidP="00295810">
      <w:r>
        <w:t>161.0312</w:t>
      </w:r>
      <w:r>
        <w:tab/>
        <w:t>2.025e0</w:t>
      </w:r>
    </w:p>
    <w:p w:rsidR="00295810" w:rsidRDefault="00295810" w:rsidP="00295810">
      <w:r>
        <w:t>161.0575</w:t>
      </w:r>
      <w:r>
        <w:tab/>
        <w:t>3.038e0</w:t>
      </w:r>
    </w:p>
    <w:p w:rsidR="00295810" w:rsidRDefault="00295810" w:rsidP="00295810">
      <w:r>
        <w:t>161.0912</w:t>
      </w:r>
      <w:r>
        <w:tab/>
        <w:t>6.076e0</w:t>
      </w:r>
    </w:p>
    <w:p w:rsidR="00295810" w:rsidRDefault="00295810" w:rsidP="00295810">
      <w:r>
        <w:t>161.1563</w:t>
      </w:r>
      <w:r>
        <w:tab/>
        <w:t>1.013e0</w:t>
      </w:r>
    </w:p>
    <w:p w:rsidR="00295810" w:rsidRDefault="00295810" w:rsidP="00295810">
      <w:r>
        <w:t>161.1992</w:t>
      </w:r>
      <w:r>
        <w:tab/>
        <w:t>1.013e0</w:t>
      </w:r>
    </w:p>
    <w:p w:rsidR="00295810" w:rsidRDefault="00295810" w:rsidP="00295810">
      <w:r>
        <w:t>161.2639</w:t>
      </w:r>
      <w:r>
        <w:tab/>
        <w:t>1.013e0</w:t>
      </w:r>
    </w:p>
    <w:p w:rsidR="00295810" w:rsidRDefault="00295810" w:rsidP="00295810">
      <w:r>
        <w:t>161.3750</w:t>
      </w:r>
      <w:r>
        <w:tab/>
        <w:t>3.038e0</w:t>
      </w:r>
    </w:p>
    <w:p w:rsidR="00295810" w:rsidRDefault="00295810" w:rsidP="00295810">
      <w:r>
        <w:t>161.4963</w:t>
      </w:r>
      <w:r>
        <w:tab/>
        <w:t>1.013e0</w:t>
      </w:r>
    </w:p>
    <w:p w:rsidR="00295810" w:rsidRDefault="00295810" w:rsidP="00295810">
      <w:r>
        <w:t>161.5483</w:t>
      </w:r>
      <w:r>
        <w:tab/>
        <w:t>3.038e0</w:t>
      </w:r>
    </w:p>
    <w:p w:rsidR="00295810" w:rsidRDefault="00295810" w:rsidP="00295810">
      <w:r>
        <w:t>161.6721</w:t>
      </w:r>
      <w:r>
        <w:tab/>
        <w:t>1.013e0</w:t>
      </w:r>
    </w:p>
    <w:p w:rsidR="00295810" w:rsidRDefault="00295810" w:rsidP="00295810">
      <w:r>
        <w:t>161.6959</w:t>
      </w:r>
      <w:r>
        <w:tab/>
        <w:t>1.013e0</w:t>
      </w:r>
    </w:p>
    <w:p w:rsidR="00295810" w:rsidRDefault="00295810" w:rsidP="00295810">
      <w:r>
        <w:t>161.7164</w:t>
      </w:r>
      <w:r>
        <w:tab/>
        <w:t>1.013e0</w:t>
      </w:r>
    </w:p>
    <w:p w:rsidR="00295810" w:rsidRDefault="00295810" w:rsidP="00295810">
      <w:r>
        <w:t>161.8208</w:t>
      </w:r>
      <w:r>
        <w:tab/>
        <w:t>1.013e0</w:t>
      </w:r>
    </w:p>
    <w:p w:rsidR="00295810" w:rsidRDefault="00295810" w:rsidP="00295810">
      <w:r>
        <w:t>161.8480</w:t>
      </w:r>
      <w:r>
        <w:tab/>
        <w:t>1.013e0</w:t>
      </w:r>
    </w:p>
    <w:p w:rsidR="00295810" w:rsidRDefault="00295810" w:rsidP="00295810">
      <w:r>
        <w:t>161.9455</w:t>
      </w:r>
      <w:r>
        <w:tab/>
        <w:t>3.038e0</w:t>
      </w:r>
    </w:p>
    <w:p w:rsidR="00295810" w:rsidRDefault="00295810" w:rsidP="00295810">
      <w:r>
        <w:t>161.9933</w:t>
      </w:r>
      <w:r>
        <w:tab/>
        <w:t>1.013e0</w:t>
      </w:r>
    </w:p>
    <w:p w:rsidR="00295810" w:rsidRDefault="00295810" w:rsidP="00295810">
      <w:r>
        <w:t>162.0190</w:t>
      </w:r>
      <w:r>
        <w:tab/>
        <w:t>2.247e0</w:t>
      </w:r>
    </w:p>
    <w:p w:rsidR="00295810" w:rsidRDefault="00295810" w:rsidP="00295810">
      <w:r>
        <w:lastRenderedPageBreak/>
        <w:t>162.1079</w:t>
      </w:r>
      <w:r>
        <w:tab/>
        <w:t>1.013e0</w:t>
      </w:r>
    </w:p>
    <w:p w:rsidR="00295810" w:rsidRDefault="00295810" w:rsidP="00295810">
      <w:r>
        <w:t>162.1522</w:t>
      </w:r>
      <w:r>
        <w:tab/>
        <w:t>1.013e0</w:t>
      </w:r>
    </w:p>
    <w:p w:rsidR="00295810" w:rsidRDefault="00295810" w:rsidP="00295810">
      <w:r>
        <w:t>162.3096</w:t>
      </w:r>
      <w:r>
        <w:tab/>
        <w:t>2.025e0</w:t>
      </w:r>
    </w:p>
    <w:p w:rsidR="00295810" w:rsidRDefault="00295810" w:rsidP="00295810">
      <w:r>
        <w:t>162.3454</w:t>
      </w:r>
      <w:r>
        <w:tab/>
        <w:t>1.013e0</w:t>
      </w:r>
    </w:p>
    <w:p w:rsidR="00295810" w:rsidRDefault="00295810" w:rsidP="00295810">
      <w:r>
        <w:t>162.4652</w:t>
      </w:r>
      <w:r>
        <w:tab/>
        <w:t>2.025e0</w:t>
      </w:r>
    </w:p>
    <w:p w:rsidR="00295810" w:rsidRDefault="00295810" w:rsidP="00295810">
      <w:r>
        <w:t>162.4977</w:t>
      </w:r>
      <w:r>
        <w:tab/>
        <w:t>1.013e0</w:t>
      </w:r>
    </w:p>
    <w:p w:rsidR="00295810" w:rsidRDefault="00295810" w:rsidP="00295810">
      <w:r>
        <w:t>162.5181</w:t>
      </w:r>
      <w:r>
        <w:tab/>
        <w:t>1.013e0</w:t>
      </w:r>
    </w:p>
    <w:p w:rsidR="00295810" w:rsidRDefault="00295810" w:rsidP="00295810">
      <w:r>
        <w:t>162.6807</w:t>
      </w:r>
      <w:r>
        <w:tab/>
        <w:t>1.013e0</w:t>
      </w:r>
    </w:p>
    <w:p w:rsidR="00295810" w:rsidRDefault="00295810" w:rsidP="00295810">
      <w:r>
        <w:t>162.7340</w:t>
      </w:r>
      <w:r>
        <w:tab/>
        <w:t>1.013e0</w:t>
      </w:r>
    </w:p>
    <w:p w:rsidR="00295810" w:rsidRDefault="00295810" w:rsidP="00295810">
      <w:r>
        <w:t>162.7597</w:t>
      </w:r>
      <w:r>
        <w:tab/>
        <w:t>2.025e0</w:t>
      </w:r>
    </w:p>
    <w:p w:rsidR="00295810" w:rsidRDefault="00295810" w:rsidP="00295810">
      <w:r>
        <w:t>162.7887</w:t>
      </w:r>
      <w:r>
        <w:tab/>
        <w:t>1.013e0</w:t>
      </w:r>
    </w:p>
    <w:p w:rsidR="00295810" w:rsidRDefault="00295810" w:rsidP="00295810">
      <w:r>
        <w:t>162.8229</w:t>
      </w:r>
      <w:r>
        <w:tab/>
        <w:t>2.025e0</w:t>
      </w:r>
    </w:p>
    <w:p w:rsidR="00295810" w:rsidRDefault="00295810" w:rsidP="00295810">
      <w:r>
        <w:t>163.0016</w:t>
      </w:r>
      <w:r>
        <w:tab/>
        <w:t>3.038e0</w:t>
      </w:r>
    </w:p>
    <w:p w:rsidR="00295810" w:rsidRDefault="00295810" w:rsidP="00295810">
      <w:r>
        <w:t>163.0230</w:t>
      </w:r>
      <w:r>
        <w:tab/>
        <w:t>1.013e0</w:t>
      </w:r>
    </w:p>
    <w:p w:rsidR="00295810" w:rsidRDefault="00295810" w:rsidP="00295810">
      <w:r>
        <w:t>163.1005</w:t>
      </w:r>
      <w:r>
        <w:tab/>
        <w:t>1.013e0</w:t>
      </w:r>
    </w:p>
    <w:p w:rsidR="00295810" w:rsidRDefault="00295810" w:rsidP="00295810">
      <w:r>
        <w:t>163.1414</w:t>
      </w:r>
      <w:r>
        <w:tab/>
        <w:t>3.038e0</w:t>
      </w:r>
    </w:p>
    <w:p w:rsidR="00295810" w:rsidRDefault="00295810" w:rsidP="00295810">
      <w:r>
        <w:t>163.1726</w:t>
      </w:r>
      <w:r>
        <w:tab/>
        <w:t>1.199e0</w:t>
      </w:r>
    </w:p>
    <w:p w:rsidR="00295810" w:rsidRDefault="00295810" w:rsidP="00295810">
      <w:r>
        <w:t>163.1942</w:t>
      </w:r>
      <w:r>
        <w:tab/>
        <w:t>2.025e0</w:t>
      </w:r>
    </w:p>
    <w:p w:rsidR="00295810" w:rsidRDefault="00295810" w:rsidP="00295810">
      <w:r>
        <w:t>163.2461</w:t>
      </w:r>
      <w:r>
        <w:tab/>
        <w:t>1.013e0</w:t>
      </w:r>
    </w:p>
    <w:p w:rsidR="00295810" w:rsidRDefault="00295810" w:rsidP="00295810">
      <w:r>
        <w:lastRenderedPageBreak/>
        <w:t>163.2770</w:t>
      </w:r>
      <w:r>
        <w:tab/>
        <w:t>1.013e0</w:t>
      </w:r>
    </w:p>
    <w:p w:rsidR="00295810" w:rsidRDefault="00295810" w:rsidP="00295810">
      <w:r>
        <w:t>163.3691</w:t>
      </w:r>
      <w:r>
        <w:tab/>
        <w:t>1.013e0</w:t>
      </w:r>
    </w:p>
    <w:p w:rsidR="00295810" w:rsidRDefault="00295810" w:rsidP="00295810">
      <w:r>
        <w:t>163.4025</w:t>
      </w:r>
      <w:r>
        <w:tab/>
        <w:t>1.013e0</w:t>
      </w:r>
    </w:p>
    <w:p w:rsidR="00295810" w:rsidRDefault="00295810" w:rsidP="00295810">
      <w:r>
        <w:t>163.4467</w:t>
      </w:r>
      <w:r>
        <w:tab/>
        <w:t>1.013e0</w:t>
      </w:r>
    </w:p>
    <w:p w:rsidR="00295810" w:rsidRDefault="00295810" w:rsidP="00295810">
      <w:r>
        <w:t>163.4740</w:t>
      </w:r>
      <w:r>
        <w:tab/>
        <w:t>1.013e0</w:t>
      </w:r>
    </w:p>
    <w:p w:rsidR="00295810" w:rsidRDefault="00295810" w:rsidP="00295810">
      <w:r>
        <w:t>163.5477</w:t>
      </w:r>
      <w:r>
        <w:tab/>
        <w:t>2.025e0</w:t>
      </w:r>
    </w:p>
    <w:p w:rsidR="00295810" w:rsidRDefault="00295810" w:rsidP="00295810">
      <w:r>
        <w:t>163.5825</w:t>
      </w:r>
      <w:r>
        <w:tab/>
        <w:t>1.013e0</w:t>
      </w:r>
    </w:p>
    <w:p w:rsidR="00295810" w:rsidRDefault="00295810" w:rsidP="00295810">
      <w:r>
        <w:t>163.6677</w:t>
      </w:r>
      <w:r>
        <w:tab/>
        <w:t>1.013e0</w:t>
      </w:r>
    </w:p>
    <w:p w:rsidR="00295810" w:rsidRDefault="00295810" w:rsidP="00295810">
      <w:r>
        <w:t>163.6985</w:t>
      </w:r>
      <w:r>
        <w:tab/>
        <w:t>1.013e0</w:t>
      </w:r>
    </w:p>
    <w:p w:rsidR="00295810" w:rsidRDefault="00295810" w:rsidP="00295810">
      <w:r>
        <w:t>163.7660</w:t>
      </w:r>
      <w:r>
        <w:tab/>
        <w:t>1.013e0</w:t>
      </w:r>
    </w:p>
    <w:p w:rsidR="00295810" w:rsidRDefault="00295810" w:rsidP="00295810">
      <w:r>
        <w:t>163.8033</w:t>
      </w:r>
      <w:r>
        <w:tab/>
        <w:t>1.013e0</w:t>
      </w:r>
    </w:p>
    <w:p w:rsidR="00295810" w:rsidRDefault="00295810" w:rsidP="00295810">
      <w:r>
        <w:t>163.8307</w:t>
      </w:r>
      <w:r>
        <w:tab/>
        <w:t>2.025e0</w:t>
      </w:r>
    </w:p>
    <w:p w:rsidR="00295810" w:rsidRDefault="00295810" w:rsidP="00295810">
      <w:r>
        <w:t>163.9215</w:t>
      </w:r>
      <w:r>
        <w:tab/>
        <w:t>2.025e0</w:t>
      </w:r>
    </w:p>
    <w:p w:rsidR="00295810" w:rsidRDefault="00295810" w:rsidP="00295810">
      <w:r>
        <w:t>163.9464</w:t>
      </w:r>
      <w:r>
        <w:tab/>
        <w:t>1.013e0</w:t>
      </w:r>
    </w:p>
    <w:p w:rsidR="00295810" w:rsidRDefault="00295810" w:rsidP="00295810">
      <w:r>
        <w:t>164.0126</w:t>
      </w:r>
      <w:r>
        <w:tab/>
        <w:t>2.025e0</w:t>
      </w:r>
    </w:p>
    <w:p w:rsidR="00295810" w:rsidRDefault="00295810" w:rsidP="00295810">
      <w:r>
        <w:t>164.0280</w:t>
      </w:r>
      <w:r>
        <w:tab/>
        <w:t>1.013e0</w:t>
      </w:r>
    </w:p>
    <w:p w:rsidR="00295810" w:rsidRDefault="00295810" w:rsidP="00295810">
      <w:r>
        <w:t>164.0588</w:t>
      </w:r>
      <w:r>
        <w:tab/>
        <w:t>1.013e0</w:t>
      </w:r>
    </w:p>
    <w:p w:rsidR="00295810" w:rsidRDefault="00295810" w:rsidP="00295810">
      <w:r>
        <w:t>164.0811</w:t>
      </w:r>
      <w:r>
        <w:tab/>
        <w:t>2.025e0</w:t>
      </w:r>
    </w:p>
    <w:p w:rsidR="00295810" w:rsidRDefault="00295810" w:rsidP="00295810">
      <w:r>
        <w:t>164.1402</w:t>
      </w:r>
      <w:r>
        <w:tab/>
        <w:t>1.013e0</w:t>
      </w:r>
    </w:p>
    <w:p w:rsidR="00295810" w:rsidRDefault="00295810" w:rsidP="00295810">
      <w:r>
        <w:lastRenderedPageBreak/>
        <w:t>164.1877</w:t>
      </w:r>
      <w:r>
        <w:tab/>
        <w:t>1.013e0</w:t>
      </w:r>
    </w:p>
    <w:p w:rsidR="00295810" w:rsidRDefault="00295810" w:rsidP="00295810">
      <w:r>
        <w:t>164.3444</w:t>
      </w:r>
      <w:r>
        <w:tab/>
        <w:t>1.013e0</w:t>
      </w:r>
    </w:p>
    <w:p w:rsidR="00295810" w:rsidRDefault="00295810" w:rsidP="00295810">
      <w:r>
        <w:t>164.3645</w:t>
      </w:r>
      <w:r>
        <w:tab/>
        <w:t>1.013e0</w:t>
      </w:r>
    </w:p>
    <w:p w:rsidR="00295810" w:rsidRDefault="00295810" w:rsidP="00295810">
      <w:r>
        <w:t>164.4692</w:t>
      </w:r>
      <w:r>
        <w:tab/>
        <w:t>2.025e0</w:t>
      </w:r>
    </w:p>
    <w:p w:rsidR="00295810" w:rsidRDefault="00295810" w:rsidP="00295810">
      <w:r>
        <w:t>164.6376</w:t>
      </w:r>
      <w:r>
        <w:tab/>
        <w:t>1.013e0</w:t>
      </w:r>
    </w:p>
    <w:p w:rsidR="00295810" w:rsidRDefault="00295810" w:rsidP="00295810">
      <w:r>
        <w:t>164.8799</w:t>
      </w:r>
      <w:r>
        <w:tab/>
        <w:t>1.013e0</w:t>
      </w:r>
    </w:p>
    <w:p w:rsidR="00295810" w:rsidRDefault="00295810" w:rsidP="00295810">
      <w:r>
        <w:t>164.9294</w:t>
      </w:r>
      <w:r>
        <w:tab/>
        <w:t>2.025e0</w:t>
      </w:r>
    </w:p>
    <w:p w:rsidR="00295810" w:rsidRDefault="00295810" w:rsidP="00295810">
      <w:r>
        <w:t>164.9715</w:t>
      </w:r>
      <w:r>
        <w:tab/>
        <w:t>1.013e0</w:t>
      </w:r>
    </w:p>
    <w:p w:rsidR="00295810" w:rsidRDefault="00295810" w:rsidP="00295810">
      <w:r>
        <w:t>164.9956</w:t>
      </w:r>
      <w:r>
        <w:tab/>
        <w:t>4.051e0</w:t>
      </w:r>
    </w:p>
    <w:p w:rsidR="00295810" w:rsidRDefault="00295810" w:rsidP="00295810">
      <w:r>
        <w:t>165.0228</w:t>
      </w:r>
      <w:r>
        <w:tab/>
        <w:t>2.025e0</w:t>
      </w:r>
    </w:p>
    <w:p w:rsidR="00295810" w:rsidRDefault="00295810" w:rsidP="00295810">
      <w:r>
        <w:t>165.0434</w:t>
      </w:r>
      <w:r>
        <w:tab/>
        <w:t>1.013e0</w:t>
      </w:r>
    </w:p>
    <w:p w:rsidR="00295810" w:rsidRDefault="00295810" w:rsidP="00295810">
      <w:r>
        <w:t>165.0639</w:t>
      </w:r>
      <w:r>
        <w:tab/>
        <w:t>2.025e0</w:t>
      </w:r>
    </w:p>
    <w:p w:rsidR="00295810" w:rsidRDefault="00295810" w:rsidP="00295810">
      <w:r>
        <w:t>165.0879</w:t>
      </w:r>
      <w:r>
        <w:tab/>
        <w:t>1.013e0</w:t>
      </w:r>
    </w:p>
    <w:p w:rsidR="00295810" w:rsidRDefault="00295810" w:rsidP="00295810">
      <w:r>
        <w:t>165.1172</w:t>
      </w:r>
      <w:r>
        <w:tab/>
        <w:t>2.025e0</w:t>
      </w:r>
    </w:p>
    <w:p w:rsidR="00295810" w:rsidRDefault="00295810" w:rsidP="00295810">
      <w:r>
        <w:t>165.1361</w:t>
      </w:r>
      <w:r>
        <w:tab/>
        <w:t>1.013e0</w:t>
      </w:r>
    </w:p>
    <w:p w:rsidR="00295810" w:rsidRDefault="00295810" w:rsidP="00295810">
      <w:r>
        <w:t>165.1765</w:t>
      </w:r>
      <w:r>
        <w:tab/>
        <w:t>1.013e0</w:t>
      </w:r>
    </w:p>
    <w:p w:rsidR="00295810" w:rsidRDefault="00295810" w:rsidP="00295810">
      <w:r>
        <w:t>165.2274</w:t>
      </w:r>
      <w:r>
        <w:tab/>
        <w:t>1.013e0</w:t>
      </w:r>
    </w:p>
    <w:p w:rsidR="00295810" w:rsidRDefault="00295810" w:rsidP="00295810">
      <w:r>
        <w:t>165.3177</w:t>
      </w:r>
      <w:r>
        <w:tab/>
        <w:t>3.038e0</w:t>
      </w:r>
    </w:p>
    <w:p w:rsidR="00295810" w:rsidRDefault="00295810" w:rsidP="00295810">
      <w:r>
        <w:t>165.4321</w:t>
      </w:r>
      <w:r>
        <w:tab/>
        <w:t>2.025e0</w:t>
      </w:r>
    </w:p>
    <w:p w:rsidR="00295810" w:rsidRDefault="00295810" w:rsidP="00295810">
      <w:r>
        <w:lastRenderedPageBreak/>
        <w:t>165.5811</w:t>
      </w:r>
      <w:r>
        <w:tab/>
        <w:t>4.051e0</w:t>
      </w:r>
    </w:p>
    <w:p w:rsidR="00295810" w:rsidRDefault="00295810" w:rsidP="00295810">
      <w:r>
        <w:t>165.6073</w:t>
      </w:r>
      <w:r>
        <w:tab/>
        <w:t>1.013e0</w:t>
      </w:r>
    </w:p>
    <w:p w:rsidR="00295810" w:rsidRDefault="00295810" w:rsidP="00295810">
      <w:r>
        <w:t>165.6420</w:t>
      </w:r>
      <w:r>
        <w:tab/>
        <w:t>3.038e0</w:t>
      </w:r>
    </w:p>
    <w:p w:rsidR="00295810" w:rsidRDefault="00295810" w:rsidP="00295810">
      <w:r>
        <w:t>165.6612</w:t>
      </w:r>
      <w:r>
        <w:tab/>
        <w:t>1.013e0</w:t>
      </w:r>
    </w:p>
    <w:p w:rsidR="00295810" w:rsidRDefault="00295810" w:rsidP="00295810">
      <w:r>
        <w:t>165.6922</w:t>
      </w:r>
      <w:r>
        <w:tab/>
        <w:t>1.013e0</w:t>
      </w:r>
    </w:p>
    <w:p w:rsidR="00295810" w:rsidRDefault="00295810" w:rsidP="00295810">
      <w:r>
        <w:t>165.7712</w:t>
      </w:r>
      <w:r>
        <w:tab/>
        <w:t>1.013e0</w:t>
      </w:r>
    </w:p>
    <w:p w:rsidR="00295810" w:rsidRDefault="00295810" w:rsidP="00295810">
      <w:r>
        <w:t>165.8939</w:t>
      </w:r>
      <w:r>
        <w:tab/>
        <w:t>1.013e0</w:t>
      </w:r>
    </w:p>
    <w:p w:rsidR="00295810" w:rsidRDefault="00295810" w:rsidP="00295810">
      <w:r>
        <w:t>165.9591</w:t>
      </w:r>
      <w:r>
        <w:tab/>
        <w:t>2.025e0</w:t>
      </w:r>
    </w:p>
    <w:p w:rsidR="00295810" w:rsidRDefault="00295810" w:rsidP="00295810">
      <w:r>
        <w:t>166.0227</w:t>
      </w:r>
      <w:r>
        <w:tab/>
        <w:t>2.025e0</w:t>
      </w:r>
    </w:p>
    <w:p w:rsidR="00295810" w:rsidRDefault="00295810" w:rsidP="00295810">
      <w:r>
        <w:t>166.1235</w:t>
      </w:r>
      <w:r>
        <w:tab/>
        <w:t>1.013e0</w:t>
      </w:r>
    </w:p>
    <w:p w:rsidR="00295810" w:rsidRDefault="00295810" w:rsidP="00295810">
      <w:r>
        <w:t>166.1370</w:t>
      </w:r>
      <w:r>
        <w:tab/>
        <w:t>1.013e0</w:t>
      </w:r>
    </w:p>
    <w:p w:rsidR="00295810" w:rsidRDefault="00295810" w:rsidP="00295810">
      <w:r>
        <w:t>166.1573</w:t>
      </w:r>
      <w:r>
        <w:tab/>
        <w:t>1.013e0</w:t>
      </w:r>
    </w:p>
    <w:p w:rsidR="00295810" w:rsidRDefault="00295810" w:rsidP="00295810">
      <w:r>
        <w:t>166.1918</w:t>
      </w:r>
      <w:r>
        <w:tab/>
        <w:t>1.013e0</w:t>
      </w:r>
    </w:p>
    <w:p w:rsidR="00295810" w:rsidRDefault="00295810" w:rsidP="00295810">
      <w:r>
        <w:t>166.2124</w:t>
      </w:r>
      <w:r>
        <w:tab/>
        <w:t>1.013e0</w:t>
      </w:r>
    </w:p>
    <w:p w:rsidR="00295810" w:rsidRDefault="00295810" w:rsidP="00295810">
      <w:r>
        <w:t>166.2503</w:t>
      </w:r>
      <w:r>
        <w:tab/>
        <w:t>1.013e0</w:t>
      </w:r>
    </w:p>
    <w:p w:rsidR="00295810" w:rsidRDefault="00295810" w:rsidP="00295810">
      <w:r>
        <w:t>166.3053</w:t>
      </w:r>
      <w:r>
        <w:tab/>
        <w:t>1.013e0</w:t>
      </w:r>
    </w:p>
    <w:p w:rsidR="00295810" w:rsidRDefault="00295810" w:rsidP="00295810">
      <w:r>
        <w:t>166.3500</w:t>
      </w:r>
      <w:r>
        <w:tab/>
        <w:t>1.013e0</w:t>
      </w:r>
    </w:p>
    <w:p w:rsidR="00295810" w:rsidRDefault="00295810" w:rsidP="00295810">
      <w:r>
        <w:t>166.3771</w:t>
      </w:r>
      <w:r>
        <w:tab/>
        <w:t>1.013e0</w:t>
      </w:r>
    </w:p>
    <w:p w:rsidR="00295810" w:rsidRDefault="00295810" w:rsidP="00295810">
      <w:r>
        <w:t>166.4900</w:t>
      </w:r>
      <w:r>
        <w:tab/>
        <w:t>1.013e0</w:t>
      </w:r>
    </w:p>
    <w:p w:rsidR="00295810" w:rsidRDefault="00295810" w:rsidP="00295810">
      <w:r>
        <w:lastRenderedPageBreak/>
        <w:t>166.6411</w:t>
      </w:r>
      <w:r>
        <w:tab/>
        <w:t>1.013e0</w:t>
      </w:r>
    </w:p>
    <w:p w:rsidR="00295810" w:rsidRDefault="00295810" w:rsidP="00295810">
      <w:r>
        <w:t>166.7815</w:t>
      </w:r>
      <w:r>
        <w:tab/>
        <w:t>1.013e0</w:t>
      </w:r>
    </w:p>
    <w:p w:rsidR="00295810" w:rsidRDefault="00295810" w:rsidP="00295810">
      <w:r>
        <w:t>166.8056</w:t>
      </w:r>
      <w:r>
        <w:tab/>
        <w:t>1.013e0</w:t>
      </w:r>
    </w:p>
    <w:p w:rsidR="00295810" w:rsidRDefault="00295810" w:rsidP="00295810">
      <w:r>
        <w:t>166.8366</w:t>
      </w:r>
      <w:r>
        <w:tab/>
        <w:t>2.025e0</w:t>
      </w:r>
    </w:p>
    <w:p w:rsidR="00295810" w:rsidRDefault="00295810" w:rsidP="00295810">
      <w:r>
        <w:t>166.8694</w:t>
      </w:r>
      <w:r>
        <w:tab/>
        <w:t>2.025e0</w:t>
      </w:r>
    </w:p>
    <w:p w:rsidR="00295810" w:rsidRDefault="00295810" w:rsidP="00295810">
      <w:r>
        <w:t>166.8953</w:t>
      </w:r>
      <w:r>
        <w:tab/>
        <w:t>1.013e0</w:t>
      </w:r>
    </w:p>
    <w:p w:rsidR="00295810" w:rsidRDefault="00295810" w:rsidP="00295810">
      <w:r>
        <w:t>167.0146</w:t>
      </w:r>
      <w:r>
        <w:tab/>
        <w:t>1.013e0</w:t>
      </w:r>
    </w:p>
    <w:p w:rsidR="00295810" w:rsidRDefault="00295810" w:rsidP="00295810">
      <w:r>
        <w:t>167.0497</w:t>
      </w:r>
      <w:r>
        <w:tab/>
        <w:t>5.638e0</w:t>
      </w:r>
    </w:p>
    <w:p w:rsidR="00295810" w:rsidRDefault="00295810" w:rsidP="00295810">
      <w:r>
        <w:t>167.0974</w:t>
      </w:r>
      <w:r>
        <w:tab/>
        <w:t>1.013e0</w:t>
      </w:r>
    </w:p>
    <w:p w:rsidR="00295810" w:rsidRDefault="00295810" w:rsidP="00295810">
      <w:r>
        <w:t>167.1767</w:t>
      </w:r>
      <w:r>
        <w:tab/>
        <w:t>1.013e0</w:t>
      </w:r>
    </w:p>
    <w:p w:rsidR="00295810" w:rsidRDefault="00295810" w:rsidP="00295810">
      <w:r>
        <w:t>167.2262</w:t>
      </w:r>
      <w:r>
        <w:tab/>
        <w:t>2.025e0</w:t>
      </w:r>
    </w:p>
    <w:p w:rsidR="00295810" w:rsidRDefault="00295810" w:rsidP="00295810">
      <w:r>
        <w:t>167.3996</w:t>
      </w:r>
      <w:r>
        <w:tab/>
        <w:t>1.013e0</w:t>
      </w:r>
    </w:p>
    <w:p w:rsidR="00295810" w:rsidRDefault="00295810" w:rsidP="00295810">
      <w:r>
        <w:t>167.4238</w:t>
      </w:r>
      <w:r>
        <w:tab/>
        <w:t>1.013e0</w:t>
      </w:r>
    </w:p>
    <w:p w:rsidR="00295810" w:rsidRDefault="00295810" w:rsidP="00295810">
      <w:r>
        <w:t>167.4583</w:t>
      </w:r>
      <w:r>
        <w:tab/>
        <w:t>2.025e0</w:t>
      </w:r>
    </w:p>
    <w:p w:rsidR="00295810" w:rsidRDefault="00295810" w:rsidP="00295810">
      <w:r>
        <w:t>167.4929</w:t>
      </w:r>
      <w:r>
        <w:tab/>
        <w:t>1.013e0</w:t>
      </w:r>
    </w:p>
    <w:p w:rsidR="00295810" w:rsidRDefault="00295810" w:rsidP="00295810">
      <w:r>
        <w:t>167.5952</w:t>
      </w:r>
      <w:r>
        <w:tab/>
        <w:t>1.013e0</w:t>
      </w:r>
    </w:p>
    <w:p w:rsidR="00295810" w:rsidRDefault="00295810" w:rsidP="00295810">
      <w:r>
        <w:t>167.6295</w:t>
      </w:r>
      <w:r>
        <w:tab/>
        <w:t>2.025e0</w:t>
      </w:r>
    </w:p>
    <w:p w:rsidR="00295810" w:rsidRDefault="00295810" w:rsidP="00295810">
      <w:r>
        <w:t>167.7159</w:t>
      </w:r>
      <w:r>
        <w:tab/>
        <w:t>1.013e0</w:t>
      </w:r>
    </w:p>
    <w:p w:rsidR="00295810" w:rsidRDefault="00295810" w:rsidP="00295810">
      <w:r>
        <w:t>167.7435</w:t>
      </w:r>
      <w:r>
        <w:tab/>
        <w:t>1.013e0</w:t>
      </w:r>
    </w:p>
    <w:p w:rsidR="00295810" w:rsidRDefault="00295810" w:rsidP="00295810">
      <w:r>
        <w:lastRenderedPageBreak/>
        <w:t>167.8506</w:t>
      </w:r>
      <w:r>
        <w:tab/>
        <w:t>1.013e0</w:t>
      </w:r>
    </w:p>
    <w:p w:rsidR="00295810" w:rsidRDefault="00295810" w:rsidP="00295810">
      <w:r>
        <w:t>167.9085</w:t>
      </w:r>
      <w:r>
        <w:tab/>
        <w:t>1.013e0</w:t>
      </w:r>
    </w:p>
    <w:p w:rsidR="00295810" w:rsidRDefault="00295810" w:rsidP="00295810">
      <w:r>
        <w:t>167.9290</w:t>
      </w:r>
      <w:r>
        <w:tab/>
        <w:t>1.013e0</w:t>
      </w:r>
    </w:p>
    <w:p w:rsidR="00295810" w:rsidRDefault="00295810" w:rsidP="00295810">
      <w:r>
        <w:t>168.1015</w:t>
      </w:r>
      <w:r>
        <w:tab/>
        <w:t>2.025e0</w:t>
      </w:r>
    </w:p>
    <w:p w:rsidR="00295810" w:rsidRDefault="00295810" w:rsidP="00295810">
      <w:r>
        <w:t>168.1378</w:t>
      </w:r>
      <w:r>
        <w:tab/>
        <w:t>2.025e0</w:t>
      </w:r>
    </w:p>
    <w:p w:rsidR="00295810" w:rsidRDefault="00295810" w:rsidP="00295810">
      <w:r>
        <w:t>168.2258</w:t>
      </w:r>
      <w:r>
        <w:tab/>
        <w:t>1.013e0</w:t>
      </w:r>
    </w:p>
    <w:p w:rsidR="00295810" w:rsidRDefault="00295810" w:rsidP="00295810">
      <w:r>
        <w:t>168.2804</w:t>
      </w:r>
      <w:r>
        <w:tab/>
        <w:t>2.025e0</w:t>
      </w:r>
    </w:p>
    <w:p w:rsidR="00295810" w:rsidRDefault="00295810" w:rsidP="00295810">
      <w:r>
        <w:t>168.3543</w:t>
      </w:r>
      <w:r>
        <w:tab/>
        <w:t>2.025e0</w:t>
      </w:r>
    </w:p>
    <w:p w:rsidR="00295810" w:rsidRDefault="00295810" w:rsidP="00295810">
      <w:r>
        <w:t>168.3838</w:t>
      </w:r>
      <w:r>
        <w:tab/>
        <w:t>1.013e0</w:t>
      </w:r>
    </w:p>
    <w:p w:rsidR="00295810" w:rsidRDefault="00295810" w:rsidP="00295810">
      <w:r>
        <w:t>168.4668</w:t>
      </w:r>
      <w:r>
        <w:tab/>
        <w:t>1.013e0</w:t>
      </w:r>
    </w:p>
    <w:p w:rsidR="00295810" w:rsidRDefault="00295810" w:rsidP="00295810">
      <w:r>
        <w:t>168.4944</w:t>
      </w:r>
      <w:r>
        <w:tab/>
        <w:t>1.013e0</w:t>
      </w:r>
    </w:p>
    <w:p w:rsidR="00295810" w:rsidRDefault="00295810" w:rsidP="00295810">
      <w:r>
        <w:t>168.5255</w:t>
      </w:r>
      <w:r>
        <w:tab/>
        <w:t>1.013e0</w:t>
      </w:r>
    </w:p>
    <w:p w:rsidR="00295810" w:rsidRDefault="00295810" w:rsidP="00295810">
      <w:r>
        <w:t>168.5567</w:t>
      </w:r>
      <w:r>
        <w:tab/>
        <w:t>2.025e0</w:t>
      </w:r>
    </w:p>
    <w:p w:rsidR="00295810" w:rsidRDefault="00295810" w:rsidP="00295810">
      <w:r>
        <w:t>168.5879</w:t>
      </w:r>
      <w:r>
        <w:tab/>
        <w:t>1.013e0</w:t>
      </w:r>
    </w:p>
    <w:p w:rsidR="00295810" w:rsidRDefault="00295810" w:rsidP="00295810">
      <w:r>
        <w:t>168.6599</w:t>
      </w:r>
      <w:r>
        <w:tab/>
        <w:t>1.013e0</w:t>
      </w:r>
    </w:p>
    <w:p w:rsidR="00295810" w:rsidRDefault="00295810" w:rsidP="00295810">
      <w:r>
        <w:t>168.8080</w:t>
      </w:r>
      <w:r>
        <w:tab/>
        <w:t>1.013e0</w:t>
      </w:r>
    </w:p>
    <w:p w:rsidR="00295810" w:rsidRDefault="00295810" w:rsidP="00295810">
      <w:r>
        <w:t>168.8582</w:t>
      </w:r>
      <w:r>
        <w:tab/>
        <w:t>2.025e0</w:t>
      </w:r>
    </w:p>
    <w:p w:rsidR="00295810" w:rsidRDefault="00295810" w:rsidP="00295810">
      <w:r>
        <w:t>168.9257</w:t>
      </w:r>
      <w:r>
        <w:tab/>
        <w:t>1.013e0</w:t>
      </w:r>
    </w:p>
    <w:p w:rsidR="00295810" w:rsidRDefault="00295810" w:rsidP="00295810">
      <w:r>
        <w:t>168.9430</w:t>
      </w:r>
      <w:r>
        <w:tab/>
        <w:t>1.013e0</w:t>
      </w:r>
    </w:p>
    <w:p w:rsidR="00295810" w:rsidRDefault="00295810" w:rsidP="00295810">
      <w:r>
        <w:lastRenderedPageBreak/>
        <w:t>169.0674</w:t>
      </w:r>
      <w:r>
        <w:tab/>
        <w:t>1.013e0</w:t>
      </w:r>
    </w:p>
    <w:p w:rsidR="00295810" w:rsidRDefault="00295810" w:rsidP="00295810">
      <w:r>
        <w:t>169.0846</w:t>
      </w:r>
      <w:r>
        <w:tab/>
        <w:t>1.013e0</w:t>
      </w:r>
    </w:p>
    <w:p w:rsidR="00295810" w:rsidRDefault="00295810" w:rsidP="00295810">
      <w:r>
        <w:t>169.1154</w:t>
      </w:r>
      <w:r>
        <w:tab/>
        <w:t>1.013e0</w:t>
      </w:r>
    </w:p>
    <w:p w:rsidR="00295810" w:rsidRDefault="00295810" w:rsidP="00295810">
      <w:r>
        <w:t>169.2014</w:t>
      </w:r>
      <w:r>
        <w:tab/>
        <w:t>1.013e0</w:t>
      </w:r>
    </w:p>
    <w:p w:rsidR="00295810" w:rsidRDefault="00295810" w:rsidP="00295810">
      <w:r>
        <w:t>169.2465</w:t>
      </w:r>
      <w:r>
        <w:tab/>
        <w:t>2.025e0</w:t>
      </w:r>
    </w:p>
    <w:p w:rsidR="00295810" w:rsidRDefault="00295810" w:rsidP="00295810">
      <w:r>
        <w:t>169.3055</w:t>
      </w:r>
      <w:r>
        <w:tab/>
        <w:t>2.025e0</w:t>
      </w:r>
    </w:p>
    <w:p w:rsidR="00295810" w:rsidRDefault="00295810" w:rsidP="00295810">
      <w:r>
        <w:t>169.3228</w:t>
      </w:r>
      <w:r>
        <w:tab/>
        <w:t>1.013e0</w:t>
      </w:r>
    </w:p>
    <w:p w:rsidR="00295810" w:rsidRDefault="00295810" w:rsidP="00295810">
      <w:r>
        <w:t>169.3713</w:t>
      </w:r>
      <w:r>
        <w:tab/>
        <w:t>1.013e0</w:t>
      </w:r>
    </w:p>
    <w:p w:rsidR="00295810" w:rsidRDefault="00295810" w:rsidP="00295810">
      <w:r>
        <w:t>169.4614</w:t>
      </w:r>
      <w:r>
        <w:tab/>
        <w:t>1.013e0</w:t>
      </w:r>
    </w:p>
    <w:p w:rsidR="00295810" w:rsidRDefault="00295810" w:rsidP="00295810">
      <w:r>
        <w:t>169.4996</w:t>
      </w:r>
      <w:r>
        <w:tab/>
        <w:t>1.013e0</w:t>
      </w:r>
    </w:p>
    <w:p w:rsidR="00295810" w:rsidRDefault="00295810" w:rsidP="00295810">
      <w:r>
        <w:t>169.5480</w:t>
      </w:r>
      <w:r>
        <w:tab/>
        <w:t>2.025e0</w:t>
      </w:r>
    </w:p>
    <w:p w:rsidR="00295810" w:rsidRDefault="00295810" w:rsidP="00295810">
      <w:r>
        <w:t>169.5789</w:t>
      </w:r>
      <w:r>
        <w:tab/>
        <w:t>1.013e0</w:t>
      </w:r>
    </w:p>
    <w:p w:rsidR="00295810" w:rsidRDefault="00295810" w:rsidP="00295810">
      <w:r>
        <w:t>169.6821</w:t>
      </w:r>
      <w:r>
        <w:tab/>
        <w:t>1.013e0</w:t>
      </w:r>
    </w:p>
    <w:p w:rsidR="00295810" w:rsidRDefault="00295810" w:rsidP="00295810">
      <w:r>
        <w:t>169.7653</w:t>
      </w:r>
      <w:r>
        <w:tab/>
        <w:t>1.013e0</w:t>
      </w:r>
    </w:p>
    <w:p w:rsidR="00295810" w:rsidRDefault="00295810" w:rsidP="00295810">
      <w:r>
        <w:t>169.7930</w:t>
      </w:r>
      <w:r>
        <w:tab/>
        <w:t>1.013e0</w:t>
      </w:r>
    </w:p>
    <w:p w:rsidR="00295810" w:rsidRDefault="00295810" w:rsidP="00295810">
      <w:r>
        <w:t>169.8590</w:t>
      </w:r>
      <w:r>
        <w:tab/>
        <w:t>1.013e0</w:t>
      </w:r>
    </w:p>
    <w:p w:rsidR="00295810" w:rsidRDefault="00295810" w:rsidP="00295810">
      <w:r>
        <w:t>170.0203</w:t>
      </w:r>
      <w:r>
        <w:tab/>
        <w:t>2.025e0</w:t>
      </w:r>
    </w:p>
    <w:p w:rsidR="00295810" w:rsidRDefault="00295810" w:rsidP="00295810">
      <w:r>
        <w:t>170.0533</w:t>
      </w:r>
      <w:r>
        <w:tab/>
        <w:t>2.025e0</w:t>
      </w:r>
    </w:p>
    <w:p w:rsidR="00295810" w:rsidRDefault="00295810" w:rsidP="00295810">
      <w:r>
        <w:t>170.0933</w:t>
      </w:r>
      <w:r>
        <w:tab/>
        <w:t>2.025e0</w:t>
      </w:r>
    </w:p>
    <w:p w:rsidR="00295810" w:rsidRDefault="00295810" w:rsidP="00295810">
      <w:r>
        <w:lastRenderedPageBreak/>
        <w:t>170.1246</w:t>
      </w:r>
      <w:r>
        <w:tab/>
        <w:t>3.038e0</w:t>
      </w:r>
    </w:p>
    <w:p w:rsidR="00295810" w:rsidRDefault="00295810" w:rsidP="00295810">
      <w:r>
        <w:t>170.1813</w:t>
      </w:r>
      <w:r>
        <w:tab/>
        <w:t>1.013e0</w:t>
      </w:r>
    </w:p>
    <w:p w:rsidR="00295810" w:rsidRDefault="00295810" w:rsidP="00295810">
      <w:r>
        <w:t>170.2296</w:t>
      </w:r>
      <w:r>
        <w:tab/>
        <w:t>1.013e0</w:t>
      </w:r>
    </w:p>
    <w:p w:rsidR="00295810" w:rsidRDefault="00295810" w:rsidP="00295810">
      <w:r>
        <w:t>170.3366</w:t>
      </w:r>
      <w:r>
        <w:tab/>
        <w:t>2.025e0</w:t>
      </w:r>
    </w:p>
    <w:p w:rsidR="00295810" w:rsidRDefault="00295810" w:rsidP="00295810">
      <w:r>
        <w:t>170.3714</w:t>
      </w:r>
      <w:r>
        <w:tab/>
        <w:t>1.013e0</w:t>
      </w:r>
    </w:p>
    <w:p w:rsidR="00295810" w:rsidRDefault="00295810" w:rsidP="00295810">
      <w:r>
        <w:t>170.4027</w:t>
      </w:r>
      <w:r>
        <w:tab/>
        <w:t>1.013e0</w:t>
      </w:r>
    </w:p>
    <w:p w:rsidR="00295810" w:rsidRDefault="00295810" w:rsidP="00295810">
      <w:r>
        <w:t>170.4896</w:t>
      </w:r>
      <w:r>
        <w:tab/>
        <w:t>3.038e0</w:t>
      </w:r>
    </w:p>
    <w:p w:rsidR="00295810" w:rsidRDefault="00295810" w:rsidP="00295810">
      <w:r>
        <w:t>170.5521</w:t>
      </w:r>
      <w:r>
        <w:tab/>
        <w:t>1.013e0</w:t>
      </w:r>
    </w:p>
    <w:p w:rsidR="00295810" w:rsidRDefault="00295810" w:rsidP="00295810">
      <w:r>
        <w:t>170.6285</w:t>
      </w:r>
      <w:r>
        <w:tab/>
        <w:t>1.013e0</w:t>
      </w:r>
    </w:p>
    <w:p w:rsidR="00295810" w:rsidRDefault="00295810" w:rsidP="00295810">
      <w:r>
        <w:t>170.7293</w:t>
      </w:r>
      <w:r>
        <w:tab/>
        <w:t>1.013e0</w:t>
      </w:r>
    </w:p>
    <w:p w:rsidR="00295810" w:rsidRDefault="00295810" w:rsidP="00295810">
      <w:r>
        <w:t>170.8233</w:t>
      </w:r>
      <w:r>
        <w:tab/>
        <w:t>1.013e0</w:t>
      </w:r>
    </w:p>
    <w:p w:rsidR="00295810" w:rsidRDefault="00295810" w:rsidP="00295810">
      <w:r>
        <w:t>170.8442</w:t>
      </w:r>
      <w:r>
        <w:tab/>
        <w:t>2.025e0</w:t>
      </w:r>
    </w:p>
    <w:p w:rsidR="00295810" w:rsidRDefault="00295810" w:rsidP="00295810">
      <w:r>
        <w:t>170.9135</w:t>
      </w:r>
      <w:r>
        <w:tab/>
        <w:t>1.013e0</w:t>
      </w:r>
    </w:p>
    <w:p w:rsidR="00295810" w:rsidRDefault="00295810" w:rsidP="00295810">
      <w:r>
        <w:t>170.9965</w:t>
      </w:r>
      <w:r>
        <w:tab/>
        <w:t>1.013e0</w:t>
      </w:r>
    </w:p>
    <w:p w:rsidR="00295810" w:rsidRDefault="00295810" w:rsidP="00295810">
      <w:r>
        <w:t>171.0623</w:t>
      </w:r>
      <w:r>
        <w:tab/>
        <w:t>1.013e0</w:t>
      </w:r>
    </w:p>
    <w:p w:rsidR="00295810" w:rsidRDefault="00295810" w:rsidP="00295810">
      <w:r>
        <w:t>171.1073</w:t>
      </w:r>
      <w:r>
        <w:tab/>
        <w:t>1.013e0</w:t>
      </w:r>
    </w:p>
    <w:p w:rsidR="00295810" w:rsidRDefault="00295810" w:rsidP="00295810">
      <w:r>
        <w:t>171.1974</w:t>
      </w:r>
      <w:r>
        <w:tab/>
        <w:t>1.013e0</w:t>
      </w:r>
    </w:p>
    <w:p w:rsidR="00295810" w:rsidRDefault="00295810" w:rsidP="00295810">
      <w:r>
        <w:t>171.2357</w:t>
      </w:r>
      <w:r>
        <w:tab/>
        <w:t>1.013e0</w:t>
      </w:r>
    </w:p>
    <w:p w:rsidR="00295810" w:rsidRDefault="00295810" w:rsidP="00295810">
      <w:r>
        <w:t>171.2566</w:t>
      </w:r>
      <w:r>
        <w:tab/>
        <w:t>2.025e0</w:t>
      </w:r>
    </w:p>
    <w:p w:rsidR="00295810" w:rsidRDefault="00295810" w:rsidP="00295810">
      <w:r>
        <w:lastRenderedPageBreak/>
        <w:t>171.3542</w:t>
      </w:r>
      <w:r>
        <w:tab/>
        <w:t>1.013e0</w:t>
      </w:r>
    </w:p>
    <w:p w:rsidR="00295810" w:rsidRDefault="00295810" w:rsidP="00295810">
      <w:r>
        <w:t>171.3785</w:t>
      </w:r>
      <w:r>
        <w:tab/>
        <w:t>1.013e0</w:t>
      </w:r>
    </w:p>
    <w:p w:rsidR="00295810" w:rsidRDefault="00295810" w:rsidP="00295810">
      <w:r>
        <w:t>171.4621</w:t>
      </w:r>
      <w:r>
        <w:tab/>
        <w:t>1.013e0</w:t>
      </w:r>
    </w:p>
    <w:p w:rsidR="00295810" w:rsidRDefault="00295810" w:rsidP="00295810">
      <w:r>
        <w:t>171.5369</w:t>
      </w:r>
      <w:r>
        <w:tab/>
        <w:t>2.025e0</w:t>
      </w:r>
    </w:p>
    <w:p w:rsidR="00295810" w:rsidRDefault="00295810" w:rsidP="00295810">
      <w:r>
        <w:t>171.5805</w:t>
      </w:r>
      <w:r>
        <w:tab/>
        <w:t>1.013e0</w:t>
      </w:r>
    </w:p>
    <w:p w:rsidR="00295810" w:rsidRDefault="00295810" w:rsidP="00295810">
      <w:r>
        <w:t>171.6867</w:t>
      </w:r>
      <w:r>
        <w:tab/>
        <w:t>2.025e0</w:t>
      </w:r>
    </w:p>
    <w:p w:rsidR="00295810" w:rsidRDefault="00295810" w:rsidP="00295810">
      <w:r>
        <w:t>171.7372</w:t>
      </w:r>
      <w:r>
        <w:tab/>
        <w:t>1.013e0</w:t>
      </w:r>
    </w:p>
    <w:p w:rsidR="00295810" w:rsidRDefault="00295810" w:rsidP="00295810">
      <w:r>
        <w:t>171.7895</w:t>
      </w:r>
      <w:r>
        <w:tab/>
        <w:t>1.013e0</w:t>
      </w:r>
    </w:p>
    <w:p w:rsidR="00295810" w:rsidRDefault="00295810" w:rsidP="00295810">
      <w:r>
        <w:t>171.8574</w:t>
      </w:r>
      <w:r>
        <w:tab/>
        <w:t>2.025e0</w:t>
      </w:r>
    </w:p>
    <w:p w:rsidR="00295810" w:rsidRDefault="00295810" w:rsidP="00295810">
      <w:r>
        <w:t>171.8870</w:t>
      </w:r>
      <w:r>
        <w:tab/>
        <w:t>1.013e0</w:t>
      </w:r>
    </w:p>
    <w:p w:rsidR="00295810" w:rsidRDefault="00295810" w:rsidP="00295810">
      <w:r>
        <w:t>171.9324</w:t>
      </w:r>
      <w:r>
        <w:tab/>
        <w:t>1.013e0</w:t>
      </w:r>
    </w:p>
    <w:p w:rsidR="00295810" w:rsidRDefault="00295810" w:rsidP="00295810">
      <w:r>
        <w:t>172.0823</w:t>
      </w:r>
      <w:r>
        <w:tab/>
        <w:t>1.013e0</w:t>
      </w:r>
    </w:p>
    <w:p w:rsidR="00295810" w:rsidRDefault="00295810" w:rsidP="00295810">
      <w:r>
        <w:t>172.1904</w:t>
      </w:r>
      <w:r>
        <w:tab/>
        <w:t>1.013e0</w:t>
      </w:r>
    </w:p>
    <w:p w:rsidR="00295810" w:rsidRDefault="00295810" w:rsidP="00295810">
      <w:r>
        <w:t>172.2393</w:t>
      </w:r>
      <w:r>
        <w:tab/>
        <w:t>1.013e0</w:t>
      </w:r>
    </w:p>
    <w:p w:rsidR="00295810" w:rsidRDefault="00295810" w:rsidP="00295810">
      <w:r>
        <w:t>172.3195</w:t>
      </w:r>
      <w:r>
        <w:tab/>
        <w:t>1.013e0</w:t>
      </w:r>
    </w:p>
    <w:p w:rsidR="00295810" w:rsidRDefault="00295810" w:rsidP="00295810">
      <w:r>
        <w:t>172.4223</w:t>
      </w:r>
      <w:r>
        <w:tab/>
        <w:t>2.025e0</w:t>
      </w:r>
    </w:p>
    <w:p w:rsidR="00295810" w:rsidRDefault="00295810" w:rsidP="00295810">
      <w:r>
        <w:t>172.5042</w:t>
      </w:r>
      <w:r>
        <w:tab/>
        <w:t>1.013e0</w:t>
      </w:r>
    </w:p>
    <w:p w:rsidR="00295810" w:rsidRDefault="00295810" w:rsidP="00295810">
      <w:r>
        <w:t>172.5775</w:t>
      </w:r>
      <w:r>
        <w:tab/>
        <w:t>1.013e0</w:t>
      </w:r>
    </w:p>
    <w:p w:rsidR="00295810" w:rsidRDefault="00295810" w:rsidP="00295810">
      <w:r>
        <w:t>172.7205</w:t>
      </w:r>
      <w:r>
        <w:tab/>
        <w:t>2.025e0</w:t>
      </w:r>
    </w:p>
    <w:p w:rsidR="00295810" w:rsidRDefault="00295810" w:rsidP="00295810">
      <w:r>
        <w:lastRenderedPageBreak/>
        <w:t>172.8287</w:t>
      </w:r>
      <w:r>
        <w:tab/>
        <w:t>1.013e0</w:t>
      </w:r>
    </w:p>
    <w:p w:rsidR="00295810" w:rsidRDefault="00295810" w:rsidP="00295810">
      <w:r>
        <w:t>172.8706</w:t>
      </w:r>
      <w:r>
        <w:tab/>
        <w:t>1.013e0</w:t>
      </w:r>
    </w:p>
    <w:p w:rsidR="00295810" w:rsidRDefault="00295810" w:rsidP="00295810">
      <w:r>
        <w:t>172.8916</w:t>
      </w:r>
      <w:r>
        <w:tab/>
        <w:t>1.013e0</w:t>
      </w:r>
    </w:p>
    <w:p w:rsidR="00295810" w:rsidRDefault="00295810" w:rsidP="00295810">
      <w:r>
        <w:t>173.0034</w:t>
      </w:r>
      <w:r>
        <w:tab/>
        <w:t>1.013e0</w:t>
      </w:r>
    </w:p>
    <w:p w:rsidR="00295810" w:rsidRDefault="00295810" w:rsidP="00295810">
      <w:r>
        <w:t>173.0314</w:t>
      </w:r>
      <w:r>
        <w:tab/>
        <w:t>1.013e0</w:t>
      </w:r>
    </w:p>
    <w:p w:rsidR="00295810" w:rsidRDefault="00295810" w:rsidP="00295810">
      <w:r>
        <w:t>173.0790</w:t>
      </w:r>
      <w:r>
        <w:tab/>
        <w:t>4.051e0</w:t>
      </w:r>
    </w:p>
    <w:p w:rsidR="00295810" w:rsidRDefault="00295810" w:rsidP="00295810">
      <w:r>
        <w:t>173.1083</w:t>
      </w:r>
      <w:r>
        <w:tab/>
        <w:t>1.013e0</w:t>
      </w:r>
    </w:p>
    <w:p w:rsidR="00295810" w:rsidRDefault="00295810" w:rsidP="00295810">
      <w:r>
        <w:t>173.1398</w:t>
      </w:r>
      <w:r>
        <w:tab/>
        <w:t>1.013e0</w:t>
      </w:r>
    </w:p>
    <w:p w:rsidR="00295810" w:rsidRDefault="00295810" w:rsidP="00295810">
      <w:r>
        <w:t>173.2272</w:t>
      </w:r>
      <w:r>
        <w:tab/>
        <w:t>1.013e0</w:t>
      </w:r>
    </w:p>
    <w:p w:rsidR="00295810" w:rsidRDefault="00295810" w:rsidP="00295810">
      <w:r>
        <w:t>173.3007</w:t>
      </w:r>
      <w:r>
        <w:tab/>
        <w:t>1.013e0</w:t>
      </w:r>
    </w:p>
    <w:p w:rsidR="00295810" w:rsidRDefault="00295810" w:rsidP="00295810">
      <w:r>
        <w:t>173.3671</w:t>
      </w:r>
      <w:r>
        <w:tab/>
        <w:t>1.013e0</w:t>
      </w:r>
    </w:p>
    <w:p w:rsidR="00295810" w:rsidRDefault="00295810" w:rsidP="00295810">
      <w:r>
        <w:t>173.4230</w:t>
      </w:r>
      <w:r>
        <w:tab/>
        <w:t>1.013e0</w:t>
      </w:r>
    </w:p>
    <w:p w:rsidR="00295810" w:rsidRDefault="00295810" w:rsidP="00295810">
      <w:r>
        <w:t>173.4720</w:t>
      </w:r>
      <w:r>
        <w:tab/>
        <w:t>1.013e0</w:t>
      </w:r>
    </w:p>
    <w:p w:rsidR="00295810" w:rsidRDefault="00295810" w:rsidP="00295810">
      <w:r>
        <w:t>173.5550</w:t>
      </w:r>
      <w:r>
        <w:tab/>
        <w:t>3.038e0</w:t>
      </w:r>
    </w:p>
    <w:p w:rsidR="00295810" w:rsidRDefault="00295810" w:rsidP="00295810">
      <w:r>
        <w:t>173.5804</w:t>
      </w:r>
      <w:r>
        <w:tab/>
        <w:t>1.013e0</w:t>
      </w:r>
    </w:p>
    <w:p w:rsidR="00295810" w:rsidRDefault="00295810" w:rsidP="00295810">
      <w:r>
        <w:t>173.6223</w:t>
      </w:r>
      <w:r>
        <w:tab/>
        <w:t>1.013e0</w:t>
      </w:r>
    </w:p>
    <w:p w:rsidR="00295810" w:rsidRDefault="00295810" w:rsidP="00295810">
      <w:r>
        <w:t>173.6748</w:t>
      </w:r>
      <w:r>
        <w:tab/>
        <w:t>1.013e0</w:t>
      </w:r>
    </w:p>
    <w:p w:rsidR="00295810" w:rsidRDefault="00295810" w:rsidP="00295810">
      <w:r>
        <w:t>173.7395</w:t>
      </w:r>
      <w:r>
        <w:tab/>
        <w:t>2.025e0</w:t>
      </w:r>
    </w:p>
    <w:p w:rsidR="00295810" w:rsidRDefault="00295810" w:rsidP="00295810">
      <w:r>
        <w:t>173.8007</w:t>
      </w:r>
      <w:r>
        <w:tab/>
        <w:t>1.013e0</w:t>
      </w:r>
    </w:p>
    <w:p w:rsidR="00295810" w:rsidRDefault="00295810" w:rsidP="00295810">
      <w:r>
        <w:lastRenderedPageBreak/>
        <w:t>173.8707</w:t>
      </w:r>
      <w:r>
        <w:tab/>
        <w:t>1.013e0</w:t>
      </w:r>
    </w:p>
    <w:p w:rsidR="00295810" w:rsidRDefault="00295810" w:rsidP="00295810">
      <w:r>
        <w:t>174.1123</w:t>
      </w:r>
      <w:r>
        <w:tab/>
        <w:t>1.013e0</w:t>
      </w:r>
    </w:p>
    <w:p w:rsidR="00295810" w:rsidRDefault="00295810" w:rsidP="00295810">
      <w:r>
        <w:t>174.1893</w:t>
      </w:r>
      <w:r>
        <w:tab/>
        <w:t>1.013e0</w:t>
      </w:r>
    </w:p>
    <w:p w:rsidR="00295810" w:rsidRDefault="00295810" w:rsidP="00295810">
      <w:r>
        <w:t>174.5260</w:t>
      </w:r>
      <w:r>
        <w:tab/>
        <w:t>1.013e0</w:t>
      </w:r>
    </w:p>
    <w:p w:rsidR="00295810" w:rsidRDefault="00295810" w:rsidP="00295810">
      <w:r>
        <w:t>174.5506</w:t>
      </w:r>
      <w:r>
        <w:tab/>
        <w:t>1.013e0</w:t>
      </w:r>
    </w:p>
    <w:p w:rsidR="00295810" w:rsidRDefault="00295810" w:rsidP="00295810">
      <w:r>
        <w:t>174.5718</w:t>
      </w:r>
      <w:r>
        <w:tab/>
        <w:t>2.025e0</w:t>
      </w:r>
    </w:p>
    <w:p w:rsidR="00295810" w:rsidRDefault="00295810" w:rsidP="00295810">
      <w:r>
        <w:t>174.6158</w:t>
      </w:r>
      <w:r>
        <w:tab/>
        <w:t>2.025e0</w:t>
      </w:r>
    </w:p>
    <w:p w:rsidR="00295810" w:rsidRDefault="00295810" w:rsidP="00295810">
      <w:r>
        <w:t>174.6351</w:t>
      </w:r>
      <w:r>
        <w:tab/>
        <w:t>1.013e0</w:t>
      </w:r>
    </w:p>
    <w:p w:rsidR="00295810" w:rsidRDefault="00295810" w:rsidP="00295810">
      <w:r>
        <w:t>174.7038</w:t>
      </w:r>
      <w:r>
        <w:tab/>
        <w:t>2.025e0</w:t>
      </w:r>
    </w:p>
    <w:p w:rsidR="00295810" w:rsidRDefault="00295810" w:rsidP="00295810">
      <w:r>
        <w:t>174.8460</w:t>
      </w:r>
      <w:r>
        <w:tab/>
        <w:t>1.013e0</w:t>
      </w:r>
    </w:p>
    <w:p w:rsidR="00295810" w:rsidRDefault="00295810" w:rsidP="00295810">
      <w:r>
        <w:t>174.8671</w:t>
      </w:r>
      <w:r>
        <w:tab/>
        <w:t>2.025e0</w:t>
      </w:r>
    </w:p>
    <w:p w:rsidR="00295810" w:rsidRDefault="00295810" w:rsidP="00295810">
      <w:r>
        <w:t>175.0863</w:t>
      </w:r>
      <w:r>
        <w:tab/>
        <w:t>2.025e0</w:t>
      </w:r>
    </w:p>
    <w:p w:rsidR="00295810" w:rsidRDefault="00295810" w:rsidP="00295810">
      <w:r>
        <w:t>175.1138</w:t>
      </w:r>
      <w:r>
        <w:tab/>
        <w:t>5.063e0</w:t>
      </w:r>
    </w:p>
    <w:p w:rsidR="00295810" w:rsidRDefault="00295810" w:rsidP="00295810">
      <w:r>
        <w:t>175.1407</w:t>
      </w:r>
      <w:r>
        <w:tab/>
        <w:t>1.013e0</w:t>
      </w:r>
    </w:p>
    <w:p w:rsidR="00295810" w:rsidRDefault="00295810" w:rsidP="00295810">
      <w:r>
        <w:t>175.1723</w:t>
      </w:r>
      <w:r>
        <w:tab/>
        <w:t>1.013e0</w:t>
      </w:r>
    </w:p>
    <w:p w:rsidR="00295810" w:rsidRDefault="00295810" w:rsidP="00295810">
      <w:r>
        <w:t>175.3480</w:t>
      </w:r>
      <w:r>
        <w:tab/>
        <w:t>1.013e0</w:t>
      </w:r>
    </w:p>
    <w:p w:rsidR="00295810" w:rsidRDefault="00295810" w:rsidP="00295810">
      <w:r>
        <w:t>175.3692</w:t>
      </w:r>
      <w:r>
        <w:tab/>
        <w:t>1.013e0</w:t>
      </w:r>
    </w:p>
    <w:p w:rsidR="00295810" w:rsidRDefault="00295810" w:rsidP="00295810">
      <w:r>
        <w:t>175.4452</w:t>
      </w:r>
      <w:r>
        <w:tab/>
        <w:t>2.025e0</w:t>
      </w:r>
    </w:p>
    <w:p w:rsidR="00295810" w:rsidRDefault="00295810" w:rsidP="00295810">
      <w:r>
        <w:t>175.4718</w:t>
      </w:r>
      <w:r>
        <w:tab/>
        <w:t>1.013e0</w:t>
      </w:r>
    </w:p>
    <w:p w:rsidR="00295810" w:rsidRDefault="00295810" w:rsidP="00295810">
      <w:r>
        <w:lastRenderedPageBreak/>
        <w:t>175.5107</w:t>
      </w:r>
      <w:r>
        <w:tab/>
        <w:t>1.013e0</w:t>
      </w:r>
    </w:p>
    <w:p w:rsidR="00295810" w:rsidRDefault="00295810" w:rsidP="00295810">
      <w:r>
        <w:t>175.6581</w:t>
      </w:r>
      <w:r>
        <w:tab/>
        <w:t>1.013e0</w:t>
      </w:r>
    </w:p>
    <w:p w:rsidR="00295810" w:rsidRDefault="00295810" w:rsidP="00295810">
      <w:r>
        <w:t>175.7179</w:t>
      </w:r>
      <w:r>
        <w:tab/>
        <w:t>1.013e0</w:t>
      </w:r>
    </w:p>
    <w:p w:rsidR="00295810" w:rsidRDefault="00295810" w:rsidP="00295810">
      <w:r>
        <w:t>175.7495</w:t>
      </w:r>
      <w:r>
        <w:tab/>
        <w:t>1.013e0</w:t>
      </w:r>
    </w:p>
    <w:p w:rsidR="00295810" w:rsidRDefault="00295810" w:rsidP="00295810">
      <w:r>
        <w:t>175.7917</w:t>
      </w:r>
      <w:r>
        <w:tab/>
        <w:t>1.013e0</w:t>
      </w:r>
    </w:p>
    <w:p w:rsidR="00295810" w:rsidRDefault="00295810" w:rsidP="00295810">
      <w:r>
        <w:t>175.8444</w:t>
      </w:r>
      <w:r>
        <w:tab/>
        <w:t>2.025e0</w:t>
      </w:r>
    </w:p>
    <w:p w:rsidR="00295810" w:rsidRDefault="00295810" w:rsidP="00295810">
      <w:r>
        <w:t>175.9111</w:t>
      </w:r>
      <w:r>
        <w:tab/>
        <w:t>1.013e0</w:t>
      </w:r>
    </w:p>
    <w:p w:rsidR="00295810" w:rsidRDefault="00295810" w:rsidP="00295810">
      <w:r>
        <w:t>175.9825</w:t>
      </w:r>
      <w:r>
        <w:tab/>
        <w:t>3.038e0</w:t>
      </w:r>
    </w:p>
    <w:p w:rsidR="00295810" w:rsidRDefault="00295810" w:rsidP="00295810">
      <w:r>
        <w:t>176.0421</w:t>
      </w:r>
      <w:r>
        <w:tab/>
        <w:t>1.013e0</w:t>
      </w:r>
    </w:p>
    <w:p w:rsidR="00295810" w:rsidRDefault="00295810" w:rsidP="00295810">
      <w:r>
        <w:t>176.1587</w:t>
      </w:r>
      <w:r>
        <w:tab/>
        <w:t>1.013e0</w:t>
      </w:r>
    </w:p>
    <w:p w:rsidR="00295810" w:rsidRDefault="00295810" w:rsidP="00295810">
      <w:r>
        <w:t>176.1832</w:t>
      </w:r>
      <w:r>
        <w:tab/>
        <w:t>1.013e0</w:t>
      </w:r>
    </w:p>
    <w:p w:rsidR="00295810" w:rsidRDefault="00295810" w:rsidP="00295810">
      <w:r>
        <w:t>176.2254</w:t>
      </w:r>
      <w:r>
        <w:tab/>
        <w:t>1.013e0</w:t>
      </w:r>
    </w:p>
    <w:p w:rsidR="00295810" w:rsidRDefault="00295810" w:rsidP="00295810">
      <w:r>
        <w:t>176.2571</w:t>
      </w:r>
      <w:r>
        <w:tab/>
        <w:t>1.013e0</w:t>
      </w:r>
    </w:p>
    <w:p w:rsidR="00295810" w:rsidRDefault="00295810" w:rsidP="00295810">
      <w:r>
        <w:t>176.3239</w:t>
      </w:r>
      <w:r>
        <w:tab/>
        <w:t>1.013e0</w:t>
      </w:r>
    </w:p>
    <w:p w:rsidR="00295810" w:rsidRDefault="00295810" w:rsidP="00295810">
      <w:r>
        <w:t>176.4013</w:t>
      </w:r>
      <w:r>
        <w:tab/>
        <w:t>1.013e0</w:t>
      </w:r>
    </w:p>
    <w:p w:rsidR="00295810" w:rsidRDefault="00295810" w:rsidP="00295810">
      <w:r>
        <w:t>176.6316</w:t>
      </w:r>
      <w:r>
        <w:tab/>
        <w:t>1.013e0</w:t>
      </w:r>
    </w:p>
    <w:p w:rsidR="00295810" w:rsidRDefault="00295810" w:rsidP="00295810">
      <w:r>
        <w:t>176.6491</w:t>
      </w:r>
      <w:r>
        <w:tab/>
        <w:t>1.013e0</w:t>
      </w:r>
    </w:p>
    <w:p w:rsidR="00295810" w:rsidRDefault="00295810" w:rsidP="00295810">
      <w:r>
        <w:t>176.7335</w:t>
      </w:r>
      <w:r>
        <w:tab/>
        <w:t>2.025e0</w:t>
      </w:r>
    </w:p>
    <w:p w:rsidR="00295810" w:rsidRDefault="00295810" w:rsidP="00295810">
      <w:r>
        <w:t>176.7687</w:t>
      </w:r>
      <w:r>
        <w:tab/>
        <w:t>1.013e0</w:t>
      </w:r>
    </w:p>
    <w:p w:rsidR="00295810" w:rsidRDefault="00295810" w:rsidP="00295810">
      <w:r>
        <w:lastRenderedPageBreak/>
        <w:t>177.0197</w:t>
      </w:r>
      <w:r>
        <w:tab/>
        <w:t>1.013e0</w:t>
      </w:r>
    </w:p>
    <w:p w:rsidR="00295810" w:rsidRDefault="00295810" w:rsidP="00295810">
      <w:r>
        <w:t>177.0446</w:t>
      </w:r>
      <w:r>
        <w:tab/>
        <w:t>1.013e0</w:t>
      </w:r>
    </w:p>
    <w:p w:rsidR="00295810" w:rsidRDefault="00295810" w:rsidP="00295810">
      <w:r>
        <w:t>177.1374</w:t>
      </w:r>
      <w:r>
        <w:tab/>
        <w:t>3.038e0</w:t>
      </w:r>
    </w:p>
    <w:p w:rsidR="00295810" w:rsidRDefault="00295810" w:rsidP="00295810">
      <w:r>
        <w:t>177.1634</w:t>
      </w:r>
      <w:r>
        <w:tab/>
        <w:t>4.051e0</w:t>
      </w:r>
    </w:p>
    <w:p w:rsidR="00295810" w:rsidRDefault="00295810" w:rsidP="00295810">
      <w:r>
        <w:t>177.2352</w:t>
      </w:r>
      <w:r>
        <w:tab/>
        <w:t>2.025e0</w:t>
      </w:r>
    </w:p>
    <w:p w:rsidR="00295810" w:rsidRDefault="00295810" w:rsidP="00295810">
      <w:r>
        <w:t>177.2754</w:t>
      </w:r>
      <w:r>
        <w:tab/>
        <w:t>3.038e0</w:t>
      </w:r>
    </w:p>
    <w:p w:rsidR="00295810" w:rsidRDefault="00295810" w:rsidP="00295810">
      <w:r>
        <w:t>177.4743</w:t>
      </w:r>
      <w:r>
        <w:tab/>
        <w:t>2.025e0</w:t>
      </w:r>
    </w:p>
    <w:p w:rsidR="00295810" w:rsidRDefault="00295810" w:rsidP="00295810">
      <w:r>
        <w:t>177.5855</w:t>
      </w:r>
      <w:r>
        <w:tab/>
        <w:t>1.013e0</w:t>
      </w:r>
    </w:p>
    <w:p w:rsidR="00295810" w:rsidRDefault="00295810" w:rsidP="00295810">
      <w:r>
        <w:t>177.6261</w:t>
      </w:r>
      <w:r>
        <w:tab/>
        <w:t>2.025e0</w:t>
      </w:r>
    </w:p>
    <w:p w:rsidR="00295810" w:rsidRDefault="00295810" w:rsidP="00295810">
      <w:r>
        <w:t>177.7729</w:t>
      </w:r>
      <w:r>
        <w:tab/>
        <w:t>1.013e0</w:t>
      </w:r>
    </w:p>
    <w:p w:rsidR="00295810" w:rsidRDefault="00295810" w:rsidP="00295810">
      <w:r>
        <w:t>177.8104</w:t>
      </w:r>
      <w:r>
        <w:tab/>
        <w:t>2.025e0</w:t>
      </w:r>
    </w:p>
    <w:p w:rsidR="00295810" w:rsidRDefault="00295810" w:rsidP="00295810">
      <w:r>
        <w:t>177.8409</w:t>
      </w:r>
      <w:r>
        <w:tab/>
        <w:t>1.013e0</w:t>
      </w:r>
    </w:p>
    <w:p w:rsidR="00295810" w:rsidRDefault="00295810" w:rsidP="00295810">
      <w:r>
        <w:t>177.8798</w:t>
      </w:r>
      <w:r>
        <w:tab/>
        <w:t>1.013e0</w:t>
      </w:r>
    </w:p>
    <w:p w:rsidR="00295810" w:rsidRDefault="00295810" w:rsidP="00295810">
      <w:r>
        <w:t>177.9327</w:t>
      </w:r>
      <w:r>
        <w:tab/>
        <w:t>1.013e0</w:t>
      </w:r>
    </w:p>
    <w:p w:rsidR="00295810" w:rsidRDefault="00295810" w:rsidP="00295810">
      <w:r>
        <w:t>177.9539</w:t>
      </w:r>
      <w:r>
        <w:tab/>
        <w:t>1.013e0</w:t>
      </w:r>
    </w:p>
    <w:p w:rsidR="00295810" w:rsidRDefault="00295810" w:rsidP="00295810">
      <w:r>
        <w:t>178.0033</w:t>
      </w:r>
      <w:r>
        <w:tab/>
        <w:t>2.025e0</w:t>
      </w:r>
    </w:p>
    <w:p w:rsidR="00295810" w:rsidRDefault="00295810" w:rsidP="00295810">
      <w:r>
        <w:t>178.0245</w:t>
      </w:r>
      <w:r>
        <w:tab/>
        <w:t>3.038e0</w:t>
      </w:r>
    </w:p>
    <w:p w:rsidR="00295810" w:rsidRDefault="00295810" w:rsidP="00295810">
      <w:r>
        <w:t>178.0527</w:t>
      </w:r>
      <w:r>
        <w:tab/>
        <w:t>2.025e0</w:t>
      </w:r>
    </w:p>
    <w:p w:rsidR="00295810" w:rsidRDefault="00295810" w:rsidP="00295810">
      <w:r>
        <w:t>178.0808</w:t>
      </w:r>
      <w:r>
        <w:tab/>
        <w:t>2.025e0</w:t>
      </w:r>
    </w:p>
    <w:p w:rsidR="00295810" w:rsidRDefault="00295810" w:rsidP="00295810">
      <w:r>
        <w:lastRenderedPageBreak/>
        <w:t>178.1267</w:t>
      </w:r>
      <w:r>
        <w:tab/>
        <w:t>1.317e1</w:t>
      </w:r>
    </w:p>
    <w:p w:rsidR="00295810" w:rsidRDefault="00295810" w:rsidP="00295810">
      <w:r>
        <w:t>178.2061</w:t>
      </w:r>
      <w:r>
        <w:tab/>
        <w:t>1.013e0</w:t>
      </w:r>
    </w:p>
    <w:p w:rsidR="00295810" w:rsidRDefault="00295810" w:rsidP="00295810">
      <w:r>
        <w:t>178.2307</w:t>
      </w:r>
      <w:r>
        <w:tab/>
        <w:t>1.013e0</w:t>
      </w:r>
    </w:p>
    <w:p w:rsidR="00295810" w:rsidRDefault="00295810" w:rsidP="00295810">
      <w:r>
        <w:t>178.2730</w:t>
      </w:r>
      <w:r>
        <w:tab/>
        <w:t>2.025e0</w:t>
      </w:r>
    </w:p>
    <w:p w:rsidR="00295810" w:rsidRDefault="00295810" w:rsidP="00295810">
      <w:r>
        <w:t>178.3331</w:t>
      </w:r>
      <w:r>
        <w:tab/>
        <w:t>1.013e0</w:t>
      </w:r>
    </w:p>
    <w:p w:rsidR="00295810" w:rsidRDefault="00295810" w:rsidP="00295810">
      <w:r>
        <w:t>178.3543</w:t>
      </w:r>
      <w:r>
        <w:tab/>
        <w:t>1.013e0</w:t>
      </w:r>
    </w:p>
    <w:p w:rsidR="00295810" w:rsidRDefault="00295810" w:rsidP="00295810">
      <w:r>
        <w:t>178.4108</w:t>
      </w:r>
      <w:r>
        <w:tab/>
        <w:t>4.051e0</w:t>
      </w:r>
    </w:p>
    <w:p w:rsidR="00295810" w:rsidRDefault="00295810" w:rsidP="00295810">
      <w:r>
        <w:t>178.4340</w:t>
      </w:r>
      <w:r>
        <w:tab/>
        <w:t>2.025e0</w:t>
      </w:r>
    </w:p>
    <w:p w:rsidR="00295810" w:rsidRDefault="00295810" w:rsidP="00295810">
      <w:r>
        <w:t>178.4607</w:t>
      </w:r>
      <w:r>
        <w:tab/>
        <w:t>1.013e0</w:t>
      </w:r>
    </w:p>
    <w:p w:rsidR="00295810" w:rsidRDefault="00295810" w:rsidP="00295810">
      <w:r>
        <w:t>178.4822</w:t>
      </w:r>
      <w:r>
        <w:tab/>
        <w:t>1.013e0</w:t>
      </w:r>
    </w:p>
    <w:p w:rsidR="00295810" w:rsidRDefault="00295810" w:rsidP="00295810">
      <w:r>
        <w:t>178.5038</w:t>
      </w:r>
      <w:r>
        <w:tab/>
        <w:t>1.013e0</w:t>
      </w:r>
    </w:p>
    <w:p w:rsidR="00295810" w:rsidRDefault="00295810" w:rsidP="00295810">
      <w:r>
        <w:t>178.5431</w:t>
      </w:r>
      <w:r>
        <w:tab/>
        <w:t>2.025e0</w:t>
      </w:r>
    </w:p>
    <w:p w:rsidR="00295810" w:rsidRDefault="00295810" w:rsidP="00295810">
      <w:r>
        <w:t>178.5783</w:t>
      </w:r>
      <w:r>
        <w:tab/>
        <w:t>1.013e0</w:t>
      </w:r>
    </w:p>
    <w:p w:rsidR="00295810" w:rsidRDefault="00295810" w:rsidP="00295810">
      <w:r>
        <w:t>178.6030</w:t>
      </w:r>
      <w:r>
        <w:tab/>
        <w:t>1.013e0</w:t>
      </w:r>
    </w:p>
    <w:p w:rsidR="00295810" w:rsidRDefault="00295810" w:rsidP="00295810">
      <w:r>
        <w:t>178.6313</w:t>
      </w:r>
      <w:r>
        <w:tab/>
        <w:t>1.013e0</w:t>
      </w:r>
    </w:p>
    <w:p w:rsidR="00295810" w:rsidRDefault="00295810" w:rsidP="00295810">
      <w:r>
        <w:t>178.6843</w:t>
      </w:r>
      <w:r>
        <w:tab/>
        <w:t>1.013e0</w:t>
      </w:r>
    </w:p>
    <w:p w:rsidR="00295810" w:rsidRDefault="00295810" w:rsidP="00295810">
      <w:r>
        <w:t>178.7463</w:t>
      </w:r>
      <w:r>
        <w:tab/>
        <w:t>2.025e0</w:t>
      </w:r>
    </w:p>
    <w:p w:rsidR="00295810" w:rsidRDefault="00295810" w:rsidP="00295810">
      <w:r>
        <w:t>178.7769</w:t>
      </w:r>
      <w:r>
        <w:tab/>
        <w:t>2.025e0</w:t>
      </w:r>
    </w:p>
    <w:p w:rsidR="00295810" w:rsidRDefault="00295810" w:rsidP="00295810">
      <w:r>
        <w:t>178.8126</w:t>
      </w:r>
      <w:r>
        <w:tab/>
        <w:t>1.013e0</w:t>
      </w:r>
    </w:p>
    <w:p w:rsidR="00295810" w:rsidRDefault="00295810" w:rsidP="00295810">
      <w:r>
        <w:lastRenderedPageBreak/>
        <w:t>178.8590</w:t>
      </w:r>
      <w:r>
        <w:tab/>
        <w:t>1.013e0</w:t>
      </w:r>
    </w:p>
    <w:p w:rsidR="00295810" w:rsidRDefault="00295810" w:rsidP="00295810">
      <w:r>
        <w:t>178.9191</w:t>
      </w:r>
      <w:r>
        <w:tab/>
        <w:t>2.025e0</w:t>
      </w:r>
    </w:p>
    <w:p w:rsidR="00295810" w:rsidRDefault="00295810" w:rsidP="00295810">
      <w:r>
        <w:t>178.9580</w:t>
      </w:r>
      <w:r>
        <w:tab/>
        <w:t>1.013e0</w:t>
      </w:r>
    </w:p>
    <w:p w:rsidR="00295810" w:rsidRDefault="00295810" w:rsidP="00295810">
      <w:r>
        <w:t>178.9933</w:t>
      </w:r>
      <w:r>
        <w:tab/>
        <w:t>1.013e0</w:t>
      </w:r>
    </w:p>
    <w:p w:rsidR="00295810" w:rsidRDefault="00295810" w:rsidP="00295810">
      <w:r>
        <w:t>179.0216</w:t>
      </w:r>
      <w:r>
        <w:tab/>
        <w:t>1.013e0</w:t>
      </w:r>
    </w:p>
    <w:p w:rsidR="00295810" w:rsidRDefault="00295810" w:rsidP="00295810">
      <w:r>
        <w:t>179.0643</w:t>
      </w:r>
      <w:r>
        <w:tab/>
        <w:t>1.013e0</w:t>
      </w:r>
    </w:p>
    <w:p w:rsidR="00295810" w:rsidRDefault="00295810" w:rsidP="00295810">
      <w:r>
        <w:t>179.1646</w:t>
      </w:r>
      <w:r>
        <w:tab/>
        <w:t>1.013e0</w:t>
      </w:r>
    </w:p>
    <w:p w:rsidR="00295810" w:rsidRDefault="00295810" w:rsidP="00295810">
      <w:r>
        <w:t>179.2353</w:t>
      </w:r>
      <w:r>
        <w:tab/>
        <w:t>1.013e0</w:t>
      </w:r>
    </w:p>
    <w:p w:rsidR="00295810" w:rsidRDefault="00295810" w:rsidP="00295810">
      <w:r>
        <w:t>179.3344</w:t>
      </w:r>
      <w:r>
        <w:tab/>
        <w:t>1.013e0</w:t>
      </w:r>
    </w:p>
    <w:p w:rsidR="00295810" w:rsidRDefault="00295810" w:rsidP="00295810">
      <w:r>
        <w:t>179.3848</w:t>
      </w:r>
      <w:r>
        <w:tab/>
        <w:t>1.013e0</w:t>
      </w:r>
    </w:p>
    <w:p w:rsidR="00295810" w:rsidRDefault="00295810" w:rsidP="00295810">
      <w:r>
        <w:t>179.4809</w:t>
      </w:r>
      <w:r>
        <w:tab/>
        <w:t>1.013e0</w:t>
      </w:r>
    </w:p>
    <w:p w:rsidR="00295810" w:rsidRDefault="00295810" w:rsidP="00295810">
      <w:r>
        <w:t>179.5376</w:t>
      </w:r>
      <w:r>
        <w:tab/>
        <w:t>1.013e0</w:t>
      </w:r>
    </w:p>
    <w:p w:rsidR="00295810" w:rsidRDefault="00295810" w:rsidP="00295810">
      <w:r>
        <w:t>179.6047</w:t>
      </w:r>
      <w:r>
        <w:tab/>
        <w:t>1.013e0</w:t>
      </w:r>
    </w:p>
    <w:p w:rsidR="00295810" w:rsidRDefault="00295810" w:rsidP="00295810">
      <w:r>
        <w:t>179.6516</w:t>
      </w:r>
      <w:r>
        <w:tab/>
        <w:t>1.013e0</w:t>
      </w:r>
    </w:p>
    <w:p w:rsidR="00295810" w:rsidRDefault="00295810" w:rsidP="00295810">
      <w:r>
        <w:t>179.6769</w:t>
      </w:r>
      <w:r>
        <w:tab/>
        <w:t>1.013e0</w:t>
      </w:r>
    </w:p>
    <w:p w:rsidR="00295810" w:rsidRDefault="00295810" w:rsidP="00295810">
      <w:r>
        <w:t>179.7692</w:t>
      </w:r>
      <w:r>
        <w:tab/>
        <w:t>1.013e0</w:t>
      </w:r>
    </w:p>
    <w:p w:rsidR="00295810" w:rsidRDefault="00295810" w:rsidP="00295810">
      <w:r>
        <w:t>179.7976</w:t>
      </w:r>
      <w:r>
        <w:tab/>
        <w:t>1.013e0</w:t>
      </w:r>
    </w:p>
    <w:p w:rsidR="00295810" w:rsidRDefault="00295810" w:rsidP="00295810">
      <w:r>
        <w:t>179.9008</w:t>
      </w:r>
      <w:r>
        <w:tab/>
        <w:t>2.025e0</w:t>
      </w:r>
    </w:p>
    <w:p w:rsidR="00295810" w:rsidRDefault="00295810" w:rsidP="00295810">
      <w:r>
        <w:t>180.0010</w:t>
      </w:r>
      <w:r>
        <w:tab/>
        <w:t>1.013e0</w:t>
      </w:r>
    </w:p>
    <w:p w:rsidR="00295810" w:rsidRDefault="00295810" w:rsidP="00295810">
      <w:r>
        <w:lastRenderedPageBreak/>
        <w:t>180.0399</w:t>
      </w:r>
      <w:r>
        <w:tab/>
        <w:t>2.025e0</w:t>
      </w:r>
    </w:p>
    <w:p w:rsidR="00295810" w:rsidRDefault="00295810" w:rsidP="00295810">
      <w:r>
        <w:t>180.0780</w:t>
      </w:r>
      <w:r>
        <w:tab/>
        <w:t>3.038e0</w:t>
      </w:r>
    </w:p>
    <w:p w:rsidR="00295810" w:rsidRDefault="00295810" w:rsidP="00295810">
      <w:r>
        <w:t>180.1213</w:t>
      </w:r>
      <w:r>
        <w:tab/>
        <w:t>1.013e0</w:t>
      </w:r>
    </w:p>
    <w:p w:rsidR="00295810" w:rsidRDefault="00295810" w:rsidP="00295810">
      <w:r>
        <w:t>180.1537</w:t>
      </w:r>
      <w:r>
        <w:tab/>
        <w:t>1.013e0</w:t>
      </w:r>
    </w:p>
    <w:p w:rsidR="00295810" w:rsidRDefault="00295810" w:rsidP="00295810">
      <w:r>
        <w:t>180.2152</w:t>
      </w:r>
      <w:r>
        <w:tab/>
        <w:t>1.013e0</w:t>
      </w:r>
    </w:p>
    <w:p w:rsidR="00295810" w:rsidRDefault="00295810" w:rsidP="00295810">
      <w:r>
        <w:t>180.2612</w:t>
      </w:r>
      <w:r>
        <w:tab/>
        <w:t>2.025e0</w:t>
      </w:r>
    </w:p>
    <w:p w:rsidR="00295810" w:rsidRDefault="00295810" w:rsidP="00295810">
      <w:r>
        <w:t>180.3250</w:t>
      </w:r>
      <w:r>
        <w:tab/>
        <w:t>1.013e0</w:t>
      </w:r>
    </w:p>
    <w:p w:rsidR="00295810" w:rsidRDefault="00295810" w:rsidP="00295810">
      <w:r>
        <w:t>180.3427</w:t>
      </w:r>
      <w:r>
        <w:tab/>
        <w:t>1.013e0</w:t>
      </w:r>
    </w:p>
    <w:p w:rsidR="00295810" w:rsidRDefault="00295810" w:rsidP="00295810">
      <w:r>
        <w:t>180.3801</w:t>
      </w:r>
      <w:r>
        <w:tab/>
        <w:t>2.025e0</w:t>
      </w:r>
    </w:p>
    <w:p w:rsidR="00295810" w:rsidRDefault="00295810" w:rsidP="00295810">
      <w:r>
        <w:t>180.4433</w:t>
      </w:r>
      <w:r>
        <w:tab/>
        <w:t>1.013e0</w:t>
      </w:r>
    </w:p>
    <w:p w:rsidR="00295810" w:rsidRDefault="00295810" w:rsidP="00295810">
      <w:r>
        <w:t>180.4684</w:t>
      </w:r>
      <w:r>
        <w:tab/>
        <w:t>1.013e0</w:t>
      </w:r>
    </w:p>
    <w:p w:rsidR="00295810" w:rsidRDefault="00295810" w:rsidP="00295810">
      <w:r>
        <w:t>180.5144</w:t>
      </w:r>
      <w:r>
        <w:tab/>
        <w:t>1.013e0</w:t>
      </w:r>
    </w:p>
    <w:p w:rsidR="00295810" w:rsidRDefault="00295810" w:rsidP="00295810">
      <w:r>
        <w:t>180.7358</w:t>
      </w:r>
      <w:r>
        <w:tab/>
        <w:t>1.013e0</w:t>
      </w:r>
    </w:p>
    <w:p w:rsidR="00295810" w:rsidRDefault="00295810" w:rsidP="00295810">
      <w:r>
        <w:t>180.7536</w:t>
      </w:r>
      <w:r>
        <w:tab/>
        <w:t>1.013e0</w:t>
      </w:r>
    </w:p>
    <w:p w:rsidR="00295810" w:rsidRDefault="00295810" w:rsidP="00295810">
      <w:r>
        <w:t>180.7820</w:t>
      </w:r>
      <w:r>
        <w:tab/>
        <w:t>1.013e0</w:t>
      </w:r>
    </w:p>
    <w:p w:rsidR="00295810" w:rsidRDefault="00295810" w:rsidP="00295810">
      <w:r>
        <w:t>180.8246</w:t>
      </w:r>
      <w:r>
        <w:tab/>
        <w:t>1.013e0</w:t>
      </w:r>
    </w:p>
    <w:p w:rsidR="00295810" w:rsidRDefault="00295810" w:rsidP="00295810">
      <w:r>
        <w:t>180.9574</w:t>
      </w:r>
      <w:r>
        <w:tab/>
        <w:t>2.025e0</w:t>
      </w:r>
    </w:p>
    <w:p w:rsidR="00295810" w:rsidRDefault="00295810" w:rsidP="00295810">
      <w:r>
        <w:t>181.0107</w:t>
      </w:r>
      <w:r>
        <w:tab/>
        <w:t>1.013e0</w:t>
      </w:r>
    </w:p>
    <w:p w:rsidR="00295810" w:rsidRDefault="00295810" w:rsidP="00295810">
      <w:r>
        <w:t>181.0284</w:t>
      </w:r>
      <w:r>
        <w:tab/>
        <w:t>1.013e0</w:t>
      </w:r>
    </w:p>
    <w:p w:rsidR="00295810" w:rsidRDefault="00295810" w:rsidP="00295810">
      <w:r>
        <w:lastRenderedPageBreak/>
        <w:t>181.0674</w:t>
      </w:r>
      <w:r>
        <w:tab/>
        <w:t>1.013e0</w:t>
      </w:r>
    </w:p>
    <w:p w:rsidR="00295810" w:rsidRDefault="00295810" w:rsidP="00295810">
      <w:r>
        <w:t>181.1434</w:t>
      </w:r>
      <w:r>
        <w:tab/>
        <w:t>1.013e0</w:t>
      </w:r>
    </w:p>
    <w:p w:rsidR="00295810" w:rsidRDefault="00295810" w:rsidP="00295810">
      <w:r>
        <w:t>181.2252</w:t>
      </w:r>
      <w:r>
        <w:tab/>
        <w:t>1.013e0</w:t>
      </w:r>
    </w:p>
    <w:p w:rsidR="00295810" w:rsidRDefault="00295810" w:rsidP="00295810">
      <w:r>
        <w:t>181.2678</w:t>
      </w:r>
      <w:r>
        <w:tab/>
        <w:t>2.025e0</w:t>
      </w:r>
    </w:p>
    <w:p w:rsidR="00295810" w:rsidRDefault="00295810" w:rsidP="00295810">
      <w:r>
        <w:t>181.4754</w:t>
      </w:r>
      <w:r>
        <w:tab/>
        <w:t>1.013e0</w:t>
      </w:r>
    </w:p>
    <w:p w:rsidR="00295810" w:rsidRDefault="00295810" w:rsidP="00295810">
      <w:r>
        <w:t>181.6937</w:t>
      </w:r>
      <w:r>
        <w:tab/>
        <w:t>2.025e0</w:t>
      </w:r>
    </w:p>
    <w:p w:rsidR="00295810" w:rsidRDefault="00295810" w:rsidP="00295810">
      <w:r>
        <w:t>181.7167</w:t>
      </w:r>
      <w:r>
        <w:tab/>
        <w:t>2.025e0</w:t>
      </w:r>
    </w:p>
    <w:p w:rsidR="00295810" w:rsidRDefault="00295810" w:rsidP="00295810">
      <w:r>
        <w:t>181.8073</w:t>
      </w:r>
      <w:r>
        <w:tab/>
        <w:t>2.025e0</w:t>
      </w:r>
    </w:p>
    <w:p w:rsidR="00295810" w:rsidRDefault="00295810" w:rsidP="00295810">
      <w:r>
        <w:t>181.8801</w:t>
      </w:r>
      <w:r>
        <w:tab/>
        <w:t>1.013e0</w:t>
      </w:r>
    </w:p>
    <w:p w:rsidR="00295810" w:rsidRDefault="00295810" w:rsidP="00295810">
      <w:r>
        <w:t>181.9156</w:t>
      </w:r>
      <w:r>
        <w:tab/>
        <w:t>1.013e0</w:t>
      </w:r>
    </w:p>
    <w:p w:rsidR="00295810" w:rsidRDefault="00295810" w:rsidP="00295810">
      <w:r>
        <w:t>181.9661</w:t>
      </w:r>
      <w:r>
        <w:tab/>
        <w:t>1.013e0</w:t>
      </w:r>
    </w:p>
    <w:p w:rsidR="00295810" w:rsidRDefault="00295810" w:rsidP="00295810">
      <w:r>
        <w:t>182.0203</w:t>
      </w:r>
      <w:r>
        <w:tab/>
        <w:t>2.025e0</w:t>
      </w:r>
    </w:p>
    <w:p w:rsidR="00295810" w:rsidRDefault="00295810" w:rsidP="00295810">
      <w:r>
        <w:t>182.0487</w:t>
      </w:r>
      <w:r>
        <w:tab/>
        <w:t>1.013e0</w:t>
      </w:r>
    </w:p>
    <w:p w:rsidR="00295810" w:rsidRDefault="00295810" w:rsidP="00295810">
      <w:r>
        <w:t>182.0791</w:t>
      </w:r>
      <w:r>
        <w:tab/>
        <w:t>3.038e0</w:t>
      </w:r>
    </w:p>
    <w:p w:rsidR="00295810" w:rsidRDefault="00295810" w:rsidP="00295810">
      <w:r>
        <w:t>182.1522</w:t>
      </w:r>
      <w:r>
        <w:tab/>
        <w:t>1.013e0</w:t>
      </w:r>
    </w:p>
    <w:p w:rsidR="00295810" w:rsidRDefault="00295810" w:rsidP="00295810">
      <w:r>
        <w:t>182.1995</w:t>
      </w:r>
      <w:r>
        <w:tab/>
        <w:t>2.025e0</w:t>
      </w:r>
    </w:p>
    <w:p w:rsidR="00295810" w:rsidRDefault="00295810" w:rsidP="00295810">
      <w:r>
        <w:t>182.2601</w:t>
      </w:r>
      <w:r>
        <w:tab/>
        <w:t>1.013e0</w:t>
      </w:r>
    </w:p>
    <w:p w:rsidR="00295810" w:rsidRDefault="00295810" w:rsidP="00295810">
      <w:r>
        <w:t>182.2851</w:t>
      </w:r>
      <w:r>
        <w:tab/>
        <w:t>1.013e0</w:t>
      </w:r>
    </w:p>
    <w:p w:rsidR="00295810" w:rsidRDefault="00295810" w:rsidP="00295810">
      <w:r>
        <w:t>182.3206</w:t>
      </w:r>
      <w:r>
        <w:tab/>
        <w:t>1.013e0</w:t>
      </w:r>
    </w:p>
    <w:p w:rsidR="00295810" w:rsidRDefault="00295810" w:rsidP="00295810">
      <w:r>
        <w:lastRenderedPageBreak/>
        <w:t>182.3457</w:t>
      </w:r>
      <w:r>
        <w:tab/>
        <w:t>1.013e0</w:t>
      </w:r>
    </w:p>
    <w:p w:rsidR="00295810" w:rsidRDefault="00295810" w:rsidP="00295810">
      <w:r>
        <w:t>182.4183</w:t>
      </w:r>
      <w:r>
        <w:tab/>
        <w:t>1.013e0</w:t>
      </w:r>
    </w:p>
    <w:p w:rsidR="00295810" w:rsidRDefault="00295810" w:rsidP="00295810">
      <w:r>
        <w:t>182.4396</w:t>
      </w:r>
      <w:r>
        <w:tab/>
        <w:t>2.025e0</w:t>
      </w:r>
    </w:p>
    <w:p w:rsidR="00295810" w:rsidRDefault="00295810" w:rsidP="00295810">
      <w:r>
        <w:t>182.4895</w:t>
      </w:r>
      <w:r>
        <w:tab/>
        <w:t>1.013e0</w:t>
      </w:r>
    </w:p>
    <w:p w:rsidR="00295810" w:rsidRDefault="00295810" w:rsidP="00295810">
      <w:r>
        <w:t>182.5232</w:t>
      </w:r>
      <w:r>
        <w:tab/>
        <w:t>2.025e0</w:t>
      </w:r>
    </w:p>
    <w:p w:rsidR="00295810" w:rsidRDefault="00295810" w:rsidP="00295810">
      <w:r>
        <w:t>182.6156</w:t>
      </w:r>
      <w:r>
        <w:tab/>
        <w:t>1.013e0</w:t>
      </w:r>
    </w:p>
    <w:p w:rsidR="00295810" w:rsidRDefault="00295810" w:rsidP="00295810">
      <w:r>
        <w:t>182.6975</w:t>
      </w:r>
      <w:r>
        <w:tab/>
        <w:t>1.013e0</w:t>
      </w:r>
    </w:p>
    <w:p w:rsidR="00295810" w:rsidRDefault="00295810" w:rsidP="00295810">
      <w:r>
        <w:t>182.7261</w:t>
      </w:r>
      <w:r>
        <w:tab/>
        <w:t>1.013e0</w:t>
      </w:r>
    </w:p>
    <w:p w:rsidR="00295810" w:rsidRDefault="00295810" w:rsidP="00295810">
      <w:r>
        <w:t>182.7480</w:t>
      </w:r>
      <w:r>
        <w:tab/>
        <w:t>2.025e0</w:t>
      </w:r>
    </w:p>
    <w:p w:rsidR="00295810" w:rsidRDefault="00295810" w:rsidP="00295810">
      <w:r>
        <w:t>182.7716</w:t>
      </w:r>
      <w:r>
        <w:tab/>
        <w:t>2.025e0</w:t>
      </w:r>
    </w:p>
    <w:p w:rsidR="00295810" w:rsidRDefault="00295810" w:rsidP="00295810">
      <w:r>
        <w:t>182.8095</w:t>
      </w:r>
      <w:r>
        <w:tab/>
        <w:t>1.013e0</w:t>
      </w:r>
    </w:p>
    <w:p w:rsidR="00295810" w:rsidRDefault="00295810" w:rsidP="00295810">
      <w:r>
        <w:t>182.8504</w:t>
      </w:r>
      <w:r>
        <w:tab/>
        <w:t>2.025e0</w:t>
      </w:r>
    </w:p>
    <w:p w:rsidR="00295810" w:rsidRDefault="00295810" w:rsidP="00295810">
      <w:r>
        <w:t>183.0319</w:t>
      </w:r>
      <w:r>
        <w:tab/>
        <w:t>2.025e0</w:t>
      </w:r>
    </w:p>
    <w:p w:rsidR="00295810" w:rsidRDefault="00295810" w:rsidP="00295810">
      <w:r>
        <w:t>183.0711</w:t>
      </w:r>
      <w:r>
        <w:tab/>
        <w:t>1.013e0</w:t>
      </w:r>
    </w:p>
    <w:p w:rsidR="00295810" w:rsidRDefault="00295810" w:rsidP="00295810">
      <w:r>
        <w:t>183.1218</w:t>
      </w:r>
      <w:r>
        <w:tab/>
        <w:t>2.025e0</w:t>
      </w:r>
    </w:p>
    <w:p w:rsidR="00295810" w:rsidRDefault="00295810" w:rsidP="00295810">
      <w:r>
        <w:t>183.1716</w:t>
      </w:r>
      <w:r>
        <w:tab/>
        <w:t>4.051e0</w:t>
      </w:r>
    </w:p>
    <w:p w:rsidR="00295810" w:rsidRDefault="00295810" w:rsidP="00295810">
      <w:r>
        <w:t>183.2473</w:t>
      </w:r>
      <w:r>
        <w:tab/>
        <w:t>1.013e0</w:t>
      </w:r>
    </w:p>
    <w:p w:rsidR="00295810" w:rsidRDefault="00295810" w:rsidP="00295810">
      <w:r>
        <w:t>183.3345</w:t>
      </w:r>
      <w:r>
        <w:tab/>
        <w:t>1.013e0</w:t>
      </w:r>
    </w:p>
    <w:p w:rsidR="00295810" w:rsidRDefault="00295810" w:rsidP="00295810">
      <w:r>
        <w:t>183.3736</w:t>
      </w:r>
      <w:r>
        <w:tab/>
        <w:t>1.013e0</w:t>
      </w:r>
    </w:p>
    <w:p w:rsidR="00295810" w:rsidRDefault="00295810" w:rsidP="00295810">
      <w:r>
        <w:lastRenderedPageBreak/>
        <w:t>183.3915</w:t>
      </w:r>
      <w:r>
        <w:tab/>
        <w:t>1.013e0</w:t>
      </w:r>
    </w:p>
    <w:p w:rsidR="00295810" w:rsidRDefault="00295810" w:rsidP="00295810">
      <w:r>
        <w:t>183.4593</w:t>
      </w:r>
      <w:r>
        <w:tab/>
        <w:t>1.013e0</w:t>
      </w:r>
    </w:p>
    <w:p w:rsidR="00295810" w:rsidRDefault="00295810" w:rsidP="00295810">
      <w:r>
        <w:t>183.4777</w:t>
      </w:r>
      <w:r>
        <w:tab/>
        <w:t>1.013e0</w:t>
      </w:r>
    </w:p>
    <w:p w:rsidR="00295810" w:rsidRDefault="00295810" w:rsidP="00295810">
      <w:r>
        <w:t>183.5250</w:t>
      </w:r>
      <w:r>
        <w:tab/>
        <w:t>1.013e0</w:t>
      </w:r>
    </w:p>
    <w:p w:rsidR="00295810" w:rsidRDefault="00295810" w:rsidP="00295810">
      <w:r>
        <w:t>183.6577</w:t>
      </w:r>
      <w:r>
        <w:tab/>
        <w:t>1.013e0</w:t>
      </w:r>
    </w:p>
    <w:p w:rsidR="00295810" w:rsidRDefault="00295810" w:rsidP="00295810">
      <w:r>
        <w:t>183.7102</w:t>
      </w:r>
      <w:r>
        <w:tab/>
        <w:t>3.038e0</w:t>
      </w:r>
    </w:p>
    <w:p w:rsidR="00295810" w:rsidRDefault="00295810" w:rsidP="00295810">
      <w:r>
        <w:t>183.7549</w:t>
      </w:r>
      <w:r>
        <w:tab/>
        <w:t>1.013e0</w:t>
      </w:r>
    </w:p>
    <w:p w:rsidR="00295810" w:rsidRDefault="00295810" w:rsidP="00295810">
      <w:r>
        <w:t>183.7940</w:t>
      </w:r>
      <w:r>
        <w:tab/>
        <w:t>1.013e0</w:t>
      </w:r>
    </w:p>
    <w:p w:rsidR="00295810" w:rsidRDefault="00295810" w:rsidP="00295810">
      <w:r>
        <w:t>183.8269</w:t>
      </w:r>
      <w:r>
        <w:tab/>
        <w:t>1.013e0</w:t>
      </w:r>
    </w:p>
    <w:p w:rsidR="00295810" w:rsidRDefault="00295810" w:rsidP="00295810">
      <w:r>
        <w:t>183.9259</w:t>
      </w:r>
      <w:r>
        <w:tab/>
        <w:t>2.025e0</w:t>
      </w:r>
    </w:p>
    <w:p w:rsidR="00295810" w:rsidRDefault="00295810" w:rsidP="00295810">
      <w:r>
        <w:t>184.0329</w:t>
      </w:r>
      <w:r>
        <w:tab/>
        <w:t>1.013e0</w:t>
      </w:r>
    </w:p>
    <w:p w:rsidR="00295810" w:rsidRDefault="00295810" w:rsidP="00295810">
      <w:r>
        <w:t>184.0649</w:t>
      </w:r>
      <w:r>
        <w:tab/>
        <w:t>1.013e0</w:t>
      </w:r>
    </w:p>
    <w:p w:rsidR="00295810" w:rsidRDefault="00295810" w:rsidP="00295810">
      <w:r>
        <w:t>184.1114</w:t>
      </w:r>
      <w:r>
        <w:tab/>
        <w:t>1.013e0</w:t>
      </w:r>
    </w:p>
    <w:p w:rsidR="00295810" w:rsidRDefault="00295810" w:rsidP="00295810">
      <w:r>
        <w:t>184.1804</w:t>
      </w:r>
      <w:r>
        <w:tab/>
        <w:t>1.013e0</w:t>
      </w:r>
    </w:p>
    <w:p w:rsidR="00295810" w:rsidRDefault="00295810" w:rsidP="00295810">
      <w:r>
        <w:t>184.2023</w:t>
      </w:r>
      <w:r>
        <w:tab/>
        <w:t>1.013e0</w:t>
      </w:r>
    </w:p>
    <w:p w:rsidR="00295810" w:rsidRDefault="00295810" w:rsidP="00295810">
      <w:r>
        <w:t>184.2629</w:t>
      </w:r>
      <w:r>
        <w:tab/>
        <w:t>1.013e0</w:t>
      </w:r>
    </w:p>
    <w:p w:rsidR="00295810" w:rsidRDefault="00295810" w:rsidP="00295810">
      <w:r>
        <w:t>184.5123</w:t>
      </w:r>
      <w:r>
        <w:tab/>
        <w:t>1.013e0</w:t>
      </w:r>
    </w:p>
    <w:p w:rsidR="00295810" w:rsidRDefault="00295810" w:rsidP="00295810">
      <w:r>
        <w:t>184.6784</w:t>
      </w:r>
      <w:r>
        <w:tab/>
        <w:t>1.013e0</w:t>
      </w:r>
    </w:p>
    <w:p w:rsidR="00295810" w:rsidRDefault="00295810" w:rsidP="00295810">
      <w:r>
        <w:t>184.6964</w:t>
      </w:r>
      <w:r>
        <w:tab/>
        <w:t>2.025e0</w:t>
      </w:r>
    </w:p>
    <w:p w:rsidR="00295810" w:rsidRDefault="00295810" w:rsidP="00295810">
      <w:r>
        <w:lastRenderedPageBreak/>
        <w:t>184.7500</w:t>
      </w:r>
      <w:r>
        <w:tab/>
        <w:t>1.013e0</w:t>
      </w:r>
    </w:p>
    <w:p w:rsidR="00295810" w:rsidRDefault="00295810" w:rsidP="00295810">
      <w:r>
        <w:t>184.8060</w:t>
      </w:r>
      <w:r>
        <w:tab/>
        <w:t>2.025e0</w:t>
      </w:r>
    </w:p>
    <w:p w:rsidR="00295810" w:rsidRDefault="00295810" w:rsidP="00295810">
      <w:r>
        <w:t>184.8482</w:t>
      </w:r>
      <w:r>
        <w:tab/>
        <w:t>1.013e0</w:t>
      </w:r>
    </w:p>
    <w:p w:rsidR="00295810" w:rsidRDefault="00295810" w:rsidP="00295810">
      <w:r>
        <w:t>184.9741</w:t>
      </w:r>
      <w:r>
        <w:tab/>
        <w:t>1.013e0</w:t>
      </w:r>
    </w:p>
    <w:p w:rsidR="00295810" w:rsidRDefault="00295810" w:rsidP="00295810">
      <w:r>
        <w:t>184.9963</w:t>
      </w:r>
      <w:r>
        <w:tab/>
        <w:t>1.013e0</w:t>
      </w:r>
    </w:p>
    <w:p w:rsidR="00295810" w:rsidRDefault="00295810" w:rsidP="00295810">
      <w:r>
        <w:t>185.0392</w:t>
      </w:r>
      <w:r>
        <w:tab/>
        <w:t>1.013e0</w:t>
      </w:r>
    </w:p>
    <w:p w:rsidR="00295810" w:rsidRDefault="00295810" w:rsidP="00295810">
      <w:r>
        <w:t>185.0785</w:t>
      </w:r>
      <w:r>
        <w:tab/>
        <w:t>1.013e0</w:t>
      </w:r>
    </w:p>
    <w:p w:rsidR="00295810" w:rsidRDefault="00295810" w:rsidP="00295810">
      <w:r>
        <w:t>185.1258</w:t>
      </w:r>
      <w:r>
        <w:tab/>
        <w:t>1.013e0</w:t>
      </w:r>
    </w:p>
    <w:p w:rsidR="00295810" w:rsidRDefault="00295810" w:rsidP="00295810">
      <w:r>
        <w:t>185.2125</w:t>
      </w:r>
      <w:r>
        <w:tab/>
        <w:t>1.013e0</w:t>
      </w:r>
    </w:p>
    <w:p w:rsidR="00295810" w:rsidRDefault="00295810" w:rsidP="00295810">
      <w:r>
        <w:t>185.2849</w:t>
      </w:r>
      <w:r>
        <w:tab/>
        <w:t>1.013e0</w:t>
      </w:r>
    </w:p>
    <w:p w:rsidR="00295810" w:rsidRDefault="00295810" w:rsidP="00295810">
      <w:r>
        <w:t>185.4183</w:t>
      </w:r>
      <w:r>
        <w:tab/>
        <w:t>1.013e0</w:t>
      </w:r>
    </w:p>
    <w:p w:rsidR="00295810" w:rsidRDefault="00295810" w:rsidP="00295810">
      <w:r>
        <w:t>185.4405</w:t>
      </w:r>
      <w:r>
        <w:tab/>
        <w:t>1.013e0</w:t>
      </w:r>
    </w:p>
    <w:p w:rsidR="00295810" w:rsidRDefault="00295810" w:rsidP="00295810">
      <w:r>
        <w:t>185.4805</w:t>
      </w:r>
      <w:r>
        <w:tab/>
        <w:t>1.013e0</w:t>
      </w:r>
    </w:p>
    <w:p w:rsidR="00295810" w:rsidRDefault="00295810" w:rsidP="00295810">
      <w:r>
        <w:t>185.6000</w:t>
      </w:r>
      <w:r>
        <w:tab/>
        <w:t>1.013e0</w:t>
      </w:r>
    </w:p>
    <w:p w:rsidR="00295810" w:rsidRDefault="00295810" w:rsidP="00295810">
      <w:r>
        <w:t>185.6825</w:t>
      </w:r>
      <w:r>
        <w:tab/>
        <w:t>1.013e0</w:t>
      </w:r>
    </w:p>
    <w:p w:rsidR="00295810" w:rsidRDefault="00295810" w:rsidP="00295810">
      <w:r>
        <w:t>185.7113</w:t>
      </w:r>
      <w:r>
        <w:tab/>
        <w:t>1.013e0</w:t>
      </w:r>
    </w:p>
    <w:p w:rsidR="00295810" w:rsidRDefault="00295810" w:rsidP="00295810">
      <w:r>
        <w:t>185.7558</w:t>
      </w:r>
      <w:r>
        <w:tab/>
        <w:t>1.013e0</w:t>
      </w:r>
    </w:p>
    <w:p w:rsidR="00295810" w:rsidRDefault="00295810" w:rsidP="00295810">
      <w:r>
        <w:t>185.7844</w:t>
      </w:r>
      <w:r>
        <w:tab/>
        <w:t>1.013e0</w:t>
      </w:r>
    </w:p>
    <w:p w:rsidR="00295810" w:rsidRDefault="00295810" w:rsidP="00295810">
      <w:r>
        <w:t>185.9043</w:t>
      </w:r>
      <w:r>
        <w:tab/>
        <w:t>2.025e0</w:t>
      </w:r>
    </w:p>
    <w:p w:rsidR="00295810" w:rsidRDefault="00295810" w:rsidP="00295810">
      <w:r>
        <w:lastRenderedPageBreak/>
        <w:t>185.9972</w:t>
      </w:r>
      <w:r>
        <w:tab/>
        <w:t>1.013e0</w:t>
      </w:r>
    </w:p>
    <w:p w:rsidR="00295810" w:rsidRDefault="00295810" w:rsidP="00295810">
      <w:r>
        <w:t>186.0956</w:t>
      </w:r>
      <w:r>
        <w:tab/>
        <w:t>5.063e0</w:t>
      </w:r>
    </w:p>
    <w:p w:rsidR="00295810" w:rsidRDefault="00295810" w:rsidP="00295810">
      <w:r>
        <w:t>186.1279</w:t>
      </w:r>
      <w:r>
        <w:tab/>
        <w:t>2.025e0</w:t>
      </w:r>
    </w:p>
    <w:p w:rsidR="00295810" w:rsidRDefault="00295810" w:rsidP="00295810">
      <w:r>
        <w:t>186.1496</w:t>
      </w:r>
      <w:r>
        <w:tab/>
        <w:t>1.013e0</w:t>
      </w:r>
    </w:p>
    <w:p w:rsidR="00295810" w:rsidRDefault="00295810" w:rsidP="00295810">
      <w:r>
        <w:t>186.3391</w:t>
      </w:r>
      <w:r>
        <w:tab/>
        <w:t>1.013e0</w:t>
      </w:r>
    </w:p>
    <w:p w:rsidR="00295810" w:rsidRDefault="00295810" w:rsidP="00295810">
      <w:r>
        <w:t>186.4071</w:t>
      </w:r>
      <w:r>
        <w:tab/>
        <w:t>1.013e0</w:t>
      </w:r>
    </w:p>
    <w:p w:rsidR="00295810" w:rsidRDefault="00295810" w:rsidP="00295810">
      <w:r>
        <w:t>186.4584</w:t>
      </w:r>
      <w:r>
        <w:tab/>
        <w:t>1.013e0</w:t>
      </w:r>
    </w:p>
    <w:p w:rsidR="00295810" w:rsidRDefault="00295810" w:rsidP="00295810">
      <w:r>
        <w:t>186.4912</w:t>
      </w:r>
      <w:r>
        <w:tab/>
        <w:t>1.013e0</w:t>
      </w:r>
    </w:p>
    <w:p w:rsidR="00295810" w:rsidRDefault="00295810" w:rsidP="00295810">
      <w:r>
        <w:t>186.5091</w:t>
      </w:r>
      <w:r>
        <w:tab/>
        <w:t>1.013e0</w:t>
      </w:r>
    </w:p>
    <w:p w:rsidR="00295810" w:rsidRDefault="00295810" w:rsidP="00295810">
      <w:r>
        <w:t>186.6073</w:t>
      </w:r>
      <w:r>
        <w:tab/>
        <w:t>2.025e0</w:t>
      </w:r>
    </w:p>
    <w:p w:rsidR="00295810" w:rsidRDefault="00295810" w:rsidP="00295810">
      <w:r>
        <w:t>186.6614</w:t>
      </w:r>
      <w:r>
        <w:tab/>
        <w:t>1.013e0</w:t>
      </w:r>
    </w:p>
    <w:p w:rsidR="00295810" w:rsidRDefault="00295810" w:rsidP="00295810">
      <w:r>
        <w:t>186.7212</w:t>
      </w:r>
      <w:r>
        <w:tab/>
        <w:t>2.025e0</w:t>
      </w:r>
    </w:p>
    <w:p w:rsidR="00295810" w:rsidRDefault="00295810" w:rsidP="00295810">
      <w:r>
        <w:t>186.7706</w:t>
      </w:r>
      <w:r>
        <w:tab/>
        <w:t>1.013e0</w:t>
      </w:r>
    </w:p>
    <w:p w:rsidR="00295810" w:rsidRDefault="00295810" w:rsidP="00295810">
      <w:r>
        <w:t>186.9453</w:t>
      </w:r>
      <w:r>
        <w:tab/>
        <w:t>3.038e0</w:t>
      </w:r>
    </w:p>
    <w:p w:rsidR="00295810" w:rsidRDefault="00295810" w:rsidP="00295810">
      <w:r>
        <w:t>187.0251</w:t>
      </w:r>
      <w:r>
        <w:tab/>
        <w:t>1.013e0</w:t>
      </w:r>
    </w:p>
    <w:p w:rsidR="00295810" w:rsidRDefault="00295810" w:rsidP="00295810">
      <w:r>
        <w:t>187.1039</w:t>
      </w:r>
      <w:r>
        <w:tab/>
        <w:t>1.013e0</w:t>
      </w:r>
    </w:p>
    <w:p w:rsidR="00295810" w:rsidRDefault="00295810" w:rsidP="00295810">
      <w:r>
        <w:t>187.1222</w:t>
      </w:r>
      <w:r>
        <w:tab/>
        <w:t>1.013e0</w:t>
      </w:r>
    </w:p>
    <w:p w:rsidR="00295810" w:rsidRDefault="00295810" w:rsidP="00295810">
      <w:r>
        <w:t>187.3262</w:t>
      </w:r>
      <w:r>
        <w:tab/>
        <w:t>1.013e0</w:t>
      </w:r>
    </w:p>
    <w:p w:rsidR="00295810" w:rsidRDefault="00295810" w:rsidP="00295810">
      <w:r>
        <w:t>187.4859</w:t>
      </w:r>
      <w:r>
        <w:tab/>
        <w:t>1.013e0</w:t>
      </w:r>
    </w:p>
    <w:p w:rsidR="00295810" w:rsidRDefault="00295810" w:rsidP="00295810">
      <w:r>
        <w:lastRenderedPageBreak/>
        <w:t>187.5076</w:t>
      </w:r>
      <w:r>
        <w:tab/>
        <w:t>2.025e0</w:t>
      </w:r>
    </w:p>
    <w:p w:rsidR="00295810" w:rsidRDefault="00295810" w:rsidP="00295810">
      <w:r>
        <w:t>187.5387</w:t>
      </w:r>
      <w:r>
        <w:tab/>
        <w:t>2.025e0</w:t>
      </w:r>
    </w:p>
    <w:p w:rsidR="00295810" w:rsidRDefault="00295810" w:rsidP="00295810">
      <w:r>
        <w:t>187.6940</w:t>
      </w:r>
      <w:r>
        <w:tab/>
        <w:t>1.013e0</w:t>
      </w:r>
    </w:p>
    <w:p w:rsidR="00295810" w:rsidRDefault="00295810" w:rsidP="00295810">
      <w:r>
        <w:t>187.7639</w:t>
      </w:r>
      <w:r>
        <w:tab/>
        <w:t>1.852e0</w:t>
      </w:r>
    </w:p>
    <w:p w:rsidR="00295810" w:rsidRDefault="00295810" w:rsidP="00295810">
      <w:r>
        <w:t>187.7862</w:t>
      </w:r>
      <w:r>
        <w:tab/>
        <w:t>2.025e0</w:t>
      </w:r>
    </w:p>
    <w:p w:rsidR="00295810" w:rsidRDefault="00295810" w:rsidP="00295810">
      <w:r>
        <w:t>187.9703</w:t>
      </w:r>
      <w:r>
        <w:tab/>
        <w:t>1.013e0</w:t>
      </w:r>
    </w:p>
    <w:p w:rsidR="00295810" w:rsidRDefault="00295810" w:rsidP="00295810">
      <w:r>
        <w:t>188.0654</w:t>
      </w:r>
      <w:r>
        <w:tab/>
        <w:t>1.013e0</w:t>
      </w:r>
    </w:p>
    <w:p w:rsidR="00295810" w:rsidRDefault="00295810" w:rsidP="00295810">
      <w:r>
        <w:t>188.0986</w:t>
      </w:r>
      <w:r>
        <w:tab/>
        <w:t>4.051e0</w:t>
      </w:r>
    </w:p>
    <w:p w:rsidR="00295810" w:rsidRDefault="00295810" w:rsidP="00295810">
      <w:r>
        <w:t>188.2145</w:t>
      </w:r>
      <w:r>
        <w:tab/>
        <w:t>1.013e0</w:t>
      </w:r>
    </w:p>
    <w:p w:rsidR="00295810" w:rsidRDefault="00295810" w:rsidP="00295810">
      <w:r>
        <w:t>188.2943</w:t>
      </w:r>
      <w:r>
        <w:tab/>
        <w:t>1.013e0</w:t>
      </w:r>
    </w:p>
    <w:p w:rsidR="00295810" w:rsidRDefault="00295810" w:rsidP="00295810">
      <w:r>
        <w:t>188.3673</w:t>
      </w:r>
      <w:r>
        <w:tab/>
        <w:t>1.013e0</w:t>
      </w:r>
    </w:p>
    <w:p w:rsidR="00295810" w:rsidRDefault="00295810" w:rsidP="00295810">
      <w:r>
        <w:t>188.4407</w:t>
      </w:r>
      <w:r>
        <w:tab/>
        <w:t>1.013e0</w:t>
      </w:r>
    </w:p>
    <w:p w:rsidR="00295810" w:rsidRDefault="00295810" w:rsidP="00295810">
      <w:r>
        <w:t>188.5460</w:t>
      </w:r>
      <w:r>
        <w:tab/>
        <w:t>1.013e0</w:t>
      </w:r>
    </w:p>
    <w:p w:rsidR="00295810" w:rsidRDefault="00295810" w:rsidP="00295810">
      <w:r>
        <w:t>188.6514</w:t>
      </w:r>
      <w:r>
        <w:tab/>
        <w:t>2.025e0</w:t>
      </w:r>
    </w:p>
    <w:p w:rsidR="00295810" w:rsidRDefault="00295810" w:rsidP="00295810">
      <w:r>
        <w:t>188.6776</w:t>
      </w:r>
      <w:r>
        <w:tab/>
        <w:t>1.013e0</w:t>
      </w:r>
    </w:p>
    <w:p w:rsidR="00295810" w:rsidRDefault="00295810" w:rsidP="00295810">
      <w:r>
        <w:t>188.6962</w:t>
      </w:r>
      <w:r>
        <w:tab/>
        <w:t>1.013e0</w:t>
      </w:r>
    </w:p>
    <w:p w:rsidR="00295810" w:rsidRDefault="00295810" w:rsidP="00295810">
      <w:r>
        <w:t>188.7906</w:t>
      </w:r>
      <w:r>
        <w:tab/>
        <w:t>2.025e0</w:t>
      </w:r>
    </w:p>
    <w:p w:rsidR="00295810" w:rsidRDefault="00295810" w:rsidP="00295810">
      <w:r>
        <w:t>188.8670</w:t>
      </w:r>
      <w:r>
        <w:tab/>
        <w:t>1.013e0</w:t>
      </w:r>
    </w:p>
    <w:p w:rsidR="00295810" w:rsidRDefault="00295810" w:rsidP="00295810">
      <w:r>
        <w:t>188.9407</w:t>
      </w:r>
      <w:r>
        <w:tab/>
        <w:t>1.013e0</w:t>
      </w:r>
    </w:p>
    <w:p w:rsidR="00295810" w:rsidRDefault="00295810" w:rsidP="00295810">
      <w:r>
        <w:lastRenderedPageBreak/>
        <w:t>188.9802</w:t>
      </w:r>
      <w:r>
        <w:tab/>
        <w:t>1.013e0</w:t>
      </w:r>
    </w:p>
    <w:p w:rsidR="00295810" w:rsidRDefault="00295810" w:rsidP="00295810">
      <w:r>
        <w:t>189.0089</w:t>
      </w:r>
      <w:r>
        <w:tab/>
        <w:t>1.013e0</w:t>
      </w:r>
    </w:p>
    <w:p w:rsidR="00295810" w:rsidRDefault="00295810" w:rsidP="00295810">
      <w:r>
        <w:t>189.0612</w:t>
      </w:r>
      <w:r>
        <w:tab/>
        <w:t>1.013e0</w:t>
      </w:r>
    </w:p>
    <w:p w:rsidR="00295810" w:rsidRDefault="00295810" w:rsidP="00295810">
      <w:r>
        <w:t>189.0935</w:t>
      </w:r>
      <w:r>
        <w:tab/>
        <w:t>1.013e0</w:t>
      </w:r>
    </w:p>
    <w:p w:rsidR="00295810" w:rsidRDefault="00295810" w:rsidP="00295810">
      <w:r>
        <w:t>189.1223</w:t>
      </w:r>
      <w:r>
        <w:tab/>
        <w:t>2.025e0</w:t>
      </w:r>
    </w:p>
    <w:p w:rsidR="00295810" w:rsidRDefault="00295810" w:rsidP="00295810">
      <w:r>
        <w:t>189.1888</w:t>
      </w:r>
      <w:r>
        <w:tab/>
        <w:t>1.013e0</w:t>
      </w:r>
    </w:p>
    <w:p w:rsidR="00295810" w:rsidRDefault="00295810" w:rsidP="00295810">
      <w:r>
        <w:t>189.2068</w:t>
      </w:r>
      <w:r>
        <w:tab/>
        <w:t>1.013e0</w:t>
      </w:r>
    </w:p>
    <w:p w:rsidR="00295810" w:rsidRDefault="00295810" w:rsidP="00295810">
      <w:r>
        <w:t>189.2464</w:t>
      </w:r>
      <w:r>
        <w:tab/>
        <w:t>1.013e0</w:t>
      </w:r>
    </w:p>
    <w:p w:rsidR="00295810" w:rsidRDefault="00295810" w:rsidP="00295810">
      <w:r>
        <w:t>189.4408</w:t>
      </w:r>
      <w:r>
        <w:tab/>
        <w:t>1.013e0</w:t>
      </w:r>
    </w:p>
    <w:p w:rsidR="00295810" w:rsidRDefault="00295810" w:rsidP="00295810">
      <w:r>
        <w:t>189.4839</w:t>
      </w:r>
      <w:r>
        <w:tab/>
        <w:t>1.013e0</w:t>
      </w:r>
    </w:p>
    <w:p w:rsidR="00295810" w:rsidRDefault="00295810" w:rsidP="00295810">
      <w:r>
        <w:t>189.7757</w:t>
      </w:r>
      <w:r>
        <w:tab/>
        <w:t>2.025e0</w:t>
      </w:r>
    </w:p>
    <w:p w:rsidR="00295810" w:rsidRDefault="00295810" w:rsidP="00295810">
      <w:r>
        <w:t>189.8909</w:t>
      </w:r>
      <w:r>
        <w:tab/>
        <w:t>1.013e0</w:t>
      </w:r>
    </w:p>
    <w:p w:rsidR="00295810" w:rsidRDefault="00295810" w:rsidP="00295810">
      <w:r>
        <w:t>190.0441</w:t>
      </w:r>
      <w:r>
        <w:tab/>
        <w:t>1.013e0</w:t>
      </w:r>
    </w:p>
    <w:p w:rsidR="00295810" w:rsidRDefault="00295810" w:rsidP="00295810">
      <w:r>
        <w:t>190.0697</w:t>
      </w:r>
      <w:r>
        <w:tab/>
        <w:t>1.013e0</w:t>
      </w:r>
    </w:p>
    <w:p w:rsidR="00295810" w:rsidRDefault="00295810" w:rsidP="00295810">
      <w:r>
        <w:t>190.1179</w:t>
      </w:r>
      <w:r>
        <w:tab/>
        <w:t>3.038e0</w:t>
      </w:r>
    </w:p>
    <w:p w:rsidR="00295810" w:rsidRDefault="00295810" w:rsidP="00295810">
      <w:r>
        <w:t>190.2207</w:t>
      </w:r>
      <w:r>
        <w:tab/>
        <w:t>1.013e0</w:t>
      </w:r>
    </w:p>
    <w:p w:rsidR="00295810" w:rsidRDefault="00295810" w:rsidP="00295810">
      <w:r>
        <w:t>190.3121</w:t>
      </w:r>
      <w:r>
        <w:tab/>
        <w:t>1.013e0</w:t>
      </w:r>
    </w:p>
    <w:p w:rsidR="00295810" w:rsidRDefault="00295810" w:rsidP="00295810">
      <w:r>
        <w:t>190.4550</w:t>
      </w:r>
      <w:r>
        <w:tab/>
        <w:t>1.013e0</w:t>
      </w:r>
    </w:p>
    <w:p w:rsidR="00295810" w:rsidRDefault="00295810" w:rsidP="00295810">
      <w:r>
        <w:t>190.4876</w:t>
      </w:r>
      <w:r>
        <w:tab/>
        <w:t>1.013e0</w:t>
      </w:r>
    </w:p>
    <w:p w:rsidR="00295810" w:rsidRDefault="00295810" w:rsidP="00295810">
      <w:r>
        <w:lastRenderedPageBreak/>
        <w:t>190.7406</w:t>
      </w:r>
      <w:r>
        <w:tab/>
        <w:t>1.013e0</w:t>
      </w:r>
    </w:p>
    <w:p w:rsidR="00295810" w:rsidRDefault="00295810" w:rsidP="00295810">
      <w:r>
        <w:t>190.7634</w:t>
      </w:r>
      <w:r>
        <w:tab/>
        <w:t>1.013e0</w:t>
      </w:r>
    </w:p>
    <w:p w:rsidR="00295810" w:rsidRDefault="00295810" w:rsidP="00295810">
      <w:r>
        <w:t>190.7923</w:t>
      </w:r>
      <w:r>
        <w:tab/>
        <w:t>1.013e0</w:t>
      </w:r>
    </w:p>
    <w:p w:rsidR="00295810" w:rsidRDefault="00295810" w:rsidP="00295810">
      <w:r>
        <w:t>190.8583</w:t>
      </w:r>
      <w:r>
        <w:tab/>
        <w:t>2.025e0</w:t>
      </w:r>
    </w:p>
    <w:p w:rsidR="00295810" w:rsidRDefault="00295810" w:rsidP="00295810">
      <w:r>
        <w:t>190.9096</w:t>
      </w:r>
      <w:r>
        <w:tab/>
        <w:t>1.013e0</w:t>
      </w:r>
    </w:p>
    <w:p w:rsidR="00295810" w:rsidRDefault="00295810" w:rsidP="00295810">
      <w:r>
        <w:t>190.9944</w:t>
      </w:r>
      <w:r>
        <w:tab/>
        <w:t>1.013e0</w:t>
      </w:r>
    </w:p>
    <w:p w:rsidR="00295810" w:rsidRDefault="00295810" w:rsidP="00295810">
      <w:r>
        <w:t>191.0161</w:t>
      </w:r>
      <w:r>
        <w:tab/>
        <w:t>1.013e0</w:t>
      </w:r>
    </w:p>
    <w:p w:rsidR="00295810" w:rsidRDefault="00295810" w:rsidP="00295810">
      <w:r>
        <w:t>191.1226</w:t>
      </w:r>
      <w:r>
        <w:tab/>
        <w:t>2.025e0</w:t>
      </w:r>
    </w:p>
    <w:p w:rsidR="00295810" w:rsidRDefault="00295810" w:rsidP="00295810">
      <w:r>
        <w:t>191.1586</w:t>
      </w:r>
      <w:r>
        <w:tab/>
        <w:t>1.013e0</w:t>
      </w:r>
    </w:p>
    <w:p w:rsidR="00295810" w:rsidRDefault="00295810" w:rsidP="00295810">
      <w:r>
        <w:t>191.1894</w:t>
      </w:r>
      <w:r>
        <w:tab/>
        <w:t>3.038e0</w:t>
      </w:r>
    </w:p>
    <w:p w:rsidR="00295810" w:rsidRDefault="00295810" w:rsidP="00295810">
      <w:r>
        <w:t>191.2544</w:t>
      </w:r>
      <w:r>
        <w:tab/>
        <w:t>1.013e0</w:t>
      </w:r>
    </w:p>
    <w:p w:rsidR="00295810" w:rsidRDefault="00295810" w:rsidP="00295810">
      <w:r>
        <w:t>191.3868</w:t>
      </w:r>
      <w:r>
        <w:tab/>
        <w:t>1.013e0</w:t>
      </w:r>
    </w:p>
    <w:p w:rsidR="00295810" w:rsidRDefault="00295810" w:rsidP="00295810">
      <w:r>
        <w:t>191.4603</w:t>
      </w:r>
      <w:r>
        <w:tab/>
        <w:t>1.013e0</w:t>
      </w:r>
    </w:p>
    <w:p w:rsidR="00295810" w:rsidRDefault="00295810" w:rsidP="00295810">
      <w:r>
        <w:t>191.5451</w:t>
      </w:r>
      <w:r>
        <w:tab/>
        <w:t>1.013e0</w:t>
      </w:r>
    </w:p>
    <w:p w:rsidR="00295810" w:rsidRDefault="00295810" w:rsidP="00295810">
      <w:r>
        <w:t>191.6954</w:t>
      </w:r>
      <w:r>
        <w:tab/>
        <w:t>1.013e0</w:t>
      </w:r>
    </w:p>
    <w:p w:rsidR="00295810" w:rsidRDefault="00295810" w:rsidP="00295810">
      <w:r>
        <w:t>191.7475</w:t>
      </w:r>
      <w:r>
        <w:tab/>
        <w:t>1.013e0</w:t>
      </w:r>
    </w:p>
    <w:p w:rsidR="00295810" w:rsidRDefault="00295810" w:rsidP="00295810">
      <w:r>
        <w:t>191.7693</w:t>
      </w:r>
      <w:r>
        <w:tab/>
        <w:t>1.013e0</w:t>
      </w:r>
    </w:p>
    <w:p w:rsidR="00295810" w:rsidRDefault="00295810" w:rsidP="00295810">
      <w:r>
        <w:t>191.8022</w:t>
      </w:r>
      <w:r>
        <w:tab/>
        <w:t>1.013e0</w:t>
      </w:r>
    </w:p>
    <w:p w:rsidR="00295810" w:rsidRDefault="00295810" w:rsidP="00295810">
      <w:r>
        <w:t>191.8469</w:t>
      </w:r>
      <w:r>
        <w:tab/>
        <w:t>1.013e0</w:t>
      </w:r>
    </w:p>
    <w:p w:rsidR="00295810" w:rsidRDefault="00295810" w:rsidP="00295810">
      <w:r>
        <w:lastRenderedPageBreak/>
        <w:t>191.9223</w:t>
      </w:r>
      <w:r>
        <w:tab/>
        <w:t>3.038e0</w:t>
      </w:r>
    </w:p>
    <w:p w:rsidR="00295810" w:rsidRDefault="00295810" w:rsidP="00295810">
      <w:r>
        <w:t>191.9753</w:t>
      </w:r>
      <w:r>
        <w:tab/>
        <w:t>1.013e0</w:t>
      </w:r>
    </w:p>
    <w:p w:rsidR="00295810" w:rsidRDefault="00295810" w:rsidP="00295810">
      <w:r>
        <w:t>192.0288</w:t>
      </w:r>
      <w:r>
        <w:tab/>
        <w:t>2.025e0</w:t>
      </w:r>
    </w:p>
    <w:p w:rsidR="00295810" w:rsidRDefault="00295810" w:rsidP="00295810">
      <w:r>
        <w:t>192.0602</w:t>
      </w:r>
      <w:r>
        <w:tab/>
        <w:t>1.013e0</w:t>
      </w:r>
    </w:p>
    <w:p w:rsidR="00295810" w:rsidRDefault="00295810" w:rsidP="00295810">
      <w:r>
        <w:t>192.0802</w:t>
      </w:r>
      <w:r>
        <w:tab/>
        <w:t>2.025e0</w:t>
      </w:r>
    </w:p>
    <w:p w:rsidR="00295810" w:rsidRDefault="00295810" w:rsidP="00295810">
      <w:r>
        <w:t>192.1113</w:t>
      </w:r>
      <w:r>
        <w:tab/>
        <w:t>1.013e0</w:t>
      </w:r>
    </w:p>
    <w:p w:rsidR="00295810" w:rsidRDefault="00295810" w:rsidP="00295810">
      <w:r>
        <w:t>192.1417</w:t>
      </w:r>
      <w:r>
        <w:tab/>
        <w:t>2.025e0</w:t>
      </w:r>
    </w:p>
    <w:p w:rsidR="00295810" w:rsidRDefault="00295810" w:rsidP="00295810">
      <w:r>
        <w:t>192.2592</w:t>
      </w:r>
      <w:r>
        <w:tab/>
        <w:t>3.038e0</w:t>
      </w:r>
    </w:p>
    <w:p w:rsidR="00295810" w:rsidRDefault="00295810" w:rsidP="00295810">
      <w:r>
        <w:t>192.2971</w:t>
      </w:r>
      <w:r>
        <w:tab/>
        <w:t>2.025e0</w:t>
      </w:r>
    </w:p>
    <w:p w:rsidR="00295810" w:rsidRDefault="00295810" w:rsidP="00295810">
      <w:r>
        <w:t>192.3443</w:t>
      </w:r>
      <w:r>
        <w:tab/>
        <w:t>1.013e0</w:t>
      </w:r>
    </w:p>
    <w:p w:rsidR="00295810" w:rsidRDefault="00295810" w:rsidP="00295810">
      <w:r>
        <w:t>192.3985</w:t>
      </w:r>
      <w:r>
        <w:tab/>
        <w:t>1.013e0</w:t>
      </w:r>
    </w:p>
    <w:p w:rsidR="00295810" w:rsidRDefault="00295810" w:rsidP="00295810">
      <w:r>
        <w:t>192.4528</w:t>
      </w:r>
      <w:r>
        <w:tab/>
        <w:t>2.025e0</w:t>
      </w:r>
    </w:p>
    <w:p w:rsidR="00295810" w:rsidRDefault="00295810" w:rsidP="00295810">
      <w:r>
        <w:t>192.5731</w:t>
      </w:r>
      <w:r>
        <w:tab/>
        <w:t>3.038e0</w:t>
      </w:r>
    </w:p>
    <w:p w:rsidR="00295810" w:rsidRDefault="00295810" w:rsidP="00295810">
      <w:r>
        <w:t>192.6275</w:t>
      </w:r>
      <w:r>
        <w:tab/>
        <w:t>1.013e0</w:t>
      </w:r>
    </w:p>
    <w:p w:rsidR="00295810" w:rsidRDefault="00295810" w:rsidP="00295810">
      <w:r>
        <w:t>192.6573</w:t>
      </w:r>
      <w:r>
        <w:tab/>
        <w:t>1.013e0</w:t>
      </w:r>
    </w:p>
    <w:p w:rsidR="00295810" w:rsidRDefault="00295810" w:rsidP="00295810">
      <w:r>
        <w:t>192.7117</w:t>
      </w:r>
      <w:r>
        <w:tab/>
        <w:t>1.013e0</w:t>
      </w:r>
    </w:p>
    <w:p w:rsidR="00295810" w:rsidRDefault="00295810" w:rsidP="00295810">
      <w:r>
        <w:t>192.7309</w:t>
      </w:r>
      <w:r>
        <w:tab/>
        <w:t>1.013e0</w:t>
      </w:r>
    </w:p>
    <w:p w:rsidR="00295810" w:rsidRDefault="00295810" w:rsidP="00295810">
      <w:r>
        <w:t>192.7822</w:t>
      </w:r>
      <w:r>
        <w:tab/>
        <w:t>1.013e0</w:t>
      </w:r>
    </w:p>
    <w:p w:rsidR="00295810" w:rsidRDefault="00295810" w:rsidP="00295810">
      <w:r>
        <w:t>192.8228</w:t>
      </w:r>
      <w:r>
        <w:tab/>
        <w:t>2.025e0</w:t>
      </w:r>
    </w:p>
    <w:p w:rsidR="00295810" w:rsidRDefault="00295810" w:rsidP="00295810">
      <w:r>
        <w:lastRenderedPageBreak/>
        <w:t>192.8564</w:t>
      </w:r>
      <w:r>
        <w:tab/>
        <w:t>1.013e0</w:t>
      </w:r>
    </w:p>
    <w:p w:rsidR="00295810" w:rsidRDefault="00295810" w:rsidP="00295810">
      <w:r>
        <w:t>192.9378</w:t>
      </w:r>
      <w:r>
        <w:tab/>
        <w:t>1.013e0</w:t>
      </w:r>
    </w:p>
    <w:p w:rsidR="00295810" w:rsidRDefault="00295810" w:rsidP="00295810">
      <w:r>
        <w:t>193.0638</w:t>
      </w:r>
      <w:r>
        <w:tab/>
        <w:t>3.038e0</w:t>
      </w:r>
    </w:p>
    <w:p w:rsidR="00295810" w:rsidRDefault="00295810" w:rsidP="00295810">
      <w:r>
        <w:t>193.1661</w:t>
      </w:r>
      <w:r>
        <w:tab/>
        <w:t>1.013e0</w:t>
      </w:r>
    </w:p>
    <w:p w:rsidR="00295810" w:rsidRDefault="00295810" w:rsidP="00295810">
      <w:r>
        <w:t>193.1842</w:t>
      </w:r>
      <w:r>
        <w:tab/>
        <w:t>2.025e0</w:t>
      </w:r>
    </w:p>
    <w:p w:rsidR="00295810" w:rsidRDefault="00295810" w:rsidP="00295810">
      <w:r>
        <w:t>193.2139</w:t>
      </w:r>
      <w:r>
        <w:tab/>
        <w:t>1.013e0</w:t>
      </w:r>
    </w:p>
    <w:p w:rsidR="00295810" w:rsidRDefault="00295810" w:rsidP="00295810">
      <w:r>
        <w:t>193.2875</w:t>
      </w:r>
      <w:r>
        <w:tab/>
        <w:t>1.013e0</w:t>
      </w:r>
    </w:p>
    <w:p w:rsidR="00295810" w:rsidRDefault="00295810" w:rsidP="00295810">
      <w:r>
        <w:t>193.3060</w:t>
      </w:r>
      <w:r>
        <w:tab/>
        <w:t>1.013e0</w:t>
      </w:r>
    </w:p>
    <w:p w:rsidR="00295810" w:rsidRDefault="00295810" w:rsidP="00295810">
      <w:r>
        <w:t>193.3727</w:t>
      </w:r>
      <w:r>
        <w:tab/>
        <w:t>1.013e0</w:t>
      </w:r>
    </w:p>
    <w:p w:rsidR="00295810" w:rsidRDefault="00295810" w:rsidP="00295810">
      <w:r>
        <w:t>193.4343</w:t>
      </w:r>
      <w:r>
        <w:tab/>
        <w:t>2.025e0</w:t>
      </w:r>
    </w:p>
    <w:p w:rsidR="00295810" w:rsidRDefault="00295810" w:rsidP="00295810">
      <w:r>
        <w:t>193.4615</w:t>
      </w:r>
      <w:r>
        <w:tab/>
        <w:t>1.013e0</w:t>
      </w:r>
    </w:p>
    <w:p w:rsidR="00295810" w:rsidRDefault="00295810" w:rsidP="00295810">
      <w:r>
        <w:t>193.5058</w:t>
      </w:r>
      <w:r>
        <w:tab/>
        <w:t>1.013e0</w:t>
      </w:r>
    </w:p>
    <w:p w:rsidR="00295810" w:rsidRDefault="00295810" w:rsidP="00295810">
      <w:r>
        <w:t>193.5576</w:t>
      </w:r>
      <w:r>
        <w:tab/>
        <w:t>1.013e0</w:t>
      </w:r>
    </w:p>
    <w:p w:rsidR="00295810" w:rsidRDefault="00295810" w:rsidP="00295810">
      <w:r>
        <w:t>193.5757</w:t>
      </w:r>
      <w:r>
        <w:tab/>
        <w:t>1.013e0</w:t>
      </w:r>
    </w:p>
    <w:p w:rsidR="00295810" w:rsidRDefault="00295810" w:rsidP="00295810">
      <w:r>
        <w:t>193.6337</w:t>
      </w:r>
      <w:r>
        <w:tab/>
        <w:t>2.025e0</w:t>
      </w:r>
    </w:p>
    <w:p w:rsidR="00295810" w:rsidRDefault="00295810" w:rsidP="00295810">
      <w:r>
        <w:t>193.9885</w:t>
      </w:r>
      <w:r>
        <w:tab/>
        <w:t>2.025e0</w:t>
      </w:r>
    </w:p>
    <w:p w:rsidR="00295810" w:rsidRDefault="00295810" w:rsidP="00295810">
      <w:r>
        <w:t>194.0575</w:t>
      </w:r>
      <w:r>
        <w:tab/>
        <w:t>3.038e0</w:t>
      </w:r>
    </w:p>
    <w:p w:rsidR="00295810" w:rsidRDefault="00295810" w:rsidP="00295810">
      <w:r>
        <w:t>194.0882</w:t>
      </w:r>
      <w:r>
        <w:tab/>
        <w:t>2.025e0</w:t>
      </w:r>
    </w:p>
    <w:p w:rsidR="00295810" w:rsidRDefault="00295810" w:rsidP="00295810">
      <w:r>
        <w:t>194.1198</w:t>
      </w:r>
      <w:r>
        <w:tab/>
        <w:t>2.025e0</w:t>
      </w:r>
    </w:p>
    <w:p w:rsidR="00295810" w:rsidRDefault="00295810" w:rsidP="00295810">
      <w:r>
        <w:lastRenderedPageBreak/>
        <w:t>194.1639</w:t>
      </w:r>
      <w:r>
        <w:tab/>
        <w:t>1.013e0</w:t>
      </w:r>
    </w:p>
    <w:p w:rsidR="00295810" w:rsidRDefault="00295810" w:rsidP="00295810">
      <w:r>
        <w:t>194.2015</w:t>
      </w:r>
      <w:r>
        <w:tab/>
        <w:t>1.013e0</w:t>
      </w:r>
    </w:p>
    <w:p w:rsidR="00295810" w:rsidRDefault="00295810" w:rsidP="00295810">
      <w:r>
        <w:t>194.2378</w:t>
      </w:r>
      <w:r>
        <w:tab/>
        <w:t>1.013e0</w:t>
      </w:r>
    </w:p>
    <w:p w:rsidR="00295810" w:rsidRDefault="00295810" w:rsidP="00295810">
      <w:r>
        <w:t>194.2940</w:t>
      </w:r>
      <w:r>
        <w:tab/>
        <w:t>1.013e0</w:t>
      </w:r>
    </w:p>
    <w:p w:rsidR="00295810" w:rsidRDefault="00295810" w:rsidP="00295810">
      <w:r>
        <w:t>194.3460</w:t>
      </w:r>
      <w:r>
        <w:tab/>
        <w:t>2.025e0</w:t>
      </w:r>
    </w:p>
    <w:p w:rsidR="00295810" w:rsidRDefault="00295810" w:rsidP="00295810">
      <w:r>
        <w:t>194.3975</w:t>
      </w:r>
      <w:r>
        <w:tab/>
        <w:t>1.013e0</w:t>
      </w:r>
    </w:p>
    <w:p w:rsidR="00295810" w:rsidRDefault="00295810" w:rsidP="00295810">
      <w:r>
        <w:t>194.4338</w:t>
      </w:r>
      <w:r>
        <w:tab/>
        <w:t>2.025e0</w:t>
      </w:r>
    </w:p>
    <w:p w:rsidR="00295810" w:rsidRDefault="00295810" w:rsidP="00295810">
      <w:r>
        <w:t>194.5047</w:t>
      </w:r>
      <w:r>
        <w:tab/>
        <w:t>1.013e0</w:t>
      </w:r>
    </w:p>
    <w:p w:rsidR="00295810" w:rsidRDefault="00295810" w:rsidP="00295810">
      <w:r>
        <w:t>194.5701</w:t>
      </w:r>
      <w:r>
        <w:tab/>
        <w:t>2.025e0</w:t>
      </w:r>
    </w:p>
    <w:p w:rsidR="00295810" w:rsidRDefault="00295810" w:rsidP="00295810">
      <w:r>
        <w:t>194.6009</w:t>
      </w:r>
      <w:r>
        <w:tab/>
        <w:t>1.013e0</w:t>
      </w:r>
    </w:p>
    <w:p w:rsidR="00295810" w:rsidRDefault="00295810" w:rsidP="00295810">
      <w:r>
        <w:t>194.6536</w:t>
      </w:r>
      <w:r>
        <w:tab/>
        <w:t>1.013e0</w:t>
      </w:r>
    </w:p>
    <w:p w:rsidR="00295810" w:rsidRDefault="00295810" w:rsidP="00295810">
      <w:r>
        <w:t>194.8898</w:t>
      </w:r>
      <w:r>
        <w:tab/>
        <w:t>2.025e0</w:t>
      </w:r>
    </w:p>
    <w:p w:rsidR="00295810" w:rsidRDefault="00295810" w:rsidP="00295810">
      <w:r>
        <w:t>194.9606</w:t>
      </w:r>
      <w:r>
        <w:tab/>
        <w:t>1.013e0</w:t>
      </w:r>
    </w:p>
    <w:p w:rsidR="00295810" w:rsidRDefault="00295810" w:rsidP="00295810">
      <w:r>
        <w:t>195.0094</w:t>
      </w:r>
      <w:r>
        <w:tab/>
        <w:t>1.013e0</w:t>
      </w:r>
    </w:p>
    <w:p w:rsidR="00295810" w:rsidRDefault="00295810" w:rsidP="00295810">
      <w:r>
        <w:t>195.0278</w:t>
      </w:r>
      <w:r>
        <w:tab/>
        <w:t>1.013e0</w:t>
      </w:r>
    </w:p>
    <w:p w:rsidR="00295810" w:rsidRDefault="00295810" w:rsidP="00295810">
      <w:r>
        <w:t>195.0678</w:t>
      </w:r>
      <w:r>
        <w:tab/>
        <w:t>1.013e0</w:t>
      </w:r>
    </w:p>
    <w:p w:rsidR="00295810" w:rsidRDefault="00295810" w:rsidP="00295810">
      <w:r>
        <w:t>195.1278</w:t>
      </w:r>
      <w:r>
        <w:tab/>
        <w:t>1.013e0</w:t>
      </w:r>
    </w:p>
    <w:p w:rsidR="00295810" w:rsidRDefault="00295810" w:rsidP="00295810">
      <w:r>
        <w:t>195.1681</w:t>
      </w:r>
      <w:r>
        <w:tab/>
        <w:t>1.013e0</w:t>
      </w:r>
    </w:p>
    <w:p w:rsidR="00295810" w:rsidRDefault="00295810" w:rsidP="00295810">
      <w:r>
        <w:t>195.2423</w:t>
      </w:r>
      <w:r>
        <w:tab/>
        <w:t>2.025e0</w:t>
      </w:r>
    </w:p>
    <w:p w:rsidR="00295810" w:rsidRDefault="00295810" w:rsidP="00295810">
      <w:r>
        <w:lastRenderedPageBreak/>
        <w:t>195.3806</w:t>
      </w:r>
      <w:r>
        <w:tab/>
        <w:t>1.013e0</w:t>
      </w:r>
    </w:p>
    <w:p w:rsidR="00295810" w:rsidRDefault="00295810" w:rsidP="00295810">
      <w:r>
        <w:t>195.4042</w:t>
      </w:r>
      <w:r>
        <w:tab/>
        <w:t>2.025e0</w:t>
      </w:r>
    </w:p>
    <w:p w:rsidR="00295810" w:rsidRDefault="00295810" w:rsidP="00295810">
      <w:r>
        <w:t>195.5439</w:t>
      </w:r>
      <w:r>
        <w:tab/>
        <w:t>1.013e0</w:t>
      </w:r>
    </w:p>
    <w:p w:rsidR="00295810" w:rsidRDefault="00295810" w:rsidP="00295810">
      <w:r>
        <w:t>195.5879</w:t>
      </w:r>
      <w:r>
        <w:tab/>
        <w:t>1.013e0</w:t>
      </w:r>
    </w:p>
    <w:p w:rsidR="00295810" w:rsidRDefault="00295810" w:rsidP="00295810">
      <w:r>
        <w:t>195.6060</w:t>
      </w:r>
      <w:r>
        <w:tab/>
        <w:t>1.013e0</w:t>
      </w:r>
    </w:p>
    <w:p w:rsidR="00295810" w:rsidRDefault="00295810" w:rsidP="00295810">
      <w:r>
        <w:t>195.7299</w:t>
      </w:r>
      <w:r>
        <w:tab/>
        <w:t>2.025e0</w:t>
      </w:r>
    </w:p>
    <w:p w:rsidR="00295810" w:rsidRDefault="00295810" w:rsidP="00295810">
      <w:r>
        <w:t>195.7883</w:t>
      </w:r>
      <w:r>
        <w:tab/>
        <w:t>1.013e0</w:t>
      </w:r>
    </w:p>
    <w:p w:rsidR="00295810" w:rsidRDefault="00295810" w:rsidP="00295810">
      <w:r>
        <w:t>195.9640</w:t>
      </w:r>
      <w:r>
        <w:tab/>
        <w:t>2.025e0</w:t>
      </w:r>
    </w:p>
    <w:p w:rsidR="00295810" w:rsidRDefault="00295810" w:rsidP="00295810">
      <w:r>
        <w:t>196.0083</w:t>
      </w:r>
      <w:r>
        <w:tab/>
        <w:t>3.038e0</w:t>
      </w:r>
    </w:p>
    <w:p w:rsidR="00295810" w:rsidRDefault="00295810" w:rsidP="00295810">
      <w:r>
        <w:t>196.0313</w:t>
      </w:r>
      <w:r>
        <w:tab/>
        <w:t>1.447e0</w:t>
      </w:r>
    </w:p>
    <w:p w:rsidR="00295810" w:rsidRDefault="00295810" w:rsidP="00295810">
      <w:r>
        <w:t>196.1230</w:t>
      </w:r>
      <w:r>
        <w:tab/>
        <w:t>3.038e0</w:t>
      </w:r>
    </w:p>
    <w:p w:rsidR="00295810" w:rsidRDefault="00295810" w:rsidP="00295810">
      <w:r>
        <w:t>196.3206</w:t>
      </w:r>
      <w:r>
        <w:tab/>
        <w:t>1.013e0</w:t>
      </w:r>
    </w:p>
    <w:p w:rsidR="00295810" w:rsidRDefault="00295810" w:rsidP="00295810">
      <w:r>
        <w:t>196.4597</w:t>
      </w:r>
      <w:r>
        <w:tab/>
        <w:t>3.038e0</w:t>
      </w:r>
    </w:p>
    <w:p w:rsidR="00295810" w:rsidRDefault="00295810" w:rsidP="00295810">
      <w:r>
        <w:t>196.5438</w:t>
      </w:r>
      <w:r>
        <w:tab/>
        <w:t>1.013e0</w:t>
      </w:r>
    </w:p>
    <w:p w:rsidR="00295810" w:rsidRDefault="00295810" w:rsidP="00295810">
      <w:r>
        <w:t>196.5930</w:t>
      </w:r>
      <w:r>
        <w:tab/>
        <w:t>1.013e0</w:t>
      </w:r>
    </w:p>
    <w:p w:rsidR="00295810" w:rsidRDefault="00295810" w:rsidP="00295810">
      <w:r>
        <w:t>196.7115</w:t>
      </w:r>
      <w:r>
        <w:tab/>
        <w:t>1.013e0</w:t>
      </w:r>
    </w:p>
    <w:p w:rsidR="00295810" w:rsidRDefault="00295810" w:rsidP="00295810">
      <w:r>
        <w:t>196.8270</w:t>
      </w:r>
      <w:r>
        <w:tab/>
        <w:t>1.013e0</w:t>
      </w:r>
    </w:p>
    <w:p w:rsidR="00295810" w:rsidRDefault="00295810" w:rsidP="00295810">
      <w:r>
        <w:t>197.1389</w:t>
      </w:r>
      <w:r>
        <w:tab/>
        <w:t>4.051e0</w:t>
      </w:r>
    </w:p>
    <w:p w:rsidR="00295810" w:rsidRDefault="00295810" w:rsidP="00295810">
      <w:r>
        <w:t>197.2147</w:t>
      </w:r>
      <w:r>
        <w:tab/>
        <w:t>1.013e0</w:t>
      </w:r>
    </w:p>
    <w:p w:rsidR="00295810" w:rsidRDefault="00295810" w:rsidP="00295810">
      <w:r>
        <w:lastRenderedPageBreak/>
        <w:t>197.2713</w:t>
      </w:r>
      <w:r>
        <w:tab/>
        <w:t>1.013e0</w:t>
      </w:r>
    </w:p>
    <w:p w:rsidR="00295810" w:rsidRDefault="00295810" w:rsidP="00295810">
      <w:r>
        <w:t>197.4720</w:t>
      </w:r>
      <w:r>
        <w:tab/>
        <w:t>1.013e0</w:t>
      </w:r>
    </w:p>
    <w:p w:rsidR="00295810" w:rsidRDefault="00295810" w:rsidP="00295810">
      <w:r>
        <w:t>197.5395</w:t>
      </w:r>
      <w:r>
        <w:tab/>
        <w:t>1.013e0</w:t>
      </w:r>
    </w:p>
    <w:p w:rsidR="00295810" w:rsidRDefault="00295810" w:rsidP="00295810">
      <w:r>
        <w:t>197.7333</w:t>
      </w:r>
      <w:r>
        <w:tab/>
        <w:t>2.025e0</w:t>
      </w:r>
    </w:p>
    <w:p w:rsidR="00295810" w:rsidRDefault="00295810" w:rsidP="00295810">
      <w:r>
        <w:t>197.7568</w:t>
      </w:r>
      <w:r>
        <w:tab/>
        <w:t>1.013e0</w:t>
      </w:r>
    </w:p>
    <w:p w:rsidR="00295810" w:rsidRDefault="00295810" w:rsidP="00295810">
      <w:r>
        <w:t>197.7786</w:t>
      </w:r>
      <w:r>
        <w:tab/>
        <w:t>1.013e0</w:t>
      </w:r>
    </w:p>
    <w:p w:rsidR="00295810" w:rsidRDefault="00295810" w:rsidP="00295810">
      <w:r>
        <w:t>197.8571</w:t>
      </w:r>
      <w:r>
        <w:tab/>
        <w:t>1.013e0</w:t>
      </w:r>
    </w:p>
    <w:p w:rsidR="00295810" w:rsidRDefault="00295810" w:rsidP="00295810">
      <w:r>
        <w:t>197.8791</w:t>
      </w:r>
      <w:r>
        <w:tab/>
        <w:t>1.013e0</w:t>
      </w:r>
    </w:p>
    <w:p w:rsidR="00295810" w:rsidRDefault="00295810" w:rsidP="00295810">
      <w:r>
        <w:t>197.9212</w:t>
      </w:r>
      <w:r>
        <w:tab/>
        <w:t>1.013e0</w:t>
      </w:r>
    </w:p>
    <w:p w:rsidR="00295810" w:rsidRDefault="00295810" w:rsidP="00295810">
      <w:r>
        <w:t>197.9957</w:t>
      </w:r>
      <w:r>
        <w:tab/>
        <w:t>1.013e0</w:t>
      </w:r>
    </w:p>
    <w:p w:rsidR="00295810" w:rsidRDefault="00295810" w:rsidP="00295810">
      <w:r>
        <w:t>198.0325</w:t>
      </w:r>
      <w:r>
        <w:tab/>
        <w:t>1.013e0</w:t>
      </w:r>
    </w:p>
    <w:p w:rsidR="00295810" w:rsidRDefault="00295810" w:rsidP="00295810">
      <w:r>
        <w:t>198.1220</w:t>
      </w:r>
      <w:r>
        <w:tab/>
        <w:t>1.013e0</w:t>
      </w:r>
    </w:p>
    <w:p w:rsidR="00295810" w:rsidRDefault="00295810" w:rsidP="00295810">
      <w:r>
        <w:t>198.2645</w:t>
      </w:r>
      <w:r>
        <w:tab/>
        <w:t>1.013e0</w:t>
      </w:r>
    </w:p>
    <w:p w:rsidR="00295810" w:rsidRDefault="00295810" w:rsidP="00295810">
      <w:r>
        <w:t>198.3358</w:t>
      </w:r>
      <w:r>
        <w:tab/>
        <w:t>1.013e0</w:t>
      </w:r>
    </w:p>
    <w:p w:rsidR="00295810" w:rsidRDefault="00295810" w:rsidP="00295810">
      <w:r>
        <w:t>198.3677</w:t>
      </w:r>
      <w:r>
        <w:tab/>
        <w:t>3.038e0</w:t>
      </w:r>
    </w:p>
    <w:p w:rsidR="00295810" w:rsidRDefault="00295810" w:rsidP="00295810">
      <w:r>
        <w:t>198.4740</w:t>
      </w:r>
      <w:r>
        <w:tab/>
        <w:t>2.025e0</w:t>
      </w:r>
    </w:p>
    <w:p w:rsidR="00295810" w:rsidRDefault="00295810" w:rsidP="00295810">
      <w:r>
        <w:t>198.5295</w:t>
      </w:r>
      <w:r>
        <w:tab/>
        <w:t>1.013e0</w:t>
      </w:r>
    </w:p>
    <w:p w:rsidR="00295810" w:rsidRDefault="00295810" w:rsidP="00295810">
      <w:r>
        <w:t>198.5680</w:t>
      </w:r>
      <w:r>
        <w:tab/>
        <w:t>1.013e0</w:t>
      </w:r>
    </w:p>
    <w:p w:rsidR="00295810" w:rsidRDefault="00295810" w:rsidP="00295810">
      <w:r>
        <w:t>198.6353</w:t>
      </w:r>
      <w:r>
        <w:tab/>
        <w:t>1.013e0</w:t>
      </w:r>
    </w:p>
    <w:p w:rsidR="00295810" w:rsidRDefault="00295810" w:rsidP="00295810">
      <w:r>
        <w:lastRenderedPageBreak/>
        <w:t>198.6612</w:t>
      </w:r>
      <w:r>
        <w:tab/>
        <w:t>1.013e0</w:t>
      </w:r>
    </w:p>
    <w:p w:rsidR="00295810" w:rsidRDefault="00295810" w:rsidP="00295810">
      <w:r>
        <w:t>198.7472</w:t>
      </w:r>
      <w:r>
        <w:tab/>
        <w:t>1.013e0</w:t>
      </w:r>
    </w:p>
    <w:p w:rsidR="00295810" w:rsidRDefault="00295810" w:rsidP="00295810">
      <w:r>
        <w:t>198.9832</w:t>
      </w:r>
      <w:r>
        <w:tab/>
        <w:t>2.025e0</w:t>
      </w:r>
    </w:p>
    <w:p w:rsidR="00295810" w:rsidRDefault="00295810" w:rsidP="00295810">
      <w:r>
        <w:t>199.0208</w:t>
      </w:r>
      <w:r>
        <w:tab/>
        <w:t>1.013e0</w:t>
      </w:r>
    </w:p>
    <w:p w:rsidR="00295810" w:rsidRDefault="00295810" w:rsidP="00295810">
      <w:r>
        <w:t>199.0545</w:t>
      </w:r>
      <w:r>
        <w:tab/>
        <w:t>2.025e0</w:t>
      </w:r>
    </w:p>
    <w:p w:rsidR="00295810" w:rsidRDefault="00295810" w:rsidP="00295810">
      <w:r>
        <w:t>199.1295</w:t>
      </w:r>
      <w:r>
        <w:tab/>
        <w:t>1.013e0</w:t>
      </w:r>
    </w:p>
    <w:p w:rsidR="00295810" w:rsidRDefault="00295810" w:rsidP="00295810">
      <w:r>
        <w:t>199.1955</w:t>
      </w:r>
      <w:r>
        <w:tab/>
        <w:t>3.038e0</w:t>
      </w:r>
    </w:p>
    <w:p w:rsidR="00295810" w:rsidRDefault="00295810" w:rsidP="00295810">
      <w:r>
        <w:t>199.2413</w:t>
      </w:r>
      <w:r>
        <w:tab/>
        <w:t>1.013e0</w:t>
      </w:r>
    </w:p>
    <w:p w:rsidR="00295810" w:rsidRDefault="00295810" w:rsidP="00295810">
      <w:r>
        <w:t>199.2760</w:t>
      </w:r>
      <w:r>
        <w:tab/>
        <w:t>1.013e0</w:t>
      </w:r>
    </w:p>
    <w:p w:rsidR="00295810" w:rsidRDefault="00295810" w:rsidP="00295810">
      <w:r>
        <w:t>199.3053</w:t>
      </w:r>
      <w:r>
        <w:tab/>
        <w:t>1.013e0</w:t>
      </w:r>
    </w:p>
    <w:p w:rsidR="00295810" w:rsidRDefault="00295810" w:rsidP="00295810">
      <w:r>
        <w:t>199.3804</w:t>
      </w:r>
      <w:r>
        <w:tab/>
        <w:t>1.013e0</w:t>
      </w:r>
    </w:p>
    <w:p w:rsidR="00295810" w:rsidRDefault="00295810" w:rsidP="00295810">
      <w:r>
        <w:t>199.4371</w:t>
      </w:r>
      <w:r>
        <w:tab/>
        <w:t>1.013e0</w:t>
      </w:r>
    </w:p>
    <w:p w:rsidR="00295810" w:rsidRDefault="00295810" w:rsidP="00295810">
      <w:r>
        <w:t>199.4936</w:t>
      </w:r>
      <w:r>
        <w:tab/>
        <w:t>1.013e0</w:t>
      </w:r>
    </w:p>
    <w:p w:rsidR="00295810" w:rsidRDefault="00295810" w:rsidP="00295810">
      <w:r>
        <w:t>199.5369</w:t>
      </w:r>
      <w:r>
        <w:tab/>
        <w:t>3.038e0</w:t>
      </w:r>
    </w:p>
    <w:p w:rsidR="00295810" w:rsidRDefault="00295810" w:rsidP="00295810">
      <w:r>
        <w:t>199.6862</w:t>
      </w:r>
      <w:r>
        <w:tab/>
        <w:t>2.025e0</w:t>
      </w:r>
    </w:p>
    <w:p w:rsidR="00295810" w:rsidRDefault="00295810" w:rsidP="00295810">
      <w:r>
        <w:t>199.7558</w:t>
      </w:r>
      <w:r>
        <w:tab/>
        <w:t>2.025e0</w:t>
      </w:r>
    </w:p>
    <w:p w:rsidR="00295810" w:rsidRDefault="00295810" w:rsidP="00295810">
      <w:r>
        <w:t>199.8492</w:t>
      </w:r>
      <w:r>
        <w:tab/>
        <w:t>1.013e0</w:t>
      </w:r>
    </w:p>
    <w:p w:rsidR="00295810" w:rsidRDefault="00295810" w:rsidP="00295810">
      <w:r>
        <w:t>199.8951</w:t>
      </w:r>
      <w:r>
        <w:tab/>
        <w:t>1.013e0</w:t>
      </w:r>
    </w:p>
    <w:p w:rsidR="00295810" w:rsidRDefault="00295810" w:rsidP="00295810">
      <w:r>
        <w:t>199.9318</w:t>
      </w:r>
      <w:r>
        <w:tab/>
        <w:t>1.013e0</w:t>
      </w:r>
    </w:p>
    <w:p w:rsidR="00295810" w:rsidRDefault="00295810" w:rsidP="00295810">
      <w:r>
        <w:lastRenderedPageBreak/>
        <w:t>199.9666</w:t>
      </w:r>
      <w:r>
        <w:tab/>
        <w:t>1.013e0</w:t>
      </w:r>
    </w:p>
    <w:p w:rsidR="00295810" w:rsidRDefault="00295810" w:rsidP="00295810">
      <w:r>
        <w:t>200.0221</w:t>
      </w:r>
      <w:r>
        <w:tab/>
        <w:t>3.038e0</w:t>
      </w:r>
    </w:p>
    <w:p w:rsidR="00295810" w:rsidRDefault="00295810" w:rsidP="00295810">
      <w:r>
        <w:t>200.0564</w:t>
      </w:r>
      <w:r>
        <w:tab/>
        <w:t>1.013e0</w:t>
      </w:r>
    </w:p>
    <w:p w:rsidR="00295810" w:rsidRDefault="00295810" w:rsidP="00295810">
      <w:r>
        <w:t>200.0859</w:t>
      </w:r>
      <w:r>
        <w:tab/>
        <w:t>2.025e0</w:t>
      </w:r>
    </w:p>
    <w:p w:rsidR="00295810" w:rsidRDefault="00295810" w:rsidP="00295810">
      <w:r>
        <w:t>200.1315</w:t>
      </w:r>
      <w:r>
        <w:tab/>
        <w:t>1.013e0</w:t>
      </w:r>
    </w:p>
    <w:p w:rsidR="00295810" w:rsidRDefault="00295810" w:rsidP="00295810">
      <w:r>
        <w:t>200.1920</w:t>
      </w:r>
      <w:r>
        <w:tab/>
        <w:t>1.013e0</w:t>
      </w:r>
    </w:p>
    <w:p w:rsidR="00295810" w:rsidRDefault="00295810" w:rsidP="00295810">
      <w:r>
        <w:t>200.3985</w:t>
      </w:r>
      <w:r>
        <w:tab/>
        <w:t>1.013e0</w:t>
      </w:r>
    </w:p>
    <w:p w:rsidR="00295810" w:rsidRDefault="00295810" w:rsidP="00295810">
      <w:r>
        <w:t>200.4738</w:t>
      </w:r>
      <w:r>
        <w:tab/>
        <w:t>1.013e0</w:t>
      </w:r>
    </w:p>
    <w:p w:rsidR="00295810" w:rsidRDefault="00295810" w:rsidP="00295810">
      <w:r>
        <w:t>200.6957</w:t>
      </w:r>
      <w:r>
        <w:tab/>
        <w:t>1.013e0</w:t>
      </w:r>
    </w:p>
    <w:p w:rsidR="00295810" w:rsidRDefault="00295810" w:rsidP="00295810">
      <w:r>
        <w:t>200.8503</w:t>
      </w:r>
      <w:r>
        <w:tab/>
        <w:t>1.013e0</w:t>
      </w:r>
    </w:p>
    <w:p w:rsidR="00295810" w:rsidRDefault="00295810" w:rsidP="00295810">
      <w:r>
        <w:t>200.9698</w:t>
      </w:r>
      <w:r>
        <w:tab/>
        <w:t>1.013e0</w:t>
      </w:r>
    </w:p>
    <w:p w:rsidR="00295810" w:rsidRDefault="00295810" w:rsidP="00295810">
      <w:r>
        <w:t>201.0194</w:t>
      </w:r>
      <w:r>
        <w:tab/>
        <w:t>1.013e0</w:t>
      </w:r>
    </w:p>
    <w:p w:rsidR="00295810" w:rsidRDefault="00295810" w:rsidP="00295810">
      <w:r>
        <w:t>201.1884</w:t>
      </w:r>
      <w:r>
        <w:tab/>
        <w:t>1.013e0</w:t>
      </w:r>
    </w:p>
    <w:p w:rsidR="00295810" w:rsidRDefault="00295810" w:rsidP="00295810">
      <w:r>
        <w:t>201.2472</w:t>
      </w:r>
      <w:r>
        <w:tab/>
        <w:t>2.025e0</w:t>
      </w:r>
    </w:p>
    <w:p w:rsidR="00295810" w:rsidRDefault="00295810" w:rsidP="00295810">
      <w:r>
        <w:t>201.6073</w:t>
      </w:r>
      <w:r>
        <w:tab/>
        <w:t>1.013e0</w:t>
      </w:r>
    </w:p>
    <w:p w:rsidR="00295810" w:rsidRDefault="00295810" w:rsidP="00295810">
      <w:r>
        <w:t>201.6593</w:t>
      </w:r>
      <w:r>
        <w:tab/>
        <w:t>3.038e0</w:t>
      </w:r>
    </w:p>
    <w:p w:rsidR="00295810" w:rsidRDefault="00295810" w:rsidP="00295810">
      <w:r>
        <w:t>201.7048</w:t>
      </w:r>
      <w:r>
        <w:tab/>
        <w:t>1.013e0</w:t>
      </w:r>
    </w:p>
    <w:p w:rsidR="00295810" w:rsidRDefault="00295810" w:rsidP="00295810">
      <w:r>
        <w:t>201.8260</w:t>
      </w:r>
      <w:r>
        <w:tab/>
        <w:t>1.013e0</w:t>
      </w:r>
    </w:p>
    <w:p w:rsidR="00295810" w:rsidRDefault="00295810" w:rsidP="00295810">
      <w:r>
        <w:t>201.8522</w:t>
      </w:r>
      <w:r>
        <w:tab/>
        <w:t>1.013e0</w:t>
      </w:r>
    </w:p>
    <w:p w:rsidR="00295810" w:rsidRDefault="00295810" w:rsidP="00295810">
      <w:r>
        <w:lastRenderedPageBreak/>
        <w:t>201.8830</w:t>
      </w:r>
      <w:r>
        <w:tab/>
        <w:t>1.013e0</w:t>
      </w:r>
    </w:p>
    <w:p w:rsidR="00295810" w:rsidRDefault="00295810" w:rsidP="00295810">
      <w:r>
        <w:t>201.9051</w:t>
      </w:r>
      <w:r>
        <w:tab/>
        <w:t>1.013e0</w:t>
      </w:r>
    </w:p>
    <w:p w:rsidR="00295810" w:rsidRDefault="00295810" w:rsidP="00295810">
      <w:r>
        <w:t>201.9358</w:t>
      </w:r>
      <w:r>
        <w:tab/>
        <w:t>1.013e0</w:t>
      </w:r>
    </w:p>
    <w:p w:rsidR="00295810" w:rsidRDefault="00295810" w:rsidP="00295810">
      <w:r>
        <w:t>201.9840</w:t>
      </w:r>
      <w:r>
        <w:tab/>
        <w:t>1.013e0</w:t>
      </w:r>
    </w:p>
    <w:p w:rsidR="00295810" w:rsidRDefault="00295810" w:rsidP="00295810">
      <w:r>
        <w:t>202.0076</w:t>
      </w:r>
      <w:r>
        <w:tab/>
        <w:t>1.013e0</w:t>
      </w:r>
    </w:p>
    <w:p w:rsidR="00295810" w:rsidRDefault="00295810" w:rsidP="00295810">
      <w:r>
        <w:t>202.0412</w:t>
      </w:r>
      <w:r>
        <w:tab/>
        <w:t>1.013e0</w:t>
      </w:r>
    </w:p>
    <w:p w:rsidR="00295810" w:rsidRDefault="00295810" w:rsidP="00295810">
      <w:r>
        <w:t>202.1147</w:t>
      </w:r>
      <w:r>
        <w:tab/>
        <w:t>2.025e0</w:t>
      </w:r>
    </w:p>
    <w:p w:rsidR="00295810" w:rsidRDefault="00295810" w:rsidP="00295810">
      <w:r>
        <w:t>202.1430</w:t>
      </w:r>
      <w:r>
        <w:tab/>
        <w:t>3.038e0</w:t>
      </w:r>
    </w:p>
    <w:p w:rsidR="00295810" w:rsidRDefault="00295810" w:rsidP="00295810">
      <w:r>
        <w:t>202.2380</w:t>
      </w:r>
      <w:r>
        <w:tab/>
        <w:t>2.025e0</w:t>
      </w:r>
    </w:p>
    <w:p w:rsidR="00295810" w:rsidRDefault="00295810" w:rsidP="00295810">
      <w:r>
        <w:t>202.3587</w:t>
      </w:r>
      <w:r>
        <w:tab/>
        <w:t>1.013e0</w:t>
      </w:r>
    </w:p>
    <w:p w:rsidR="00295810" w:rsidRDefault="00295810" w:rsidP="00295810">
      <w:r>
        <w:t>202.5250</w:t>
      </w:r>
      <w:r>
        <w:tab/>
        <w:t>1.013e0</w:t>
      </w:r>
    </w:p>
    <w:p w:rsidR="00295810" w:rsidRDefault="00295810" w:rsidP="00295810">
      <w:r>
        <w:t>202.6224</w:t>
      </w:r>
      <w:r>
        <w:tab/>
        <w:t>1.013e0</w:t>
      </w:r>
    </w:p>
    <w:p w:rsidR="00295810" w:rsidRDefault="00295810" w:rsidP="00295810">
      <w:r>
        <w:t>202.6869</w:t>
      </w:r>
      <w:r>
        <w:tab/>
        <w:t>1.013e0</w:t>
      </w:r>
    </w:p>
    <w:p w:rsidR="00295810" w:rsidRDefault="00295810" w:rsidP="00295810">
      <w:r>
        <w:t>202.8048</w:t>
      </w:r>
      <w:r>
        <w:tab/>
        <w:t>1.013e0</w:t>
      </w:r>
    </w:p>
    <w:p w:rsidR="00295810" w:rsidRDefault="00295810" w:rsidP="00295810">
      <w:r>
        <w:t>202.8213</w:t>
      </w:r>
      <w:r>
        <w:tab/>
        <w:t>2.025e0</w:t>
      </w:r>
    </w:p>
    <w:p w:rsidR="00295810" w:rsidRDefault="00295810" w:rsidP="00295810">
      <w:r>
        <w:t>202.9903</w:t>
      </w:r>
      <w:r>
        <w:tab/>
        <w:t>1.013e0</w:t>
      </w:r>
    </w:p>
    <w:p w:rsidR="00295810" w:rsidRDefault="00295810" w:rsidP="00295810">
      <w:r>
        <w:t>203.0240</w:t>
      </w:r>
      <w:r>
        <w:tab/>
        <w:t>1.013e0</w:t>
      </w:r>
    </w:p>
    <w:p w:rsidR="00295810" w:rsidRDefault="00295810" w:rsidP="00295810">
      <w:r>
        <w:t>203.1345</w:t>
      </w:r>
      <w:r>
        <w:tab/>
        <w:t>1.013e0</w:t>
      </w:r>
    </w:p>
    <w:p w:rsidR="00295810" w:rsidRDefault="00295810" w:rsidP="00295810">
      <w:r>
        <w:t>203.2174</w:t>
      </w:r>
      <w:r>
        <w:tab/>
        <w:t>1.013e0</w:t>
      </w:r>
    </w:p>
    <w:p w:rsidR="00295810" w:rsidRDefault="00295810" w:rsidP="00295810">
      <w:r>
        <w:lastRenderedPageBreak/>
        <w:t>203.2589</w:t>
      </w:r>
      <w:r>
        <w:tab/>
        <w:t>2.025e0</w:t>
      </w:r>
    </w:p>
    <w:p w:rsidR="00295810" w:rsidRDefault="00295810" w:rsidP="00295810">
      <w:r>
        <w:t>203.3389</w:t>
      </w:r>
      <w:r>
        <w:tab/>
        <w:t>1.013e0</w:t>
      </w:r>
    </w:p>
    <w:p w:rsidR="00295810" w:rsidRDefault="00295810" w:rsidP="00295810">
      <w:r>
        <w:t>203.3686</w:t>
      </w:r>
      <w:r>
        <w:tab/>
        <w:t>1.013e0</w:t>
      </w:r>
    </w:p>
    <w:p w:rsidR="00295810" w:rsidRDefault="00295810" w:rsidP="00295810">
      <w:r>
        <w:t>203.5982</w:t>
      </w:r>
      <w:r>
        <w:tab/>
        <w:t>2.025e0</w:t>
      </w:r>
    </w:p>
    <w:p w:rsidR="00295810" w:rsidRDefault="00295810" w:rsidP="00295810">
      <w:r>
        <w:t>203.6266</w:t>
      </w:r>
      <w:r>
        <w:tab/>
        <w:t>1.013e0</w:t>
      </w:r>
    </w:p>
    <w:p w:rsidR="00295810" w:rsidRDefault="00295810" w:rsidP="00295810">
      <w:r>
        <w:t>203.6638</w:t>
      </w:r>
      <w:r>
        <w:tab/>
        <w:t>1.013e0</w:t>
      </w:r>
    </w:p>
    <w:p w:rsidR="00295810" w:rsidRDefault="00295810" w:rsidP="00295810">
      <w:r>
        <w:t>203.7401</w:t>
      </w:r>
      <w:r>
        <w:tab/>
        <w:t>1.013e0</w:t>
      </w:r>
    </w:p>
    <w:p w:rsidR="00295810" w:rsidRDefault="00295810" w:rsidP="00295810">
      <w:r>
        <w:t>203.8479</w:t>
      </w:r>
      <w:r>
        <w:tab/>
        <w:t>2.025e0</w:t>
      </w:r>
    </w:p>
    <w:p w:rsidR="00295810" w:rsidRDefault="00295810" w:rsidP="00295810">
      <w:r>
        <w:t>203.9254</w:t>
      </w:r>
      <w:r>
        <w:tab/>
        <w:t>1.013e0</w:t>
      </w:r>
    </w:p>
    <w:p w:rsidR="00295810" w:rsidRDefault="00295810" w:rsidP="00295810">
      <w:r>
        <w:t>203.9752</w:t>
      </w:r>
      <w:r>
        <w:tab/>
        <w:t>2.025e0</w:t>
      </w:r>
    </w:p>
    <w:p w:rsidR="00295810" w:rsidRDefault="00295810" w:rsidP="00295810">
      <w:r>
        <w:t>204.0509</w:t>
      </w:r>
      <w:r>
        <w:tab/>
        <w:t>1.013e0</w:t>
      </w:r>
    </w:p>
    <w:p w:rsidR="00295810" w:rsidRDefault="00295810" w:rsidP="00295810">
      <w:r>
        <w:t>204.0777</w:t>
      </w:r>
      <w:r>
        <w:tab/>
        <w:t>1.013e0</w:t>
      </w:r>
    </w:p>
    <w:p w:rsidR="00295810" w:rsidRDefault="00295810" w:rsidP="00295810">
      <w:r>
        <w:t>204.1118</w:t>
      </w:r>
      <w:r>
        <w:tab/>
        <w:t>2.025e0</w:t>
      </w:r>
    </w:p>
    <w:p w:rsidR="00295810" w:rsidRDefault="00295810" w:rsidP="00295810">
      <w:r>
        <w:t>204.1554</w:t>
      </w:r>
      <w:r>
        <w:tab/>
        <w:t>2.025e0</w:t>
      </w:r>
    </w:p>
    <w:p w:rsidR="00295810" w:rsidRDefault="00295810" w:rsidP="00295810">
      <w:r>
        <w:t>204.2964</w:t>
      </w:r>
      <w:r>
        <w:tab/>
        <w:t>2.025e0</w:t>
      </w:r>
    </w:p>
    <w:p w:rsidR="00295810" w:rsidRDefault="00295810" w:rsidP="00295810">
      <w:r>
        <w:t>204.3433</w:t>
      </w:r>
      <w:r>
        <w:tab/>
        <w:t>1.013e0</w:t>
      </w:r>
    </w:p>
    <w:p w:rsidR="00295810" w:rsidRDefault="00295810" w:rsidP="00295810">
      <w:r>
        <w:t>204.5289</w:t>
      </w:r>
      <w:r>
        <w:tab/>
        <w:t>1.013e0</w:t>
      </w:r>
    </w:p>
    <w:p w:rsidR="00295810" w:rsidRDefault="00295810" w:rsidP="00295810">
      <w:r>
        <w:t>204.5678</w:t>
      </w:r>
      <w:r>
        <w:tab/>
        <w:t>2.025e0</w:t>
      </w:r>
    </w:p>
    <w:p w:rsidR="00295810" w:rsidRDefault="00295810" w:rsidP="00295810">
      <w:r>
        <w:t>204.6212</w:t>
      </w:r>
      <w:r>
        <w:tab/>
        <w:t>1.013e0</w:t>
      </w:r>
    </w:p>
    <w:p w:rsidR="00295810" w:rsidRDefault="00295810" w:rsidP="00295810">
      <w:r>
        <w:lastRenderedPageBreak/>
        <w:t>204.6736</w:t>
      </w:r>
      <w:r>
        <w:tab/>
        <w:t>1.013e0</w:t>
      </w:r>
    </w:p>
    <w:p w:rsidR="00295810" w:rsidRDefault="00295810" w:rsidP="00295810">
      <w:r>
        <w:t>204.8188</w:t>
      </w:r>
      <w:r>
        <w:tab/>
        <w:t>1.013e0</w:t>
      </w:r>
    </w:p>
    <w:p w:rsidR="00295810" w:rsidRDefault="00295810" w:rsidP="00295810">
      <w:r>
        <w:t>204.9631</w:t>
      </w:r>
      <w:r>
        <w:tab/>
        <w:t>1.013e0</w:t>
      </w:r>
    </w:p>
    <w:p w:rsidR="00295810" w:rsidRDefault="00295810" w:rsidP="00295810">
      <w:r>
        <w:t>205.0085</w:t>
      </w:r>
      <w:r>
        <w:tab/>
        <w:t>1.013e0</w:t>
      </w:r>
    </w:p>
    <w:p w:rsidR="00295810" w:rsidRDefault="00295810" w:rsidP="00295810">
      <w:r>
        <w:t>205.0691</w:t>
      </w:r>
      <w:r>
        <w:tab/>
        <w:t>1.013e0</w:t>
      </w:r>
    </w:p>
    <w:p w:rsidR="00295810" w:rsidRDefault="00295810" w:rsidP="00295810">
      <w:r>
        <w:t>205.1536</w:t>
      </w:r>
      <w:r>
        <w:tab/>
        <w:t>1.013e0</w:t>
      </w:r>
    </w:p>
    <w:p w:rsidR="00295810" w:rsidRDefault="00295810" w:rsidP="00295810">
      <w:r>
        <w:t>205.1943</w:t>
      </w:r>
      <w:r>
        <w:tab/>
        <w:t>2.025e0</w:t>
      </w:r>
    </w:p>
    <w:p w:rsidR="00295810" w:rsidRDefault="00295810" w:rsidP="00295810">
      <w:r>
        <w:t>205.2791</w:t>
      </w:r>
      <w:r>
        <w:tab/>
        <w:t>1.013e0</w:t>
      </w:r>
    </w:p>
    <w:p w:rsidR="00295810" w:rsidRDefault="00295810" w:rsidP="00295810">
      <w:r>
        <w:t>205.3182</w:t>
      </w:r>
      <w:r>
        <w:tab/>
        <w:t>2.025e0</w:t>
      </w:r>
    </w:p>
    <w:p w:rsidR="00295810" w:rsidRDefault="00295810" w:rsidP="00295810">
      <w:r>
        <w:t>205.4993</w:t>
      </w:r>
      <w:r>
        <w:tab/>
        <w:t>1.013e0</w:t>
      </w:r>
    </w:p>
    <w:p w:rsidR="00295810" w:rsidRDefault="00295810" w:rsidP="00295810">
      <w:r>
        <w:t>205.5492</w:t>
      </w:r>
      <w:r>
        <w:tab/>
        <w:t>1.013e0</w:t>
      </w:r>
    </w:p>
    <w:p w:rsidR="00295810" w:rsidRDefault="00295810" w:rsidP="00295810">
      <w:r>
        <w:t>205.6027</w:t>
      </w:r>
      <w:r>
        <w:tab/>
        <w:t>1.013e0</w:t>
      </w:r>
    </w:p>
    <w:p w:rsidR="00295810" w:rsidRDefault="00295810" w:rsidP="00295810">
      <w:r>
        <w:t>205.6288</w:t>
      </w:r>
      <w:r>
        <w:tab/>
        <w:t>1.013e0</w:t>
      </w:r>
    </w:p>
    <w:p w:rsidR="00295810" w:rsidRDefault="00295810" w:rsidP="00295810">
      <w:r>
        <w:t>205.7045</w:t>
      </w:r>
      <w:r>
        <w:tab/>
        <w:t>1.013e0</w:t>
      </w:r>
    </w:p>
    <w:p w:rsidR="00295810" w:rsidRDefault="00295810" w:rsidP="00295810">
      <w:r>
        <w:t>205.7583</w:t>
      </w:r>
      <w:r>
        <w:tab/>
        <w:t>2.025e0</w:t>
      </w:r>
    </w:p>
    <w:p w:rsidR="00295810" w:rsidRDefault="00295810" w:rsidP="00295810">
      <w:r>
        <w:t>205.8082</w:t>
      </w:r>
      <w:r>
        <w:tab/>
        <w:t>1.013e0</w:t>
      </w:r>
    </w:p>
    <w:p w:rsidR="00295810" w:rsidRDefault="00295810" w:rsidP="00295810">
      <w:r>
        <w:t>205.9794</w:t>
      </w:r>
      <w:r>
        <w:tab/>
        <w:t>1.013e0</w:t>
      </w:r>
    </w:p>
    <w:p w:rsidR="00295810" w:rsidRDefault="00295810" w:rsidP="00295810">
      <w:r>
        <w:t>206.1092</w:t>
      </w:r>
      <w:r>
        <w:tab/>
        <w:t>1.013e0</w:t>
      </w:r>
    </w:p>
    <w:p w:rsidR="00295810" w:rsidRDefault="00295810" w:rsidP="00295810">
      <w:r>
        <w:t>206.2349</w:t>
      </w:r>
      <w:r>
        <w:tab/>
        <w:t>1.013e0</w:t>
      </w:r>
    </w:p>
    <w:p w:rsidR="00295810" w:rsidRDefault="00295810" w:rsidP="00295810">
      <w:r>
        <w:lastRenderedPageBreak/>
        <w:t>206.4637</w:t>
      </w:r>
      <w:r>
        <w:tab/>
        <w:t>1.013e0</w:t>
      </w:r>
    </w:p>
    <w:p w:rsidR="00295810" w:rsidRDefault="00295810" w:rsidP="00295810">
      <w:r>
        <w:t>206.4826</w:t>
      </w:r>
      <w:r>
        <w:tab/>
        <w:t>1.013e0</w:t>
      </w:r>
    </w:p>
    <w:p w:rsidR="00295810" w:rsidRDefault="00295810" w:rsidP="00295810">
      <w:r>
        <w:t>206.5711</w:t>
      </w:r>
      <w:r>
        <w:tab/>
        <w:t>2.025e0</w:t>
      </w:r>
    </w:p>
    <w:p w:rsidR="00295810" w:rsidRDefault="00295810" w:rsidP="00295810">
      <w:r>
        <w:t>206.6396</w:t>
      </w:r>
      <w:r>
        <w:tab/>
        <w:t>1.013e0</w:t>
      </w:r>
    </w:p>
    <w:p w:rsidR="00295810" w:rsidRDefault="00295810" w:rsidP="00295810">
      <w:r>
        <w:t>206.7620</w:t>
      </w:r>
      <w:r>
        <w:tab/>
        <w:t>1.013e0</w:t>
      </w:r>
    </w:p>
    <w:p w:rsidR="00295810" w:rsidRDefault="00295810" w:rsidP="00295810">
      <w:r>
        <w:t>206.8526</w:t>
      </w:r>
      <w:r>
        <w:tab/>
        <w:t>1.013e0</w:t>
      </w:r>
    </w:p>
    <w:p w:rsidR="00295810" w:rsidRDefault="00295810" w:rsidP="00295810">
      <w:r>
        <w:t>206.9641</w:t>
      </w:r>
      <w:r>
        <w:tab/>
        <w:t>1.013e0</w:t>
      </w:r>
    </w:p>
    <w:p w:rsidR="00295810" w:rsidRDefault="00295810" w:rsidP="00295810">
      <w:r>
        <w:t>206.9950</w:t>
      </w:r>
      <w:r>
        <w:tab/>
        <w:t>1.013e0</w:t>
      </w:r>
    </w:p>
    <w:p w:rsidR="00295810" w:rsidRDefault="00295810" w:rsidP="00295810">
      <w:r>
        <w:t>207.0642</w:t>
      </w:r>
      <w:r>
        <w:tab/>
        <w:t>1.013e0</w:t>
      </w:r>
    </w:p>
    <w:p w:rsidR="00295810" w:rsidRDefault="00295810" w:rsidP="00295810">
      <w:r>
        <w:t>207.2335</w:t>
      </w:r>
      <w:r>
        <w:tab/>
        <w:t>3.038e0</w:t>
      </w:r>
    </w:p>
    <w:p w:rsidR="00295810" w:rsidRDefault="00295810" w:rsidP="00295810">
      <w:r>
        <w:t>207.3201</w:t>
      </w:r>
      <w:r>
        <w:tab/>
        <w:t>2.025e0</w:t>
      </w:r>
    </w:p>
    <w:p w:rsidR="00295810" w:rsidRDefault="00295810" w:rsidP="00295810">
      <w:r>
        <w:t>207.3999</w:t>
      </w:r>
      <w:r>
        <w:tab/>
        <w:t>1.013e0</w:t>
      </w:r>
    </w:p>
    <w:p w:rsidR="00295810" w:rsidRDefault="00295810" w:rsidP="00295810">
      <w:r>
        <w:t>207.5131</w:t>
      </w:r>
      <w:r>
        <w:tab/>
        <w:t>2.025e0</w:t>
      </w:r>
    </w:p>
    <w:p w:rsidR="00295810" w:rsidRDefault="00295810" w:rsidP="00295810">
      <w:r>
        <w:t>207.5817</w:t>
      </w:r>
      <w:r>
        <w:tab/>
        <w:t>2.025e0</w:t>
      </w:r>
    </w:p>
    <w:p w:rsidR="00295810" w:rsidRDefault="00295810" w:rsidP="00295810">
      <w:r>
        <w:t>207.7562</w:t>
      </w:r>
      <w:r>
        <w:tab/>
        <w:t>1.013e0</w:t>
      </w:r>
    </w:p>
    <w:p w:rsidR="00295810" w:rsidRDefault="00295810" w:rsidP="00295810">
      <w:r>
        <w:t>207.8360</w:t>
      </w:r>
      <w:r>
        <w:tab/>
        <w:t>1.013e0</w:t>
      </w:r>
    </w:p>
    <w:p w:rsidR="00295810" w:rsidRDefault="00295810" w:rsidP="00295810">
      <w:r>
        <w:t>207.9819</w:t>
      </w:r>
      <w:r>
        <w:tab/>
        <w:t>2.025e0</w:t>
      </w:r>
    </w:p>
    <w:p w:rsidR="00295810" w:rsidRDefault="00295810" w:rsidP="00295810">
      <w:r>
        <w:t>208.0383</w:t>
      </w:r>
      <w:r>
        <w:tab/>
        <w:t>2.163e1</w:t>
      </w:r>
    </w:p>
    <w:p w:rsidR="00295810" w:rsidRDefault="00295810" w:rsidP="00295810">
      <w:r>
        <w:t>208.1387</w:t>
      </w:r>
      <w:r>
        <w:tab/>
        <w:t>1.013e0</w:t>
      </w:r>
    </w:p>
    <w:p w:rsidR="00295810" w:rsidRDefault="00295810" w:rsidP="00295810">
      <w:r>
        <w:lastRenderedPageBreak/>
        <w:t>208.1621</w:t>
      </w:r>
      <w:r>
        <w:tab/>
        <w:t>1.013e0</w:t>
      </w:r>
    </w:p>
    <w:p w:rsidR="00295810" w:rsidRDefault="00295810" w:rsidP="00295810">
      <w:r>
        <w:t>208.2547</w:t>
      </w:r>
      <w:r>
        <w:tab/>
        <w:t>3.038e0</w:t>
      </w:r>
    </w:p>
    <w:p w:rsidR="00295810" w:rsidRDefault="00295810" w:rsidP="00295810">
      <w:r>
        <w:t>208.3226</w:t>
      </w:r>
      <w:r>
        <w:tab/>
        <w:t>1.013e0</w:t>
      </w:r>
    </w:p>
    <w:p w:rsidR="00295810" w:rsidRDefault="00295810" w:rsidP="00295810">
      <w:r>
        <w:t>208.3876</w:t>
      </w:r>
      <w:r>
        <w:tab/>
        <w:t>1.013e0</w:t>
      </w:r>
    </w:p>
    <w:p w:rsidR="00295810" w:rsidRDefault="00295810" w:rsidP="00295810">
      <w:r>
        <w:t>208.4556</w:t>
      </w:r>
      <w:r>
        <w:tab/>
        <w:t>2.025e0</w:t>
      </w:r>
    </w:p>
    <w:p w:rsidR="00295810" w:rsidRDefault="00295810" w:rsidP="00295810">
      <w:r>
        <w:t>208.5102</w:t>
      </w:r>
      <w:r>
        <w:tab/>
        <w:t>1.013e0</w:t>
      </w:r>
    </w:p>
    <w:p w:rsidR="00295810" w:rsidRDefault="00295810" w:rsidP="00295810">
      <w:r>
        <w:t>208.5383</w:t>
      </w:r>
      <w:r>
        <w:tab/>
        <w:t>1.013e0</w:t>
      </w:r>
    </w:p>
    <w:p w:rsidR="00295810" w:rsidRDefault="00295810" w:rsidP="00295810">
      <w:r>
        <w:t>208.5568</w:t>
      </w:r>
      <w:r>
        <w:tab/>
        <w:t>1.013e0</w:t>
      </w:r>
    </w:p>
    <w:p w:rsidR="00295810" w:rsidRDefault="00295810" w:rsidP="00295810">
      <w:r>
        <w:t>208.6412</w:t>
      </w:r>
      <w:r>
        <w:tab/>
        <w:t>1.013e0</w:t>
      </w:r>
    </w:p>
    <w:p w:rsidR="00295810" w:rsidRDefault="00295810" w:rsidP="00295810">
      <w:r>
        <w:t>208.6758</w:t>
      </w:r>
      <w:r>
        <w:tab/>
        <w:t>1.013e0</w:t>
      </w:r>
    </w:p>
    <w:p w:rsidR="00295810" w:rsidRDefault="00295810" w:rsidP="00295810">
      <w:r>
        <w:t>208.6985</w:t>
      </w:r>
      <w:r>
        <w:tab/>
        <w:t>1.013e0</w:t>
      </w:r>
    </w:p>
    <w:p w:rsidR="00295810" w:rsidRDefault="00295810" w:rsidP="00295810">
      <w:r>
        <w:t>208.7427</w:t>
      </w:r>
      <w:r>
        <w:tab/>
        <w:t>2.025e0</w:t>
      </w:r>
    </w:p>
    <w:p w:rsidR="00295810" w:rsidRDefault="00295810" w:rsidP="00295810">
      <w:r>
        <w:t>208.7682</w:t>
      </w:r>
      <w:r>
        <w:tab/>
        <w:t>1.013e0</w:t>
      </w:r>
    </w:p>
    <w:p w:rsidR="00295810" w:rsidRDefault="00295810" w:rsidP="00295810">
      <w:r>
        <w:t>208.8157</w:t>
      </w:r>
      <w:r>
        <w:tab/>
        <w:t>2.025e0</w:t>
      </w:r>
    </w:p>
    <w:p w:rsidR="00295810" w:rsidRDefault="00295810" w:rsidP="00295810">
      <w:r>
        <w:t>208.8487</w:t>
      </w:r>
      <w:r>
        <w:tab/>
        <w:t>1.013e0</w:t>
      </w:r>
    </w:p>
    <w:p w:rsidR="00295810" w:rsidRDefault="00295810" w:rsidP="00295810">
      <w:r>
        <w:t>208.9064</w:t>
      </w:r>
      <w:r>
        <w:tab/>
        <w:t>2.025e0</w:t>
      </w:r>
    </w:p>
    <w:p w:rsidR="00295810" w:rsidRDefault="00295810" w:rsidP="00295810">
      <w:r>
        <w:t>209.0236</w:t>
      </w:r>
      <w:r>
        <w:tab/>
        <w:t>2.025e0</w:t>
      </w:r>
    </w:p>
    <w:p w:rsidR="00295810" w:rsidRDefault="00295810" w:rsidP="00295810">
      <w:r>
        <w:t>209.0440</w:t>
      </w:r>
      <w:r>
        <w:tab/>
        <w:t>2.025e0</w:t>
      </w:r>
    </w:p>
    <w:p w:rsidR="00295810" w:rsidRDefault="00295810" w:rsidP="00295810">
      <w:r>
        <w:t>209.1232</w:t>
      </w:r>
      <w:r>
        <w:tab/>
        <w:t>2.025e0</w:t>
      </w:r>
    </w:p>
    <w:p w:rsidR="00295810" w:rsidRDefault="00295810" w:rsidP="00295810">
      <w:r>
        <w:lastRenderedPageBreak/>
        <w:t>209.1630</w:t>
      </w:r>
      <w:r>
        <w:tab/>
        <w:t>1.013e0</w:t>
      </w:r>
    </w:p>
    <w:p w:rsidR="00295810" w:rsidRDefault="00295810" w:rsidP="00295810">
      <w:r>
        <w:t>209.1985</w:t>
      </w:r>
      <w:r>
        <w:tab/>
        <w:t>1.013e0</w:t>
      </w:r>
    </w:p>
    <w:p w:rsidR="00295810" w:rsidRDefault="00295810" w:rsidP="00295810">
      <w:r>
        <w:t>209.3717</w:t>
      </w:r>
      <w:r>
        <w:tab/>
        <w:t>1.013e0</w:t>
      </w:r>
    </w:p>
    <w:p w:rsidR="00295810" w:rsidRDefault="00295810" w:rsidP="00295810">
      <w:r>
        <w:t>209.4828</w:t>
      </w:r>
      <w:r>
        <w:tab/>
        <w:t>1.013e0</w:t>
      </w:r>
    </w:p>
    <w:p w:rsidR="00295810" w:rsidRDefault="00295810" w:rsidP="00295810">
      <w:r>
        <w:t>209.5521</w:t>
      </w:r>
      <w:r>
        <w:tab/>
        <w:t>1.013e0</w:t>
      </w:r>
    </w:p>
    <w:p w:rsidR="00295810" w:rsidRDefault="00295810" w:rsidP="00295810">
      <w:r>
        <w:t>209.5857</w:t>
      </w:r>
      <w:r>
        <w:tab/>
        <w:t>1.013e0</w:t>
      </w:r>
    </w:p>
    <w:p w:rsidR="00295810" w:rsidRDefault="00295810" w:rsidP="00295810">
      <w:r>
        <w:t>209.7601</w:t>
      </w:r>
      <w:r>
        <w:tab/>
        <w:t>3.038e0</w:t>
      </w:r>
    </w:p>
    <w:p w:rsidR="00295810" w:rsidRDefault="00295810" w:rsidP="00295810">
      <w:r>
        <w:t>209.8227</w:t>
      </w:r>
      <w:r>
        <w:tab/>
        <w:t>2.025e0</w:t>
      </w:r>
    </w:p>
    <w:p w:rsidR="00295810" w:rsidRDefault="00295810" w:rsidP="00295810">
      <w:r>
        <w:t>209.9096</w:t>
      </w:r>
      <w:r>
        <w:tab/>
        <w:t>1.013e0</w:t>
      </w:r>
    </w:p>
    <w:p w:rsidR="00295810" w:rsidRDefault="00295810" w:rsidP="00295810">
      <w:r>
        <w:t>209.9439</w:t>
      </w:r>
      <w:r>
        <w:tab/>
        <w:t>1.013e0</w:t>
      </w:r>
    </w:p>
    <w:p w:rsidR="00295810" w:rsidRDefault="00295810" w:rsidP="00295810">
      <w:r>
        <w:t>210.0363</w:t>
      </w:r>
      <w:r>
        <w:tab/>
        <w:t>1.013e0</w:t>
      </w:r>
    </w:p>
    <w:p w:rsidR="00295810" w:rsidRDefault="00295810" w:rsidP="00295810">
      <w:r>
        <w:t>210.1112</w:t>
      </w:r>
      <w:r>
        <w:tab/>
        <w:t>2.025e0</w:t>
      </w:r>
    </w:p>
    <w:p w:rsidR="00295810" w:rsidRDefault="00295810" w:rsidP="00295810">
      <w:r>
        <w:t>210.1370</w:t>
      </w:r>
      <w:r>
        <w:tab/>
        <w:t>1.013e0</w:t>
      </w:r>
    </w:p>
    <w:p w:rsidR="00295810" w:rsidRDefault="00295810" w:rsidP="00295810">
      <w:r>
        <w:t>210.2449</w:t>
      </w:r>
      <w:r>
        <w:tab/>
        <w:t>1.013e0</w:t>
      </w:r>
    </w:p>
    <w:p w:rsidR="00295810" w:rsidRDefault="00295810" w:rsidP="00295810">
      <w:r>
        <w:t>210.3399</w:t>
      </w:r>
      <w:r>
        <w:tab/>
        <w:t>1.013e0</w:t>
      </w:r>
    </w:p>
    <w:p w:rsidR="00295810" w:rsidRDefault="00295810" w:rsidP="00295810">
      <w:r>
        <w:t>210.4637</w:t>
      </w:r>
      <w:r>
        <w:tab/>
        <w:t>1.013e0</w:t>
      </w:r>
    </w:p>
    <w:p w:rsidR="00295810" w:rsidRDefault="00295810" w:rsidP="00295810">
      <w:r>
        <w:t>210.5415</w:t>
      </w:r>
      <w:r>
        <w:tab/>
        <w:t>2.025e0</w:t>
      </w:r>
    </w:p>
    <w:p w:rsidR="00295810" w:rsidRDefault="00295810" w:rsidP="00295810">
      <w:r>
        <w:t>210.6179</w:t>
      </w:r>
      <w:r>
        <w:tab/>
        <w:t>1.013e0</w:t>
      </w:r>
    </w:p>
    <w:p w:rsidR="00295810" w:rsidRDefault="00295810" w:rsidP="00295810">
      <w:r>
        <w:t>210.6683</w:t>
      </w:r>
      <w:r>
        <w:tab/>
        <w:t>1.013e0</w:t>
      </w:r>
    </w:p>
    <w:p w:rsidR="00295810" w:rsidRDefault="00295810" w:rsidP="00295810">
      <w:r>
        <w:lastRenderedPageBreak/>
        <w:t>210.7033</w:t>
      </w:r>
      <w:r>
        <w:tab/>
        <w:t>1.013e0</w:t>
      </w:r>
    </w:p>
    <w:p w:rsidR="00295810" w:rsidRDefault="00295810" w:rsidP="00295810">
      <w:r>
        <w:t>210.7728</w:t>
      </w:r>
      <w:r>
        <w:tab/>
        <w:t>1.013e0</w:t>
      </w:r>
    </w:p>
    <w:p w:rsidR="00295810" w:rsidRDefault="00295810" w:rsidP="00295810">
      <w:r>
        <w:t>210.8191</w:t>
      </w:r>
      <w:r>
        <w:tab/>
        <w:t>1.013e0</w:t>
      </w:r>
    </w:p>
    <w:p w:rsidR="00295810" w:rsidRDefault="00295810" w:rsidP="00295810">
      <w:r>
        <w:t>210.8921</w:t>
      </w:r>
      <w:r>
        <w:tab/>
        <w:t>1.013e0</w:t>
      </w:r>
    </w:p>
    <w:p w:rsidR="00295810" w:rsidRDefault="00295810" w:rsidP="00295810">
      <w:r>
        <w:t>210.9266</w:t>
      </w:r>
      <w:r>
        <w:tab/>
        <w:t>1.013e0</w:t>
      </w:r>
    </w:p>
    <w:p w:rsidR="00295810" w:rsidRDefault="00295810" w:rsidP="00295810">
      <w:r>
        <w:t>210.9763</w:t>
      </w:r>
      <w:r>
        <w:tab/>
        <w:t>1.013e0</w:t>
      </w:r>
    </w:p>
    <w:p w:rsidR="00295810" w:rsidRDefault="00295810" w:rsidP="00295810">
      <w:r>
        <w:t>211.0384</w:t>
      </w:r>
      <w:r>
        <w:tab/>
        <w:t>1.013e0</w:t>
      </w:r>
    </w:p>
    <w:p w:rsidR="00295810" w:rsidRDefault="00295810" w:rsidP="00295810">
      <w:r>
        <w:t>211.1198</w:t>
      </w:r>
      <w:r>
        <w:tab/>
        <w:t>2.025e0</w:t>
      </w:r>
    </w:p>
    <w:p w:rsidR="00295810" w:rsidRDefault="00295810" w:rsidP="00295810">
      <w:r>
        <w:t>211.2430</w:t>
      </w:r>
      <w:r>
        <w:tab/>
        <w:t>1.013e0</w:t>
      </w:r>
    </w:p>
    <w:p w:rsidR="00295810" w:rsidRDefault="00295810" w:rsidP="00295810">
      <w:r>
        <w:t>211.3200</w:t>
      </w:r>
      <w:r>
        <w:tab/>
        <w:t>1.013e0</w:t>
      </w:r>
    </w:p>
    <w:p w:rsidR="00295810" w:rsidRDefault="00295810" w:rsidP="00295810">
      <w:r>
        <w:t>211.3905</w:t>
      </w:r>
      <w:r>
        <w:tab/>
        <w:t>1.013e0</w:t>
      </w:r>
    </w:p>
    <w:p w:rsidR="00295810" w:rsidRDefault="00295810" w:rsidP="00295810">
      <w:r>
        <w:t>211.5024</w:t>
      </w:r>
      <w:r>
        <w:tab/>
        <w:t>1.013e0</w:t>
      </w:r>
    </w:p>
    <w:p w:rsidR="00295810" w:rsidRDefault="00295810" w:rsidP="00295810">
      <w:r>
        <w:t>211.5494</w:t>
      </w:r>
      <w:r>
        <w:tab/>
        <w:t>3.038e0</w:t>
      </w:r>
    </w:p>
    <w:p w:rsidR="00295810" w:rsidRDefault="00295810" w:rsidP="00295810">
      <w:r>
        <w:t>211.5754</w:t>
      </w:r>
      <w:r>
        <w:tab/>
        <w:t>2.025e0</w:t>
      </w:r>
    </w:p>
    <w:p w:rsidR="00295810" w:rsidRDefault="00295810" w:rsidP="00295810">
      <w:r>
        <w:t>211.6037</w:t>
      </w:r>
      <w:r>
        <w:tab/>
        <w:t>4.051e0</w:t>
      </w:r>
    </w:p>
    <w:p w:rsidR="00295810" w:rsidRDefault="00295810" w:rsidP="00295810">
      <w:r>
        <w:t>211.6702</w:t>
      </w:r>
      <w:r>
        <w:tab/>
        <w:t>2.025e0</w:t>
      </w:r>
    </w:p>
    <w:p w:rsidR="00295810" w:rsidRDefault="00295810" w:rsidP="00295810">
      <w:r>
        <w:t>211.6912</w:t>
      </w:r>
      <w:r>
        <w:tab/>
        <w:t>2.025e0</w:t>
      </w:r>
    </w:p>
    <w:p w:rsidR="00295810" w:rsidRDefault="00295810" w:rsidP="00295810">
      <w:r>
        <w:t>211.7473</w:t>
      </w:r>
      <w:r>
        <w:tab/>
        <w:t>2.025e0</w:t>
      </w:r>
    </w:p>
    <w:p w:rsidR="00295810" w:rsidRDefault="00295810" w:rsidP="00295810">
      <w:r>
        <w:t>211.8760</w:t>
      </w:r>
      <w:r>
        <w:tab/>
        <w:t>1.013e0</w:t>
      </w:r>
    </w:p>
    <w:p w:rsidR="00295810" w:rsidRDefault="00295810" w:rsidP="00295810">
      <w:r>
        <w:lastRenderedPageBreak/>
        <w:t>211.9229</w:t>
      </w:r>
      <w:r>
        <w:tab/>
        <w:t>2.025e0</w:t>
      </w:r>
    </w:p>
    <w:p w:rsidR="00295810" w:rsidRDefault="00295810" w:rsidP="00295810">
      <w:r>
        <w:t>211.9742</w:t>
      </w:r>
      <w:r>
        <w:tab/>
        <w:t>3.038e0</w:t>
      </w:r>
    </w:p>
    <w:p w:rsidR="00295810" w:rsidRDefault="00295810" w:rsidP="00295810">
      <w:r>
        <w:t>212.0424</w:t>
      </w:r>
      <w:r>
        <w:tab/>
        <w:t>1.013e0</w:t>
      </w:r>
    </w:p>
    <w:p w:rsidR="00295810" w:rsidRDefault="00295810" w:rsidP="00295810">
      <w:r>
        <w:t>212.1472</w:t>
      </w:r>
      <w:r>
        <w:tab/>
        <w:t>2.025e0</w:t>
      </w:r>
    </w:p>
    <w:p w:rsidR="00295810" w:rsidRDefault="00295810" w:rsidP="00295810">
      <w:r>
        <w:t>212.1809</w:t>
      </w:r>
      <w:r>
        <w:tab/>
        <w:t>2.025e0</w:t>
      </w:r>
    </w:p>
    <w:p w:rsidR="00295810" w:rsidRDefault="00295810" w:rsidP="00295810">
      <w:r>
        <w:t>212.2088</w:t>
      </w:r>
      <w:r>
        <w:tab/>
        <w:t>1.013e0</w:t>
      </w:r>
    </w:p>
    <w:p w:rsidR="00295810" w:rsidRDefault="00295810" w:rsidP="00295810">
      <w:r>
        <w:t>212.2444</w:t>
      </w:r>
      <w:r>
        <w:tab/>
        <w:t>1.013e0</w:t>
      </w:r>
    </w:p>
    <w:p w:rsidR="00295810" w:rsidRDefault="00295810" w:rsidP="00295810">
      <w:r>
        <w:t>212.2750</w:t>
      </w:r>
      <w:r>
        <w:tab/>
        <w:t>1.013e0</w:t>
      </w:r>
    </w:p>
    <w:p w:rsidR="00295810" w:rsidRDefault="00295810" w:rsidP="00295810">
      <w:r>
        <w:t>212.4035</w:t>
      </w:r>
      <w:r>
        <w:tab/>
        <w:t>1.013e0</w:t>
      </w:r>
    </w:p>
    <w:p w:rsidR="00295810" w:rsidRDefault="00295810" w:rsidP="00295810">
      <w:r>
        <w:t>212.4577</w:t>
      </w:r>
      <w:r>
        <w:tab/>
        <w:t>1.013e0</w:t>
      </w:r>
    </w:p>
    <w:p w:rsidR="00295810" w:rsidRDefault="00295810" w:rsidP="00295810">
      <w:r>
        <w:t>212.7247</w:t>
      </w:r>
      <w:r>
        <w:tab/>
        <w:t>1.013e0</w:t>
      </w:r>
    </w:p>
    <w:p w:rsidR="00295810" w:rsidRDefault="00295810" w:rsidP="00295810">
      <w:r>
        <w:t>212.7747</w:t>
      </w:r>
      <w:r>
        <w:tab/>
        <w:t>1.013e0</w:t>
      </w:r>
    </w:p>
    <w:p w:rsidR="00295810" w:rsidRDefault="00295810" w:rsidP="00295810">
      <w:r>
        <w:t>212.8000</w:t>
      </w:r>
      <w:r>
        <w:tab/>
        <w:t>2.025e0</w:t>
      </w:r>
    </w:p>
    <w:p w:rsidR="00295810" w:rsidRDefault="00295810" w:rsidP="00295810">
      <w:r>
        <w:t>212.8580</w:t>
      </w:r>
      <w:r>
        <w:tab/>
        <w:t>2.025e0</w:t>
      </w:r>
    </w:p>
    <w:p w:rsidR="00295810" w:rsidRDefault="00295810" w:rsidP="00295810">
      <w:r>
        <w:t>212.9216</w:t>
      </w:r>
      <w:r>
        <w:tab/>
        <w:t>1.013e0</w:t>
      </w:r>
    </w:p>
    <w:p w:rsidR="00295810" w:rsidRDefault="00295810" w:rsidP="00295810">
      <w:r>
        <w:t>212.9685</w:t>
      </w:r>
      <w:r>
        <w:tab/>
        <w:t>1.013e0</w:t>
      </w:r>
    </w:p>
    <w:p w:rsidR="00295810" w:rsidRDefault="00295810" w:rsidP="00295810">
      <w:r>
        <w:t>212.9915</w:t>
      </w:r>
      <w:r>
        <w:tab/>
        <w:t>1.013e0</w:t>
      </w:r>
    </w:p>
    <w:p w:rsidR="00295810" w:rsidRDefault="00295810" w:rsidP="00295810">
      <w:r>
        <w:t>213.0227</w:t>
      </w:r>
      <w:r>
        <w:tab/>
        <w:t>3.038e0</w:t>
      </w:r>
    </w:p>
    <w:p w:rsidR="00295810" w:rsidRDefault="00295810" w:rsidP="00295810">
      <w:r>
        <w:t>213.1221</w:t>
      </w:r>
      <w:r>
        <w:tab/>
        <w:t>2.025e0</w:t>
      </w:r>
    </w:p>
    <w:p w:rsidR="00295810" w:rsidRDefault="00295810" w:rsidP="00295810">
      <w:r>
        <w:lastRenderedPageBreak/>
        <w:t>213.1425</w:t>
      </w:r>
      <w:r>
        <w:tab/>
        <w:t>1.013e0</w:t>
      </w:r>
    </w:p>
    <w:p w:rsidR="00295810" w:rsidRDefault="00295810" w:rsidP="00295810">
      <w:r>
        <w:t>213.1896</w:t>
      </w:r>
      <w:r>
        <w:tab/>
        <w:t>3.038e0</w:t>
      </w:r>
    </w:p>
    <w:p w:rsidR="00295810" w:rsidRDefault="00295810" w:rsidP="00295810">
      <w:r>
        <w:t>213.2362</w:t>
      </w:r>
      <w:r>
        <w:tab/>
        <w:t>1.013e0</w:t>
      </w:r>
    </w:p>
    <w:p w:rsidR="00295810" w:rsidRDefault="00295810" w:rsidP="00295810">
      <w:r>
        <w:t>213.2943</w:t>
      </w:r>
      <w:r>
        <w:tab/>
        <w:t>1.013e0</w:t>
      </w:r>
    </w:p>
    <w:p w:rsidR="00295810" w:rsidRDefault="00295810" w:rsidP="00295810">
      <w:r>
        <w:t>213.3214</w:t>
      </w:r>
      <w:r>
        <w:tab/>
        <w:t>1.013e0</w:t>
      </w:r>
    </w:p>
    <w:p w:rsidR="00295810" w:rsidRDefault="00295810" w:rsidP="00295810">
      <w:r>
        <w:t>213.3917</w:t>
      </w:r>
      <w:r>
        <w:tab/>
        <w:t>1.013e0</w:t>
      </w:r>
    </w:p>
    <w:p w:rsidR="00295810" w:rsidRDefault="00295810" w:rsidP="00295810">
      <w:r>
        <w:t>213.4572</w:t>
      </w:r>
      <w:r>
        <w:tab/>
        <w:t>1.013e0</w:t>
      </w:r>
    </w:p>
    <w:p w:rsidR="00295810" w:rsidRDefault="00295810" w:rsidP="00295810">
      <w:r>
        <w:t>213.5387</w:t>
      </w:r>
      <w:r>
        <w:tab/>
        <w:t>1.013e0</w:t>
      </w:r>
    </w:p>
    <w:p w:rsidR="00295810" w:rsidRDefault="00295810" w:rsidP="00295810">
      <w:r>
        <w:t>213.5697</w:t>
      </w:r>
      <w:r>
        <w:tab/>
        <w:t>1.013e0</w:t>
      </w:r>
    </w:p>
    <w:p w:rsidR="00295810" w:rsidRDefault="00295810" w:rsidP="00295810">
      <w:r>
        <w:t>213.6147</w:t>
      </w:r>
      <w:r>
        <w:tab/>
        <w:t>2.025e0</w:t>
      </w:r>
    </w:p>
    <w:p w:rsidR="00295810" w:rsidRDefault="00295810" w:rsidP="00295810">
      <w:r>
        <w:t>213.6379</w:t>
      </w:r>
      <w:r>
        <w:tab/>
        <w:t>2.025e0</w:t>
      </w:r>
    </w:p>
    <w:p w:rsidR="00295810" w:rsidRDefault="00295810" w:rsidP="00295810">
      <w:r>
        <w:t>213.6783</w:t>
      </w:r>
      <w:r>
        <w:tab/>
        <w:t>1.013e0</w:t>
      </w:r>
    </w:p>
    <w:p w:rsidR="00295810" w:rsidRDefault="00295810" w:rsidP="00295810">
      <w:r>
        <w:t>213.7520</w:t>
      </w:r>
      <w:r>
        <w:tab/>
        <w:t>1.013e0</w:t>
      </w:r>
    </w:p>
    <w:p w:rsidR="00295810" w:rsidRDefault="00295810" w:rsidP="00295810">
      <w:r>
        <w:t>213.8301</w:t>
      </w:r>
      <w:r>
        <w:tab/>
        <w:t>1.013e0</w:t>
      </w:r>
    </w:p>
    <w:p w:rsidR="00295810" w:rsidRDefault="00295810" w:rsidP="00295810">
      <w:r>
        <w:t>213.8734</w:t>
      </w:r>
      <w:r>
        <w:tab/>
        <w:t>1.013e0</w:t>
      </w:r>
    </w:p>
    <w:p w:rsidR="00295810" w:rsidRDefault="00295810" w:rsidP="00295810">
      <w:r>
        <w:t>213.9057</w:t>
      </w:r>
      <w:r>
        <w:tab/>
        <w:t>2.025e0</w:t>
      </w:r>
    </w:p>
    <w:p w:rsidR="00295810" w:rsidRDefault="00295810" w:rsidP="00295810">
      <w:r>
        <w:t>213.9967</w:t>
      </w:r>
      <w:r>
        <w:tab/>
        <w:t>1.718e1</w:t>
      </w:r>
    </w:p>
    <w:p w:rsidR="00295810" w:rsidRDefault="00295810" w:rsidP="00295810">
      <w:r>
        <w:t>214.1526</w:t>
      </w:r>
      <w:r>
        <w:tab/>
        <w:t>1.013e0</w:t>
      </w:r>
    </w:p>
    <w:p w:rsidR="00295810" w:rsidRDefault="00295810" w:rsidP="00295810">
      <w:r>
        <w:t>214.2380</w:t>
      </w:r>
      <w:r>
        <w:tab/>
        <w:t>1.013e0</w:t>
      </w:r>
    </w:p>
    <w:p w:rsidR="00295810" w:rsidRDefault="00295810" w:rsidP="00295810">
      <w:r>
        <w:lastRenderedPageBreak/>
        <w:t>214.2652</w:t>
      </w:r>
      <w:r>
        <w:tab/>
        <w:t>1.013e0</w:t>
      </w:r>
    </w:p>
    <w:p w:rsidR="00295810" w:rsidRDefault="00295810" w:rsidP="00295810">
      <w:r>
        <w:t>214.3196</w:t>
      </w:r>
      <w:r>
        <w:tab/>
        <w:t>1.013e0</w:t>
      </w:r>
    </w:p>
    <w:p w:rsidR="00295810" w:rsidRDefault="00295810" w:rsidP="00295810">
      <w:r>
        <w:t>214.3387</w:t>
      </w:r>
      <w:r>
        <w:tab/>
        <w:t>1.013e0</w:t>
      </w:r>
    </w:p>
    <w:p w:rsidR="00295810" w:rsidRDefault="00295810" w:rsidP="00295810">
      <w:r>
        <w:t>214.4284</w:t>
      </w:r>
      <w:r>
        <w:tab/>
        <w:t>1.013e0</w:t>
      </w:r>
    </w:p>
    <w:p w:rsidR="00295810" w:rsidRDefault="00295810" w:rsidP="00295810">
      <w:r>
        <w:t>214.4678</w:t>
      </w:r>
      <w:r>
        <w:tab/>
        <w:t>1.013e0</w:t>
      </w:r>
    </w:p>
    <w:p w:rsidR="00295810" w:rsidRDefault="00295810" w:rsidP="00295810">
      <w:r>
        <w:t>214.5084</w:t>
      </w:r>
      <w:r>
        <w:tab/>
        <w:t>2.025e0</w:t>
      </w:r>
    </w:p>
    <w:p w:rsidR="00295810" w:rsidRDefault="00295810" w:rsidP="00295810">
      <w:r>
        <w:t>214.5879</w:t>
      </w:r>
      <w:r>
        <w:tab/>
        <w:t>1.013e0</w:t>
      </w:r>
    </w:p>
    <w:p w:rsidR="00295810" w:rsidRDefault="00295810" w:rsidP="00295810">
      <w:r>
        <w:t>214.6073</w:t>
      </w:r>
      <w:r>
        <w:tab/>
        <w:t>1.013e0</w:t>
      </w:r>
    </w:p>
    <w:p w:rsidR="00295810" w:rsidRDefault="00295810" w:rsidP="00295810">
      <w:r>
        <w:t>214.6535</w:t>
      </w:r>
      <w:r>
        <w:tab/>
        <w:t>1.013e0</w:t>
      </w:r>
    </w:p>
    <w:p w:rsidR="00295810" w:rsidRDefault="00295810" w:rsidP="00295810">
      <w:r>
        <w:t>214.7123</w:t>
      </w:r>
      <w:r>
        <w:tab/>
        <w:t>1.013e0</w:t>
      </w:r>
    </w:p>
    <w:p w:rsidR="00295810" w:rsidRDefault="00295810" w:rsidP="00295810">
      <w:r>
        <w:t>214.7711</w:t>
      </w:r>
      <w:r>
        <w:tab/>
        <w:t>1.013e0</w:t>
      </w:r>
    </w:p>
    <w:p w:rsidR="00295810" w:rsidRDefault="00295810" w:rsidP="00295810">
      <w:r>
        <w:t>214.8257</w:t>
      </w:r>
      <w:r>
        <w:tab/>
        <w:t>1.013e0</w:t>
      </w:r>
    </w:p>
    <w:p w:rsidR="00295810" w:rsidRDefault="00295810" w:rsidP="00295810">
      <w:r>
        <w:t>214.8526</w:t>
      </w:r>
      <w:r>
        <w:tab/>
        <w:t>2.025e0</w:t>
      </w:r>
    </w:p>
    <w:p w:rsidR="00295810" w:rsidRDefault="00295810" w:rsidP="00295810">
      <w:r>
        <w:t>214.9577</w:t>
      </w:r>
      <w:r>
        <w:tab/>
        <w:t>1.013e0</w:t>
      </w:r>
    </w:p>
    <w:p w:rsidR="00295810" w:rsidRDefault="00295810" w:rsidP="00295810">
      <w:r>
        <w:t>214.9923</w:t>
      </w:r>
      <w:r>
        <w:tab/>
        <w:t>4.051e0</w:t>
      </w:r>
    </w:p>
    <w:p w:rsidR="00295810" w:rsidRDefault="00295810" w:rsidP="00295810">
      <w:r>
        <w:t>215.0629</w:t>
      </w:r>
      <w:r>
        <w:tab/>
        <w:t>2.025e0</w:t>
      </w:r>
    </w:p>
    <w:p w:rsidR="00295810" w:rsidRDefault="00295810" w:rsidP="00295810">
      <w:r>
        <w:t>215.0987</w:t>
      </w:r>
      <w:r>
        <w:tab/>
        <w:t>2.025e0</w:t>
      </w:r>
    </w:p>
    <w:p w:rsidR="00295810" w:rsidRDefault="00295810" w:rsidP="00295810">
      <w:r>
        <w:t>215.1328</w:t>
      </w:r>
      <w:r>
        <w:tab/>
        <w:t>1.013e0</w:t>
      </w:r>
    </w:p>
    <w:p w:rsidR="00295810" w:rsidRDefault="00295810" w:rsidP="00295810">
      <w:r>
        <w:t>215.2501</w:t>
      </w:r>
      <w:r>
        <w:tab/>
        <w:t>2.025e0</w:t>
      </w:r>
    </w:p>
    <w:p w:rsidR="00295810" w:rsidRDefault="00295810" w:rsidP="00295810">
      <w:r>
        <w:lastRenderedPageBreak/>
        <w:t>215.3896</w:t>
      </w:r>
      <w:r>
        <w:tab/>
        <w:t>1.013e0</w:t>
      </w:r>
    </w:p>
    <w:p w:rsidR="00295810" w:rsidRDefault="00295810" w:rsidP="00295810">
      <w:r>
        <w:t>215.4255</w:t>
      </w:r>
      <w:r>
        <w:tab/>
        <w:t>2.025e0</w:t>
      </w:r>
    </w:p>
    <w:p w:rsidR="00295810" w:rsidRDefault="00295810" w:rsidP="00295810">
      <w:r>
        <w:t>215.4762</w:t>
      </w:r>
      <w:r>
        <w:tab/>
        <w:t>2.025e0</w:t>
      </w:r>
    </w:p>
    <w:p w:rsidR="00295810" w:rsidRDefault="00295810" w:rsidP="00295810">
      <w:r>
        <w:t>215.4991</w:t>
      </w:r>
      <w:r>
        <w:tab/>
        <w:t>1.013e0</w:t>
      </w:r>
    </w:p>
    <w:p w:rsidR="00295810" w:rsidRDefault="00295810" w:rsidP="00295810">
      <w:r>
        <w:t>215.5419</w:t>
      </w:r>
      <w:r>
        <w:tab/>
        <w:t>1.013e0</w:t>
      </w:r>
    </w:p>
    <w:p w:rsidR="00295810" w:rsidRDefault="00295810" w:rsidP="00295810">
      <w:r>
        <w:t>215.5815</w:t>
      </w:r>
      <w:r>
        <w:tab/>
        <w:t>1.013e0</w:t>
      </w:r>
    </w:p>
    <w:p w:rsidR="00295810" w:rsidRDefault="00295810" w:rsidP="00295810">
      <w:r>
        <w:t>215.6905</w:t>
      </w:r>
      <w:r>
        <w:tab/>
        <w:t>1.013e0</w:t>
      </w:r>
    </w:p>
    <w:p w:rsidR="00295810" w:rsidRDefault="00295810" w:rsidP="00295810">
      <w:r>
        <w:t>215.7563</w:t>
      </w:r>
      <w:r>
        <w:tab/>
        <w:t>1.013e0</w:t>
      </w:r>
    </w:p>
    <w:p w:rsidR="00295810" w:rsidRDefault="00295810" w:rsidP="00295810">
      <w:r>
        <w:t>215.8280</w:t>
      </w:r>
      <w:r>
        <w:tab/>
        <w:t>1.013e0</w:t>
      </w:r>
    </w:p>
    <w:p w:rsidR="00295810" w:rsidRDefault="00295810" w:rsidP="00295810">
      <w:r>
        <w:t>215.8539</w:t>
      </w:r>
      <w:r>
        <w:tab/>
        <w:t>2.025e0</w:t>
      </w:r>
    </w:p>
    <w:p w:rsidR="00295810" w:rsidRDefault="00295810" w:rsidP="00295810">
      <w:r>
        <w:t>215.9481</w:t>
      </w:r>
      <w:r>
        <w:tab/>
        <w:t>1.013e0</w:t>
      </w:r>
    </w:p>
    <w:p w:rsidR="00295810" w:rsidRDefault="00295810" w:rsidP="00295810">
      <w:r>
        <w:t>215.9859</w:t>
      </w:r>
      <w:r>
        <w:tab/>
        <w:t>7.089e0</w:t>
      </w:r>
    </w:p>
    <w:p w:rsidR="00295810" w:rsidRDefault="00295810" w:rsidP="00295810">
      <w:r>
        <w:t>216.0224</w:t>
      </w:r>
      <w:r>
        <w:tab/>
        <w:t>2.025e0</w:t>
      </w:r>
    </w:p>
    <w:p w:rsidR="00295810" w:rsidRDefault="00295810" w:rsidP="00295810">
      <w:r>
        <w:t>216.0688</w:t>
      </w:r>
      <w:r>
        <w:tab/>
        <w:t>1.013e0</w:t>
      </w:r>
    </w:p>
    <w:p w:rsidR="00295810" w:rsidRDefault="00295810" w:rsidP="00295810">
      <w:r>
        <w:t>216.1168</w:t>
      </w:r>
      <w:r>
        <w:tab/>
        <w:t>2.025e0</w:t>
      </w:r>
    </w:p>
    <w:p w:rsidR="00295810" w:rsidRDefault="00295810" w:rsidP="00295810">
      <w:r>
        <w:t>216.2170</w:t>
      </w:r>
      <w:r>
        <w:tab/>
        <w:t>1.013e0</w:t>
      </w:r>
    </w:p>
    <w:p w:rsidR="00295810" w:rsidRDefault="00295810" w:rsidP="00295810">
      <w:r>
        <w:t>216.2885</w:t>
      </w:r>
      <w:r>
        <w:tab/>
        <w:t>1.013e0</w:t>
      </w:r>
    </w:p>
    <w:p w:rsidR="00295810" w:rsidRDefault="00295810" w:rsidP="00295810">
      <w:r>
        <w:t>216.4362</w:t>
      </w:r>
      <w:r>
        <w:tab/>
        <w:t>2.025e0</w:t>
      </w:r>
    </w:p>
    <w:p w:rsidR="00295810" w:rsidRDefault="00295810" w:rsidP="00295810">
      <w:r>
        <w:t>216.5220</w:t>
      </w:r>
      <w:r>
        <w:tab/>
        <w:t>1.013e0</w:t>
      </w:r>
    </w:p>
    <w:p w:rsidR="00295810" w:rsidRDefault="00295810" w:rsidP="00295810">
      <w:r>
        <w:lastRenderedPageBreak/>
        <w:t>216.5615</w:t>
      </w:r>
      <w:r>
        <w:tab/>
        <w:t>1.013e0</w:t>
      </w:r>
    </w:p>
    <w:p w:rsidR="00295810" w:rsidRDefault="00295810" w:rsidP="00295810">
      <w:r>
        <w:t>216.6745</w:t>
      </w:r>
      <w:r>
        <w:tab/>
        <w:t>1.013e0</w:t>
      </w:r>
    </w:p>
    <w:p w:rsidR="00295810" w:rsidRDefault="00295810" w:rsidP="00295810">
      <w:r>
        <w:t>216.8345</w:t>
      </w:r>
      <w:r>
        <w:tab/>
        <w:t>1.013e0</w:t>
      </w:r>
    </w:p>
    <w:p w:rsidR="00295810" w:rsidRDefault="00295810" w:rsidP="00295810">
      <w:r>
        <w:t>216.8779</w:t>
      </w:r>
      <w:r>
        <w:tab/>
        <w:t>1.013e0</w:t>
      </w:r>
    </w:p>
    <w:p w:rsidR="00295810" w:rsidRDefault="00295810" w:rsidP="00295810">
      <w:r>
        <w:t>216.9063</w:t>
      </w:r>
      <w:r>
        <w:tab/>
        <w:t>1.013e0</w:t>
      </w:r>
    </w:p>
    <w:p w:rsidR="00295810" w:rsidRDefault="00295810" w:rsidP="00295810">
      <w:r>
        <w:t>217.0626</w:t>
      </w:r>
      <w:r>
        <w:tab/>
        <w:t>1.013e0</w:t>
      </w:r>
    </w:p>
    <w:p w:rsidR="00295810" w:rsidRDefault="00295810" w:rsidP="00295810">
      <w:r>
        <w:t>217.1021</w:t>
      </w:r>
      <w:r>
        <w:tab/>
        <w:t>3.631e0</w:t>
      </w:r>
    </w:p>
    <w:p w:rsidR="00295810" w:rsidRDefault="00295810" w:rsidP="00295810">
      <w:r>
        <w:t>217.1525</w:t>
      </w:r>
      <w:r>
        <w:tab/>
        <w:t>1.013e0</w:t>
      </w:r>
    </w:p>
    <w:p w:rsidR="00295810" w:rsidRDefault="00295810" w:rsidP="00295810">
      <w:r>
        <w:t>217.1991</w:t>
      </w:r>
      <w:r>
        <w:tab/>
        <w:t>2.025e0</w:t>
      </w:r>
    </w:p>
    <w:p w:rsidR="00295810" w:rsidRDefault="00295810" w:rsidP="00295810">
      <w:r>
        <w:t>217.2416</w:t>
      </w:r>
      <w:r>
        <w:tab/>
        <w:t>1.013e0</w:t>
      </w:r>
    </w:p>
    <w:p w:rsidR="00295810" w:rsidRDefault="00295810" w:rsidP="00295810">
      <w:r>
        <w:t>217.3123</w:t>
      </w:r>
      <w:r>
        <w:tab/>
        <w:t>2.025e0</w:t>
      </w:r>
    </w:p>
    <w:p w:rsidR="00295810" w:rsidRDefault="00295810" w:rsidP="00295810">
      <w:r>
        <w:t>217.3562</w:t>
      </w:r>
      <w:r>
        <w:tab/>
        <w:t>1.013e0</w:t>
      </w:r>
    </w:p>
    <w:p w:rsidR="00295810" w:rsidRDefault="00295810" w:rsidP="00295810">
      <w:r>
        <w:t>217.4300</w:t>
      </w:r>
      <w:r>
        <w:tab/>
        <w:t>1.013e0</w:t>
      </w:r>
    </w:p>
    <w:p w:rsidR="00295810" w:rsidRDefault="00295810" w:rsidP="00295810">
      <w:r>
        <w:t>217.4659</w:t>
      </w:r>
      <w:r>
        <w:tab/>
        <w:t>1.013e0</w:t>
      </w:r>
    </w:p>
    <w:p w:rsidR="00295810" w:rsidRDefault="00295810" w:rsidP="00295810">
      <w:r>
        <w:t>217.5752</w:t>
      </w:r>
      <w:r>
        <w:tab/>
        <w:t>1.013e0</w:t>
      </w:r>
    </w:p>
    <w:p w:rsidR="00295810" w:rsidRDefault="00295810" w:rsidP="00295810">
      <w:r>
        <w:t>217.5941</w:t>
      </w:r>
      <w:r>
        <w:tab/>
        <w:t>1.013e0</w:t>
      </w:r>
    </w:p>
    <w:p w:rsidR="00295810" w:rsidRDefault="00295810" w:rsidP="00295810">
      <w:r>
        <w:t>217.6695</w:t>
      </w:r>
      <w:r>
        <w:tab/>
        <w:t>1.013e0</w:t>
      </w:r>
    </w:p>
    <w:p w:rsidR="00295810" w:rsidRDefault="00295810" w:rsidP="00295810">
      <w:r>
        <w:t>217.7279</w:t>
      </w:r>
      <w:r>
        <w:tab/>
        <w:t>1.013e0</w:t>
      </w:r>
    </w:p>
    <w:p w:rsidR="00295810" w:rsidRDefault="00295810" w:rsidP="00295810">
      <w:r>
        <w:t>217.7471</w:t>
      </w:r>
      <w:r>
        <w:tab/>
        <w:t>1.013e0</w:t>
      </w:r>
    </w:p>
    <w:p w:rsidR="00295810" w:rsidRDefault="00295810" w:rsidP="00295810">
      <w:r>
        <w:lastRenderedPageBreak/>
        <w:t>217.8335</w:t>
      </w:r>
      <w:r>
        <w:tab/>
        <w:t>1.013e0</w:t>
      </w:r>
    </w:p>
    <w:p w:rsidR="00295810" w:rsidRDefault="00295810" w:rsidP="00295810">
      <w:r>
        <w:t>217.8769</w:t>
      </w:r>
      <w:r>
        <w:tab/>
        <w:t>1.013e0</w:t>
      </w:r>
    </w:p>
    <w:p w:rsidR="00295810" w:rsidRDefault="00295810" w:rsidP="00295810">
      <w:r>
        <w:t>217.9826</w:t>
      </w:r>
      <w:r>
        <w:tab/>
        <w:t>1.013e0</w:t>
      </w:r>
    </w:p>
    <w:p w:rsidR="00295810" w:rsidRDefault="00295810" w:rsidP="00295810">
      <w:r>
        <w:t>218.0316</w:t>
      </w:r>
      <w:r>
        <w:tab/>
        <w:t>2.025e0</w:t>
      </w:r>
    </w:p>
    <w:p w:rsidR="00295810" w:rsidRDefault="00295810" w:rsidP="00295810">
      <w:r>
        <w:t>218.0807</w:t>
      </w:r>
      <w:r>
        <w:tab/>
        <w:t>1.013e0</w:t>
      </w:r>
    </w:p>
    <w:p w:rsidR="00295810" w:rsidRDefault="00295810" w:rsidP="00295810">
      <w:r>
        <w:t>218.1225</w:t>
      </w:r>
      <w:r>
        <w:tab/>
        <w:t>1.012e1</w:t>
      </w:r>
    </w:p>
    <w:p w:rsidR="00295810" w:rsidRDefault="00295810" w:rsidP="00295810">
      <w:r>
        <w:t>218.2222</w:t>
      </w:r>
      <w:r>
        <w:tab/>
        <w:t>1.013e0</w:t>
      </w:r>
    </w:p>
    <w:p w:rsidR="00295810" w:rsidRDefault="00295810" w:rsidP="00295810">
      <w:r>
        <w:t>218.4112</w:t>
      </w:r>
      <w:r>
        <w:tab/>
        <w:t>1.013e0</w:t>
      </w:r>
    </w:p>
    <w:p w:rsidR="00295810" w:rsidRDefault="00295810" w:rsidP="00295810">
      <w:r>
        <w:t>218.5281</w:t>
      </w:r>
      <w:r>
        <w:tab/>
        <w:t>1.013e0</w:t>
      </w:r>
    </w:p>
    <w:p w:rsidR="00295810" w:rsidRDefault="00295810" w:rsidP="00295810">
      <w:r>
        <w:t>218.5564</w:t>
      </w:r>
      <w:r>
        <w:tab/>
        <w:t>1.013e0</w:t>
      </w:r>
    </w:p>
    <w:p w:rsidR="00295810" w:rsidRDefault="00295810" w:rsidP="00295810">
      <w:r>
        <w:t>218.6375</w:t>
      </w:r>
      <w:r>
        <w:tab/>
        <w:t>1.013e0</w:t>
      </w:r>
    </w:p>
    <w:p w:rsidR="00295810" w:rsidRDefault="00295810" w:rsidP="00295810">
      <w:r>
        <w:t>218.7226</w:t>
      </w:r>
      <w:r>
        <w:tab/>
        <w:t>2.025e0</w:t>
      </w:r>
    </w:p>
    <w:p w:rsidR="00295810" w:rsidRDefault="00295810" w:rsidP="00295810">
      <w:r>
        <w:t>218.7792</w:t>
      </w:r>
      <w:r>
        <w:tab/>
        <w:t>1.013e0</w:t>
      </w:r>
    </w:p>
    <w:p w:rsidR="00295810" w:rsidRDefault="00295810" w:rsidP="00295810">
      <w:r>
        <w:t>218.8424</w:t>
      </w:r>
      <w:r>
        <w:tab/>
        <w:t>1.013e0</w:t>
      </w:r>
    </w:p>
    <w:p w:rsidR="00295810" w:rsidRDefault="00295810" w:rsidP="00295810">
      <w:r>
        <w:t>218.9172</w:t>
      </w:r>
      <w:r>
        <w:tab/>
        <w:t>1.013e0</w:t>
      </w:r>
    </w:p>
    <w:p w:rsidR="00295810" w:rsidRDefault="00295810" w:rsidP="00295810">
      <w:r>
        <w:t>219.0762</w:t>
      </w:r>
      <w:r>
        <w:tab/>
        <w:t>3.038e0</w:t>
      </w:r>
    </w:p>
    <w:p w:rsidR="00295810" w:rsidRDefault="00295810" w:rsidP="00295810">
      <w:r>
        <w:t>219.1230</w:t>
      </w:r>
      <w:r>
        <w:tab/>
        <w:t>2.025e0</w:t>
      </w:r>
    </w:p>
    <w:p w:rsidR="00295810" w:rsidRDefault="00295810" w:rsidP="00295810">
      <w:r>
        <w:t>219.1554</w:t>
      </w:r>
      <w:r>
        <w:tab/>
        <w:t>2.025e0</w:t>
      </w:r>
    </w:p>
    <w:p w:rsidR="00295810" w:rsidRDefault="00295810" w:rsidP="00295810">
      <w:r>
        <w:t>219.2120</w:t>
      </w:r>
      <w:r>
        <w:tab/>
        <w:t>1.013e0</w:t>
      </w:r>
    </w:p>
    <w:p w:rsidR="00295810" w:rsidRDefault="00295810" w:rsidP="00295810">
      <w:r>
        <w:lastRenderedPageBreak/>
        <w:t>219.2356</w:t>
      </w:r>
      <w:r>
        <w:tab/>
        <w:t>1.013e0</w:t>
      </w:r>
    </w:p>
    <w:p w:rsidR="00295810" w:rsidRDefault="00295810" w:rsidP="00295810">
      <w:r>
        <w:t>219.3141</w:t>
      </w:r>
      <w:r>
        <w:tab/>
        <w:t>1.013e0</w:t>
      </w:r>
    </w:p>
    <w:p w:rsidR="00295810" w:rsidRDefault="00295810" w:rsidP="00295810">
      <w:r>
        <w:t>219.4652</w:t>
      </w:r>
      <w:r>
        <w:tab/>
        <w:t>2.025e0</w:t>
      </w:r>
    </w:p>
    <w:p w:rsidR="00295810" w:rsidRDefault="00295810" w:rsidP="00295810">
      <w:r>
        <w:t>219.4920</w:t>
      </w:r>
      <w:r>
        <w:tab/>
        <w:t>1.013e0</w:t>
      </w:r>
    </w:p>
    <w:p w:rsidR="00295810" w:rsidRDefault="00295810" w:rsidP="00295810">
      <w:r>
        <w:t>219.5267</w:t>
      </w:r>
      <w:r>
        <w:tab/>
        <w:t>1.013e0</w:t>
      </w:r>
    </w:p>
    <w:p w:rsidR="00295810" w:rsidRDefault="00295810" w:rsidP="00295810">
      <w:r>
        <w:t>219.5677</w:t>
      </w:r>
      <w:r>
        <w:tab/>
        <w:t>2.025e0</w:t>
      </w:r>
    </w:p>
    <w:p w:rsidR="00295810" w:rsidRDefault="00295810" w:rsidP="00295810">
      <w:r>
        <w:t>219.6091</w:t>
      </w:r>
      <w:r>
        <w:tab/>
        <w:t>1.013e0</w:t>
      </w:r>
    </w:p>
    <w:p w:rsidR="00295810" w:rsidRDefault="00295810" w:rsidP="00295810">
      <w:r>
        <w:t>219.6859</w:t>
      </w:r>
      <w:r>
        <w:tab/>
        <w:t>3.038e0</w:t>
      </w:r>
    </w:p>
    <w:p w:rsidR="00295810" w:rsidRDefault="00295810" w:rsidP="00295810">
      <w:r>
        <w:t>219.7472</w:t>
      </w:r>
      <w:r>
        <w:tab/>
        <w:t>1.013e0</w:t>
      </w:r>
    </w:p>
    <w:p w:rsidR="00295810" w:rsidRDefault="00295810" w:rsidP="00295810">
      <w:r>
        <w:t>219.7666</w:t>
      </w:r>
      <w:r>
        <w:tab/>
        <w:t>1.013e0</w:t>
      </w:r>
    </w:p>
    <w:p w:rsidR="00295810" w:rsidRDefault="00295810" w:rsidP="00295810">
      <w:r>
        <w:t>219.8067</w:t>
      </w:r>
      <w:r>
        <w:tab/>
        <w:t>2.025e0</w:t>
      </w:r>
    </w:p>
    <w:p w:rsidR="00295810" w:rsidRDefault="00295810" w:rsidP="00295810">
      <w:r>
        <w:t>219.9988</w:t>
      </w:r>
      <w:r>
        <w:tab/>
        <w:t>1.013e0</w:t>
      </w:r>
    </w:p>
    <w:p w:rsidR="00295810" w:rsidRDefault="00295810" w:rsidP="00295810">
      <w:r>
        <w:t>220.0320</w:t>
      </w:r>
      <w:r>
        <w:tab/>
        <w:t>3.038e0</w:t>
      </w:r>
    </w:p>
    <w:p w:rsidR="00295810" w:rsidRDefault="00295810" w:rsidP="00295810">
      <w:r>
        <w:t>220.1295</w:t>
      </w:r>
      <w:r>
        <w:tab/>
        <w:t>1.013e0</w:t>
      </w:r>
    </w:p>
    <w:p w:rsidR="00295810" w:rsidRDefault="00295810" w:rsidP="00295810">
      <w:r>
        <w:t>220.1484</w:t>
      </w:r>
      <w:r>
        <w:tab/>
        <w:t>1.013e0</w:t>
      </w:r>
    </w:p>
    <w:p w:rsidR="00295810" w:rsidRDefault="00295810" w:rsidP="00295810">
      <w:r>
        <w:t>220.3849</w:t>
      </w:r>
      <w:r>
        <w:tab/>
        <w:t>1.013e0</w:t>
      </w:r>
    </w:p>
    <w:p w:rsidR="00295810" w:rsidRDefault="00295810" w:rsidP="00295810">
      <w:r>
        <w:t>220.6181</w:t>
      </w:r>
      <w:r>
        <w:tab/>
        <w:t>1.013e0</w:t>
      </w:r>
    </w:p>
    <w:p w:rsidR="00295810" w:rsidRDefault="00295810" w:rsidP="00295810">
      <w:r>
        <w:t>220.6541</w:t>
      </w:r>
      <w:r>
        <w:tab/>
        <w:t>1.013e0</w:t>
      </w:r>
    </w:p>
    <w:p w:rsidR="00295810" w:rsidRDefault="00295810" w:rsidP="00295810">
      <w:r>
        <w:t>220.7716</w:t>
      </w:r>
      <w:r>
        <w:tab/>
        <w:t>1.013e0</w:t>
      </w:r>
    </w:p>
    <w:p w:rsidR="00295810" w:rsidRDefault="00295810" w:rsidP="00295810">
      <w:r>
        <w:lastRenderedPageBreak/>
        <w:t>220.9152</w:t>
      </w:r>
      <w:r>
        <w:tab/>
        <w:t>2.025e0</w:t>
      </w:r>
    </w:p>
    <w:p w:rsidR="00295810" w:rsidRDefault="00295810" w:rsidP="00295810">
      <w:r>
        <w:t>221.1032</w:t>
      </w:r>
      <w:r>
        <w:tab/>
        <w:t>1.013e0</w:t>
      </w:r>
    </w:p>
    <w:p w:rsidR="00295810" w:rsidRDefault="00295810" w:rsidP="00295810">
      <w:r>
        <w:t>221.1791</w:t>
      </w:r>
      <w:r>
        <w:tab/>
        <w:t>1.013e0</w:t>
      </w:r>
    </w:p>
    <w:p w:rsidR="00295810" w:rsidRDefault="00295810" w:rsidP="00295810">
      <w:r>
        <w:t>221.2023</w:t>
      </w:r>
      <w:r>
        <w:tab/>
        <w:t>1.013e0</w:t>
      </w:r>
    </w:p>
    <w:p w:rsidR="00295810" w:rsidRDefault="00295810" w:rsidP="00295810">
      <w:r>
        <w:t>221.2227</w:t>
      </w:r>
      <w:r>
        <w:tab/>
        <w:t>1.013e0</w:t>
      </w:r>
    </w:p>
    <w:p w:rsidR="00295810" w:rsidRDefault="00295810" w:rsidP="00295810">
      <w:r>
        <w:t>221.3576</w:t>
      </w:r>
      <w:r>
        <w:tab/>
        <w:t>1.013e0</w:t>
      </w:r>
    </w:p>
    <w:p w:rsidR="00295810" w:rsidRDefault="00295810" w:rsidP="00295810">
      <w:r>
        <w:t>221.4199</w:t>
      </w:r>
      <w:r>
        <w:tab/>
        <w:t>1.013e0</w:t>
      </w:r>
    </w:p>
    <w:p w:rsidR="00295810" w:rsidRDefault="00295810" w:rsidP="00295810">
      <w:r>
        <w:t>221.4598</w:t>
      </w:r>
      <w:r>
        <w:tab/>
        <w:t>2.025e0</w:t>
      </w:r>
    </w:p>
    <w:p w:rsidR="00295810" w:rsidRDefault="00295810" w:rsidP="00295810">
      <w:r>
        <w:t>221.5259</w:t>
      </w:r>
      <w:r>
        <w:tab/>
        <w:t>1.013e0</w:t>
      </w:r>
    </w:p>
    <w:p w:rsidR="00295810" w:rsidRDefault="00295810" w:rsidP="00295810">
      <w:r>
        <w:t>221.6020</w:t>
      </w:r>
      <w:r>
        <w:tab/>
        <w:t>1.013e0</w:t>
      </w:r>
    </w:p>
    <w:p w:rsidR="00295810" w:rsidRDefault="00295810" w:rsidP="00295810">
      <w:r>
        <w:t>221.6895</w:t>
      </w:r>
      <w:r>
        <w:tab/>
        <w:t>1.013e0</w:t>
      </w:r>
    </w:p>
    <w:p w:rsidR="00295810" w:rsidRDefault="00295810" w:rsidP="00295810">
      <w:r>
        <w:t>221.7277</w:t>
      </w:r>
      <w:r>
        <w:tab/>
        <w:t>2.025e0</w:t>
      </w:r>
    </w:p>
    <w:p w:rsidR="00295810" w:rsidRDefault="00295810" w:rsidP="00295810">
      <w:r>
        <w:t>221.9928</w:t>
      </w:r>
      <w:r>
        <w:tab/>
        <w:t>1.013e0</w:t>
      </w:r>
    </w:p>
    <w:p w:rsidR="00295810" w:rsidRDefault="00295810" w:rsidP="00295810">
      <w:r>
        <w:t>222.0443</w:t>
      </w:r>
      <w:r>
        <w:tab/>
        <w:t>1.013e0</w:t>
      </w:r>
    </w:p>
    <w:p w:rsidR="00295810" w:rsidRDefault="00295810" w:rsidP="00295810">
      <w:r>
        <w:t>222.1165</w:t>
      </w:r>
      <w:r>
        <w:tab/>
        <w:t>3.038e0</w:t>
      </w:r>
    </w:p>
    <w:p w:rsidR="00295810" w:rsidRDefault="00295810" w:rsidP="00295810">
      <w:r>
        <w:t>222.1395</w:t>
      </w:r>
      <w:r>
        <w:tab/>
        <w:t>1.013e0</w:t>
      </w:r>
    </w:p>
    <w:p w:rsidR="00295810" w:rsidRDefault="00295810" w:rsidP="00295810">
      <w:r>
        <w:t>222.1860</w:t>
      </w:r>
      <w:r>
        <w:tab/>
        <w:t>2.025e0</w:t>
      </w:r>
    </w:p>
    <w:p w:rsidR="00295810" w:rsidRDefault="00295810" w:rsidP="00295810">
      <w:r>
        <w:t>222.3299</w:t>
      </w:r>
      <w:r>
        <w:tab/>
        <w:t>1.013e0</w:t>
      </w:r>
    </w:p>
    <w:p w:rsidR="00295810" w:rsidRDefault="00295810" w:rsidP="00295810">
      <w:r>
        <w:t>222.3689</w:t>
      </w:r>
      <w:r>
        <w:tab/>
        <w:t>1.013e0</w:t>
      </w:r>
    </w:p>
    <w:p w:rsidR="00295810" w:rsidRDefault="00295810" w:rsidP="00295810">
      <w:r>
        <w:lastRenderedPageBreak/>
        <w:t>222.5512</w:t>
      </w:r>
      <w:r>
        <w:tab/>
        <w:t>1.013e0</w:t>
      </w:r>
    </w:p>
    <w:p w:rsidR="00295810" w:rsidRDefault="00295810" w:rsidP="00295810">
      <w:r>
        <w:t>222.5950</w:t>
      </w:r>
      <w:r>
        <w:tab/>
        <w:t>1.013e0</w:t>
      </w:r>
    </w:p>
    <w:p w:rsidR="00295810" w:rsidRDefault="00295810" w:rsidP="00295810">
      <w:r>
        <w:t>222.6462</w:t>
      </w:r>
      <w:r>
        <w:tab/>
        <w:t>1.013e0</w:t>
      </w:r>
    </w:p>
    <w:p w:rsidR="00295810" w:rsidRDefault="00295810" w:rsidP="00295810">
      <w:r>
        <w:t>222.7186</w:t>
      </w:r>
      <w:r>
        <w:tab/>
        <w:t>1.013e0</w:t>
      </w:r>
    </w:p>
    <w:p w:rsidR="00295810" w:rsidRDefault="00295810" w:rsidP="00295810">
      <w:r>
        <w:t>223.0112</w:t>
      </w:r>
      <w:r>
        <w:tab/>
        <w:t>1.013e0</w:t>
      </w:r>
    </w:p>
    <w:p w:rsidR="00295810" w:rsidRDefault="00295810" w:rsidP="00295810">
      <w:r>
        <w:t>223.0409</w:t>
      </w:r>
      <w:r>
        <w:tab/>
        <w:t>3.038e0</w:t>
      </w:r>
    </w:p>
    <w:p w:rsidR="00295810" w:rsidRDefault="00295810" w:rsidP="00295810">
      <w:r>
        <w:t>223.0950</w:t>
      </w:r>
      <w:r>
        <w:tab/>
        <w:t>2.025e0</w:t>
      </w:r>
    </w:p>
    <w:p w:rsidR="00295810" w:rsidRDefault="00295810" w:rsidP="00295810">
      <w:r>
        <w:t>223.1312</w:t>
      </w:r>
      <w:r>
        <w:tab/>
        <w:t>1.013e0</w:t>
      </w:r>
    </w:p>
    <w:p w:rsidR="00295810" w:rsidRDefault="00295810" w:rsidP="00295810">
      <w:r>
        <w:t>223.1713</w:t>
      </w:r>
      <w:r>
        <w:tab/>
        <w:t>1.013e0</w:t>
      </w:r>
    </w:p>
    <w:p w:rsidR="00295810" w:rsidRDefault="00295810" w:rsidP="00295810">
      <w:r>
        <w:t>223.3102</w:t>
      </w:r>
      <w:r>
        <w:tab/>
        <w:t>1.013e0</w:t>
      </w:r>
    </w:p>
    <w:p w:rsidR="00295810" w:rsidRDefault="00295810" w:rsidP="00295810">
      <w:r>
        <w:t>223.4565</w:t>
      </w:r>
      <w:r>
        <w:tab/>
        <w:t>2.025e0</w:t>
      </w:r>
    </w:p>
    <w:p w:rsidR="00295810" w:rsidRDefault="00295810" w:rsidP="00295810">
      <w:r>
        <w:t>223.5991</w:t>
      </w:r>
      <w:r>
        <w:tab/>
        <w:t>2.025e0</w:t>
      </w:r>
    </w:p>
    <w:p w:rsidR="00295810" w:rsidRDefault="00295810" w:rsidP="00295810">
      <w:r>
        <w:t>223.7149</w:t>
      </w:r>
      <w:r>
        <w:tab/>
        <w:t>1.013e0</w:t>
      </w:r>
    </w:p>
    <w:p w:rsidR="00295810" w:rsidRDefault="00295810" w:rsidP="00295810">
      <w:r>
        <w:t>223.7418</w:t>
      </w:r>
      <w:r>
        <w:tab/>
        <w:t>1.013e0</w:t>
      </w:r>
    </w:p>
    <w:p w:rsidR="00295810" w:rsidRDefault="00295810" w:rsidP="00295810">
      <w:r>
        <w:t>223.9989</w:t>
      </w:r>
      <w:r>
        <w:tab/>
        <w:t>2.508e1</w:t>
      </w:r>
    </w:p>
    <w:p w:rsidR="00295810" w:rsidRDefault="00295810" w:rsidP="00295810">
      <w:r>
        <w:t>224.0231</w:t>
      </w:r>
      <w:r>
        <w:tab/>
        <w:t>9.114e0</w:t>
      </w:r>
    </w:p>
    <w:p w:rsidR="00295810" w:rsidRDefault="00295810" w:rsidP="00295810">
      <w:r>
        <w:t>224.0764</w:t>
      </w:r>
      <w:r>
        <w:tab/>
        <w:t>1.013e0</w:t>
      </w:r>
    </w:p>
    <w:p w:rsidR="00295810" w:rsidRDefault="00295810" w:rsidP="00295810">
      <w:r>
        <w:t>224.1323</w:t>
      </w:r>
      <w:r>
        <w:tab/>
        <w:t>1.013e0</w:t>
      </w:r>
    </w:p>
    <w:p w:rsidR="00295810" w:rsidRDefault="00295810" w:rsidP="00295810">
      <w:r>
        <w:t>224.1533</w:t>
      </w:r>
      <w:r>
        <w:tab/>
        <w:t>2.025e0</w:t>
      </w:r>
    </w:p>
    <w:p w:rsidR="00295810" w:rsidRDefault="00295810" w:rsidP="00295810">
      <w:r>
        <w:t>224.1913</w:t>
      </w:r>
      <w:r>
        <w:tab/>
        <w:t>1.013e0</w:t>
      </w:r>
    </w:p>
    <w:p w:rsidR="00295810" w:rsidRDefault="00295810" w:rsidP="00295810">
      <w:r>
        <w:t>224.2238</w:t>
      </w:r>
      <w:r>
        <w:tab/>
        <w:t>2.025e0</w:t>
      </w:r>
    </w:p>
    <w:p w:rsidR="00295810" w:rsidRDefault="00295810" w:rsidP="00295810">
      <w:r>
        <w:t>224.2596</w:t>
      </w:r>
      <w:r>
        <w:tab/>
        <w:t>1.013e0</w:t>
      </w:r>
    </w:p>
    <w:p w:rsidR="00295810" w:rsidRDefault="00295810" w:rsidP="00295810">
      <w:r>
        <w:t>224.3468</w:t>
      </w:r>
      <w:r>
        <w:tab/>
        <w:t>1.013e0</w:t>
      </w:r>
    </w:p>
    <w:p w:rsidR="00295810" w:rsidRDefault="00295810" w:rsidP="00295810">
      <w:r>
        <w:t>224.3684</w:t>
      </w:r>
      <w:r>
        <w:tab/>
        <w:t>2.025e0</w:t>
      </w:r>
    </w:p>
    <w:p w:rsidR="00295810" w:rsidRDefault="00295810" w:rsidP="00295810">
      <w:r>
        <w:t>224.4227</w:t>
      </w:r>
      <w:r>
        <w:tab/>
        <w:t>2.025e0</w:t>
      </w:r>
    </w:p>
    <w:p w:rsidR="00295810" w:rsidRDefault="00295810" w:rsidP="00295810">
      <w:r>
        <w:t>224.4865</w:t>
      </w:r>
      <w:r>
        <w:tab/>
        <w:t>1.013e0</w:t>
      </w:r>
    </w:p>
    <w:p w:rsidR="00295810" w:rsidRDefault="00295810" w:rsidP="00295810">
      <w:r>
        <w:t>224.6132</w:t>
      </w:r>
      <w:r>
        <w:tab/>
        <w:t>1.013e0</w:t>
      </w:r>
    </w:p>
    <w:p w:rsidR="00295810" w:rsidRDefault="00295810" w:rsidP="00295810">
      <w:r>
        <w:t>224.6734</w:t>
      </w:r>
      <w:r>
        <w:tab/>
        <w:t>1.013e0</w:t>
      </w:r>
    </w:p>
    <w:p w:rsidR="00295810" w:rsidRDefault="00295810" w:rsidP="00295810">
      <w:r>
        <w:t>224.7487</w:t>
      </w:r>
      <w:r>
        <w:tab/>
        <w:t>2.025e0</w:t>
      </w:r>
    </w:p>
    <w:p w:rsidR="00295810" w:rsidRDefault="00295810" w:rsidP="00295810">
      <w:r>
        <w:t>224.8490</w:t>
      </w:r>
      <w:r>
        <w:tab/>
        <w:t>1.013e0</w:t>
      </w:r>
    </w:p>
    <w:p w:rsidR="00295810" w:rsidRDefault="00295810" w:rsidP="00295810">
      <w:r>
        <w:t>224.9904</w:t>
      </w:r>
      <w:r>
        <w:tab/>
        <w:t>4.773e0</w:t>
      </w:r>
    </w:p>
    <w:p w:rsidR="00295810" w:rsidRDefault="00295810" w:rsidP="00295810">
      <w:r>
        <w:t>225.0214</w:t>
      </w:r>
      <w:r>
        <w:tab/>
        <w:t>3.038e0</w:t>
      </w:r>
    </w:p>
    <w:p w:rsidR="00295810" w:rsidRDefault="00295810" w:rsidP="00295810">
      <w:r>
        <w:t>225.0833</w:t>
      </w:r>
      <w:r>
        <w:tab/>
        <w:t>1.013e0</w:t>
      </w:r>
    </w:p>
    <w:p w:rsidR="00295810" w:rsidRDefault="00295810" w:rsidP="00295810">
      <w:r>
        <w:t>225.1554</w:t>
      </w:r>
      <w:r>
        <w:tab/>
        <w:t>1.013e0</w:t>
      </w:r>
    </w:p>
    <w:p w:rsidR="00295810" w:rsidRDefault="00295810" w:rsidP="00295810">
      <w:r>
        <w:lastRenderedPageBreak/>
        <w:t>225.1823</w:t>
      </w:r>
      <w:r>
        <w:tab/>
        <w:t>2.025e0</w:t>
      </w:r>
    </w:p>
    <w:p w:rsidR="00295810" w:rsidRDefault="00295810" w:rsidP="00295810">
      <w:r>
        <w:t>225.2474</w:t>
      </w:r>
      <w:r>
        <w:tab/>
        <w:t>1.013e0</w:t>
      </w:r>
    </w:p>
    <w:p w:rsidR="00295810" w:rsidRDefault="00295810" w:rsidP="00295810">
      <w:r>
        <w:t>225.3601</w:t>
      </w:r>
      <w:r>
        <w:tab/>
        <w:t>2.025e0</w:t>
      </w:r>
    </w:p>
    <w:p w:rsidR="00295810" w:rsidRDefault="00295810" w:rsidP="00295810">
      <w:r>
        <w:t>225.3924</w:t>
      </w:r>
      <w:r>
        <w:tab/>
        <w:t>2.025e0</w:t>
      </w:r>
    </w:p>
    <w:p w:rsidR="00295810" w:rsidRDefault="00295810" w:rsidP="00295810">
      <w:r>
        <w:t>225.5453</w:t>
      </w:r>
      <w:r>
        <w:tab/>
        <w:t>1.013e0</w:t>
      </w:r>
    </w:p>
    <w:p w:rsidR="00295810" w:rsidRDefault="00295810" w:rsidP="00295810">
      <w:r>
        <w:t>225.6288</w:t>
      </w:r>
      <w:r>
        <w:tab/>
        <w:t>1.013e0</w:t>
      </w:r>
    </w:p>
    <w:p w:rsidR="00295810" w:rsidRDefault="00295810" w:rsidP="00295810">
      <w:r>
        <w:t>225.6978</w:t>
      </w:r>
      <w:r>
        <w:tab/>
        <w:t>1.013e0</w:t>
      </w:r>
    </w:p>
    <w:p w:rsidR="00295810" w:rsidRDefault="00295810" w:rsidP="00295810">
      <w:r>
        <w:t>225.8172</w:t>
      </w:r>
      <w:r>
        <w:tab/>
        <w:t>1.013e0</w:t>
      </w:r>
    </w:p>
    <w:p w:rsidR="00295810" w:rsidRDefault="00295810" w:rsidP="00295810">
      <w:r>
        <w:t>225.8568</w:t>
      </w:r>
      <w:r>
        <w:tab/>
        <w:t>1.013e0</w:t>
      </w:r>
    </w:p>
    <w:p w:rsidR="00295810" w:rsidRDefault="00295810" w:rsidP="00295810">
      <w:r>
        <w:t>225.9039</w:t>
      </w:r>
      <w:r>
        <w:tab/>
        <w:t>3.038e0</w:t>
      </w:r>
    </w:p>
    <w:p w:rsidR="00295810" w:rsidRDefault="00295810" w:rsidP="00295810">
      <w:r>
        <w:t>225.9489</w:t>
      </w:r>
      <w:r>
        <w:tab/>
        <w:t>1.013e0</w:t>
      </w:r>
    </w:p>
    <w:p w:rsidR="00295810" w:rsidRDefault="00295810" w:rsidP="00295810">
      <w:r>
        <w:t>225.9841</w:t>
      </w:r>
      <w:r>
        <w:tab/>
        <w:t>1.013e0</w:t>
      </w:r>
    </w:p>
    <w:p w:rsidR="00295810" w:rsidRDefault="00295810" w:rsidP="00295810">
      <w:r>
        <w:t>226.0324</w:t>
      </w:r>
      <w:r>
        <w:tab/>
        <w:t>1.013e0</w:t>
      </w:r>
    </w:p>
    <w:p w:rsidR="00295810" w:rsidRDefault="00295810" w:rsidP="00295810">
      <w:r>
        <w:t>226.0606</w:t>
      </w:r>
      <w:r>
        <w:tab/>
        <w:t>1.013e0</w:t>
      </w:r>
    </w:p>
    <w:p w:rsidR="00295810" w:rsidRDefault="00295810" w:rsidP="00295810">
      <w:r>
        <w:t>226.1008</w:t>
      </w:r>
      <w:r>
        <w:tab/>
        <w:t>2.025e0</w:t>
      </w:r>
    </w:p>
    <w:p w:rsidR="00295810" w:rsidRDefault="00295810" w:rsidP="00295810">
      <w:r>
        <w:t>226.1351</w:t>
      </w:r>
      <w:r>
        <w:tab/>
        <w:t>2.025e0</w:t>
      </w:r>
    </w:p>
    <w:p w:rsidR="00295810" w:rsidRDefault="00295810" w:rsidP="00295810">
      <w:r>
        <w:t>226.1848</w:t>
      </w:r>
      <w:r>
        <w:tab/>
        <w:t>1.013e0</w:t>
      </w:r>
    </w:p>
    <w:p w:rsidR="00295810" w:rsidRDefault="00295810" w:rsidP="00295810">
      <w:r>
        <w:t>226.2540</w:t>
      </w:r>
      <w:r>
        <w:tab/>
        <w:t>4.498e0</w:t>
      </w:r>
    </w:p>
    <w:p w:rsidR="00295810" w:rsidRDefault="00295810" w:rsidP="00295810">
      <w:r>
        <w:t>226.2841</w:t>
      </w:r>
      <w:r>
        <w:tab/>
        <w:t>1.013e0</w:t>
      </w:r>
    </w:p>
    <w:p w:rsidR="00295810" w:rsidRDefault="00295810" w:rsidP="00295810">
      <w:r>
        <w:lastRenderedPageBreak/>
        <w:t>226.3204</w:t>
      </w:r>
      <w:r>
        <w:tab/>
        <w:t>1.013e0</w:t>
      </w:r>
    </w:p>
    <w:p w:rsidR="00295810" w:rsidRDefault="00295810" w:rsidP="00295810">
      <w:r>
        <w:t>226.3532</w:t>
      </w:r>
      <w:r>
        <w:tab/>
        <w:t>1.013e0</w:t>
      </w:r>
    </w:p>
    <w:p w:rsidR="00295810" w:rsidRDefault="00295810" w:rsidP="00295810">
      <w:r>
        <w:t>226.4485</w:t>
      </w:r>
      <w:r>
        <w:tab/>
        <w:t>1.013e0</w:t>
      </w:r>
    </w:p>
    <w:p w:rsidR="00295810" w:rsidRDefault="00295810" w:rsidP="00295810">
      <w:r>
        <w:t>226.4863</w:t>
      </w:r>
      <w:r>
        <w:tab/>
        <w:t>2.025e0</w:t>
      </w:r>
    </w:p>
    <w:p w:rsidR="00295810" w:rsidRDefault="00295810" w:rsidP="00295810">
      <w:r>
        <w:t>226.5842</w:t>
      </w:r>
      <w:r>
        <w:tab/>
        <w:t>1.013e0</w:t>
      </w:r>
    </w:p>
    <w:p w:rsidR="00295810" w:rsidRDefault="00295810" w:rsidP="00295810">
      <w:r>
        <w:t>226.7142</w:t>
      </w:r>
      <w:r>
        <w:tab/>
        <w:t>2.025e0</w:t>
      </w:r>
    </w:p>
    <w:p w:rsidR="00295810" w:rsidRDefault="00295810" w:rsidP="00295810">
      <w:r>
        <w:t>226.7802</w:t>
      </w:r>
      <w:r>
        <w:tab/>
        <w:t>1.013e0</w:t>
      </w:r>
    </w:p>
    <w:p w:rsidR="00295810" w:rsidRDefault="00295810" w:rsidP="00295810">
      <w:r>
        <w:t>226.8116</w:t>
      </w:r>
      <w:r>
        <w:tab/>
        <w:t>1.013e0</w:t>
      </w:r>
    </w:p>
    <w:p w:rsidR="00295810" w:rsidRDefault="00295810" w:rsidP="00295810">
      <w:r>
        <w:t>226.8443</w:t>
      </w:r>
      <w:r>
        <w:tab/>
        <w:t>2.025e0</w:t>
      </w:r>
    </w:p>
    <w:p w:rsidR="00295810" w:rsidRDefault="00295810" w:rsidP="00295810">
      <w:r>
        <w:t>226.8995</w:t>
      </w:r>
      <w:r>
        <w:tab/>
        <w:t>1.013e0</w:t>
      </w:r>
    </w:p>
    <w:p w:rsidR="00295810" w:rsidRDefault="00295810" w:rsidP="00295810">
      <w:r>
        <w:t>226.9322</w:t>
      </w:r>
      <w:r>
        <w:tab/>
        <w:t>1.013e0</w:t>
      </w:r>
    </w:p>
    <w:p w:rsidR="00295810" w:rsidRDefault="00295810" w:rsidP="00295810">
      <w:r>
        <w:t>226.9818</w:t>
      </w:r>
      <w:r>
        <w:tab/>
        <w:t>2.025e0</w:t>
      </w:r>
    </w:p>
    <w:p w:rsidR="00295810" w:rsidRDefault="00295810" w:rsidP="00295810">
      <w:r>
        <w:t>227.0738</w:t>
      </w:r>
      <w:r>
        <w:tab/>
        <w:t>2.025e0</w:t>
      </w:r>
    </w:p>
    <w:p w:rsidR="00295810" w:rsidRDefault="00295810" w:rsidP="00295810">
      <w:r>
        <w:t>227.0947</w:t>
      </w:r>
      <w:r>
        <w:tab/>
        <w:t>2.025e0</w:t>
      </w:r>
    </w:p>
    <w:p w:rsidR="00295810" w:rsidRDefault="00295810" w:rsidP="00295810">
      <w:r>
        <w:t>227.1769</w:t>
      </w:r>
      <w:r>
        <w:tab/>
        <w:t>1.013e0</w:t>
      </w:r>
    </w:p>
    <w:p w:rsidR="00295810" w:rsidRDefault="00295810" w:rsidP="00295810">
      <w:r>
        <w:t>227.2823</w:t>
      </w:r>
      <w:r>
        <w:tab/>
        <w:t>2.025e0</w:t>
      </w:r>
    </w:p>
    <w:p w:rsidR="00295810" w:rsidRDefault="00295810" w:rsidP="00295810">
      <w:r>
        <w:t>227.4967</w:t>
      </w:r>
      <w:r>
        <w:tab/>
        <w:t>2.025e0</w:t>
      </w:r>
    </w:p>
    <w:p w:rsidR="00295810" w:rsidRDefault="00295810" w:rsidP="00295810">
      <w:r>
        <w:t>227.5963</w:t>
      </w:r>
      <w:r>
        <w:tab/>
        <w:t>1.013e0</w:t>
      </w:r>
    </w:p>
    <w:p w:rsidR="00295810" w:rsidRDefault="00295810" w:rsidP="00295810">
      <w:r>
        <w:t>227.7130</w:t>
      </w:r>
      <w:r>
        <w:tab/>
        <w:t>1.013e0</w:t>
      </w:r>
    </w:p>
    <w:p w:rsidR="00295810" w:rsidRDefault="00295810" w:rsidP="00295810">
      <w:r>
        <w:lastRenderedPageBreak/>
        <w:t>227.7533</w:t>
      </w:r>
      <w:r>
        <w:tab/>
        <w:t>1.013e0</w:t>
      </w:r>
    </w:p>
    <w:p w:rsidR="00295810" w:rsidRDefault="00295810" w:rsidP="00295810">
      <w:r>
        <w:t>227.8049</w:t>
      </w:r>
      <w:r>
        <w:tab/>
        <w:t>1.013e0</w:t>
      </w:r>
    </w:p>
    <w:p w:rsidR="00295810" w:rsidRDefault="00295810" w:rsidP="00295810">
      <w:r>
        <w:t>227.8300</w:t>
      </w:r>
      <w:r>
        <w:tab/>
        <w:t>1.013e0</w:t>
      </w:r>
    </w:p>
    <w:p w:rsidR="00295810" w:rsidRDefault="00295810" w:rsidP="00295810">
      <w:r>
        <w:t>227.9017</w:t>
      </w:r>
      <w:r>
        <w:tab/>
        <w:t>2.025e0</w:t>
      </w:r>
    </w:p>
    <w:p w:rsidR="00295810" w:rsidRDefault="00295810" w:rsidP="00295810">
      <w:r>
        <w:t>227.9512</w:t>
      </w:r>
      <w:r>
        <w:tab/>
        <w:t>2.025e0</w:t>
      </w:r>
    </w:p>
    <w:p w:rsidR="00295810" w:rsidRDefault="00295810" w:rsidP="00295810">
      <w:r>
        <w:t>228.0027</w:t>
      </w:r>
      <w:r>
        <w:tab/>
        <w:t>2.609e0</w:t>
      </w:r>
    </w:p>
    <w:p w:rsidR="00295810" w:rsidRDefault="00295810" w:rsidP="00295810">
      <w:r>
        <w:t>228.0297</w:t>
      </w:r>
      <w:r>
        <w:tab/>
        <w:t>1.013e0</w:t>
      </w:r>
    </w:p>
    <w:p w:rsidR="00295810" w:rsidRDefault="00295810" w:rsidP="00295810">
      <w:r>
        <w:t>228.2112</w:t>
      </w:r>
      <w:r>
        <w:tab/>
        <w:t>1.013e0</w:t>
      </w:r>
    </w:p>
    <w:p w:rsidR="00295810" w:rsidRDefault="00295810" w:rsidP="00295810">
      <w:r>
        <w:t>228.2783</w:t>
      </w:r>
      <w:r>
        <w:tab/>
        <w:t>2.025e0</w:t>
      </w:r>
    </w:p>
    <w:p w:rsidR="00295810" w:rsidRDefault="00295810" w:rsidP="00295810">
      <w:r>
        <w:t>228.3751</w:t>
      </w:r>
      <w:r>
        <w:tab/>
        <w:t>1.013e0</w:t>
      </w:r>
    </w:p>
    <w:p w:rsidR="00295810" w:rsidRDefault="00295810" w:rsidP="00295810">
      <w:r>
        <w:t>228.4316</w:t>
      </w:r>
      <w:r>
        <w:tab/>
        <w:t>1.013e0</w:t>
      </w:r>
    </w:p>
    <w:p w:rsidR="00295810" w:rsidRDefault="00295810" w:rsidP="00295810">
      <w:r>
        <w:t>228.4549</w:t>
      </w:r>
      <w:r>
        <w:tab/>
        <w:t>1.013e0</w:t>
      </w:r>
    </w:p>
    <w:p w:rsidR="00295810" w:rsidRDefault="00295810" w:rsidP="00295810">
      <w:r>
        <w:t>228.6811</w:t>
      </w:r>
      <w:r>
        <w:tab/>
        <w:t>1.013e0</w:t>
      </w:r>
    </w:p>
    <w:p w:rsidR="00295810" w:rsidRDefault="00295810" w:rsidP="00295810">
      <w:r>
        <w:t>228.7122</w:t>
      </w:r>
      <w:r>
        <w:tab/>
        <w:t>1.013e0</w:t>
      </w:r>
    </w:p>
    <w:p w:rsidR="00295810" w:rsidRDefault="00295810" w:rsidP="00295810">
      <w:r>
        <w:t>228.7566</w:t>
      </w:r>
      <w:r>
        <w:tab/>
        <w:t>1.013e0</w:t>
      </w:r>
    </w:p>
    <w:p w:rsidR="00295810" w:rsidRDefault="00295810" w:rsidP="00295810">
      <w:r>
        <w:t>228.8724</w:t>
      </w:r>
      <w:r>
        <w:tab/>
        <w:t>1.013e0</w:t>
      </w:r>
    </w:p>
    <w:p w:rsidR="00295810" w:rsidRDefault="00295810" w:rsidP="00295810">
      <w:r>
        <w:t>228.9380</w:t>
      </w:r>
      <w:r>
        <w:tab/>
        <w:t>1.013e0</w:t>
      </w:r>
    </w:p>
    <w:p w:rsidR="00295810" w:rsidRDefault="00295810" w:rsidP="00295810">
      <w:r>
        <w:t>229.0702</w:t>
      </w:r>
      <w:r>
        <w:tab/>
        <w:t>1.013e0</w:t>
      </w:r>
    </w:p>
    <w:p w:rsidR="00295810" w:rsidRDefault="00295810" w:rsidP="00295810">
      <w:r>
        <w:t>229.1585</w:t>
      </w:r>
      <w:r>
        <w:tab/>
        <w:t>1.013e0</w:t>
      </w:r>
    </w:p>
    <w:p w:rsidR="00295810" w:rsidRDefault="00295810" w:rsidP="00295810">
      <w:r>
        <w:lastRenderedPageBreak/>
        <w:t>229.2719</w:t>
      </w:r>
      <w:r>
        <w:tab/>
        <w:t>1.013e0</w:t>
      </w:r>
    </w:p>
    <w:p w:rsidR="00295810" w:rsidRDefault="00295810" w:rsidP="00295810">
      <w:r>
        <w:t>229.3349</w:t>
      </w:r>
      <w:r>
        <w:tab/>
        <w:t>1.013e0</w:t>
      </w:r>
    </w:p>
    <w:p w:rsidR="00295810" w:rsidRDefault="00295810" w:rsidP="00295810">
      <w:r>
        <w:t>229.4276</w:t>
      </w:r>
      <w:r>
        <w:tab/>
        <w:t>1.013e0</w:t>
      </w:r>
    </w:p>
    <w:p w:rsidR="00295810" w:rsidRDefault="00295810" w:rsidP="00295810">
      <w:r>
        <w:t>229.4810</w:t>
      </w:r>
      <w:r>
        <w:tab/>
        <w:t>1.013e0</w:t>
      </w:r>
    </w:p>
    <w:p w:rsidR="00295810" w:rsidRDefault="00295810" w:rsidP="00295810">
      <w:r>
        <w:t>229.5166</w:t>
      </w:r>
      <w:r>
        <w:tab/>
        <w:t>1.013e0</w:t>
      </w:r>
    </w:p>
    <w:p w:rsidR="00295810" w:rsidRDefault="00295810" w:rsidP="00295810">
      <w:r>
        <w:t>229.5405</w:t>
      </w:r>
      <w:r>
        <w:tab/>
        <w:t>1.013e0</w:t>
      </w:r>
    </w:p>
    <w:p w:rsidR="00295810" w:rsidRDefault="00295810" w:rsidP="00295810">
      <w:r>
        <w:t>229.6539</w:t>
      </w:r>
      <w:r>
        <w:tab/>
        <w:t>1.013e0</w:t>
      </w:r>
    </w:p>
    <w:p w:rsidR="00295810" w:rsidRDefault="00295810" w:rsidP="00295810">
      <w:r>
        <w:t>229.6813</w:t>
      </w:r>
      <w:r>
        <w:tab/>
        <w:t>1.013e0</w:t>
      </w:r>
    </w:p>
    <w:p w:rsidR="00295810" w:rsidRDefault="00295810" w:rsidP="00295810">
      <w:r>
        <w:t>229.7169</w:t>
      </w:r>
      <w:r>
        <w:tab/>
        <w:t>1.013e0</w:t>
      </w:r>
    </w:p>
    <w:p w:rsidR="00295810" w:rsidRDefault="00295810" w:rsidP="00295810">
      <w:r>
        <w:t>229.7590</w:t>
      </w:r>
      <w:r>
        <w:tab/>
        <w:t>2.025e0</w:t>
      </w:r>
    </w:p>
    <w:p w:rsidR="00295810" w:rsidRDefault="00295810" w:rsidP="00295810">
      <w:r>
        <w:t>229.8996</w:t>
      </w:r>
      <w:r>
        <w:tab/>
        <w:t>1.013e0</w:t>
      </w:r>
    </w:p>
    <w:p w:rsidR="00295810" w:rsidRDefault="00295810" w:rsidP="00295810">
      <w:r>
        <w:t>229.9899</w:t>
      </w:r>
      <w:r>
        <w:tab/>
        <w:t>2.025e0</w:t>
      </w:r>
    </w:p>
    <w:p w:rsidR="00295810" w:rsidRDefault="00295810" w:rsidP="00295810">
      <w:r>
        <w:t>230.0454</w:t>
      </w:r>
      <w:r>
        <w:tab/>
        <w:t>3.833e0</w:t>
      </w:r>
    </w:p>
    <w:p w:rsidR="00295810" w:rsidRDefault="00295810" w:rsidP="00295810">
      <w:r>
        <w:t>230.1343</w:t>
      </w:r>
      <w:r>
        <w:tab/>
        <w:t>2.025e0</w:t>
      </w:r>
    </w:p>
    <w:p w:rsidR="00295810" w:rsidRDefault="00295810" w:rsidP="00295810">
      <w:r>
        <w:t>230.2090</w:t>
      </w:r>
      <w:r>
        <w:tab/>
        <w:t>2.025e0</w:t>
      </w:r>
    </w:p>
    <w:p w:rsidR="00295810" w:rsidRDefault="00295810" w:rsidP="00295810">
      <w:r>
        <w:t>230.3245</w:t>
      </w:r>
      <w:r>
        <w:tab/>
        <w:t>2.025e0</w:t>
      </w:r>
    </w:p>
    <w:p w:rsidR="00295810" w:rsidRDefault="00295810" w:rsidP="00295810">
      <w:r>
        <w:t>230.4031</w:t>
      </w:r>
      <w:r>
        <w:tab/>
        <w:t>2.025e0</w:t>
      </w:r>
    </w:p>
    <w:p w:rsidR="00295810" w:rsidRDefault="00295810" w:rsidP="00295810">
      <w:r>
        <w:t>230.4589</w:t>
      </w:r>
      <w:r>
        <w:tab/>
        <w:t>1.013e0</w:t>
      </w:r>
    </w:p>
    <w:p w:rsidR="00295810" w:rsidRDefault="00295810" w:rsidP="00295810">
      <w:r>
        <w:t>230.5283</w:t>
      </w:r>
      <w:r>
        <w:tab/>
        <w:t>1.013e0</w:t>
      </w:r>
    </w:p>
    <w:p w:rsidR="00295810" w:rsidRDefault="00295810" w:rsidP="00295810">
      <w:r>
        <w:lastRenderedPageBreak/>
        <w:t>230.6261</w:t>
      </w:r>
      <w:r>
        <w:tab/>
        <w:t>2.025e0</w:t>
      </w:r>
    </w:p>
    <w:p w:rsidR="00295810" w:rsidRDefault="00295810" w:rsidP="00295810">
      <w:r>
        <w:t>230.6898</w:t>
      </w:r>
      <w:r>
        <w:tab/>
        <w:t>1.013e0</w:t>
      </w:r>
    </w:p>
    <w:p w:rsidR="00295810" w:rsidRDefault="00295810" w:rsidP="00295810">
      <w:r>
        <w:t>230.7703</w:t>
      </w:r>
      <w:r>
        <w:tab/>
        <w:t>1.013e0</w:t>
      </w:r>
    </w:p>
    <w:p w:rsidR="00295810" w:rsidRDefault="00295810" w:rsidP="00295810">
      <w:r>
        <w:t>231.0174</w:t>
      </w:r>
      <w:r>
        <w:tab/>
        <w:t>3.038e0</w:t>
      </w:r>
    </w:p>
    <w:p w:rsidR="00295810" w:rsidRDefault="00295810" w:rsidP="00295810">
      <w:r>
        <w:t>231.0397</w:t>
      </w:r>
      <w:r>
        <w:tab/>
        <w:t>2.025e0</w:t>
      </w:r>
    </w:p>
    <w:p w:rsidR="00295810" w:rsidRDefault="00295810" w:rsidP="00295810">
      <w:r>
        <w:t>231.1092</w:t>
      </w:r>
      <w:r>
        <w:tab/>
        <w:t>2.025e0</w:t>
      </w:r>
    </w:p>
    <w:p w:rsidR="00295810" w:rsidRDefault="00295810" w:rsidP="00295810">
      <w:r>
        <w:t>231.1515</w:t>
      </w:r>
      <w:r>
        <w:tab/>
        <w:t>3.038e0</w:t>
      </w:r>
    </w:p>
    <w:p w:rsidR="00295810" w:rsidRDefault="00295810" w:rsidP="00295810">
      <w:r>
        <w:t>231.2179</w:t>
      </w:r>
      <w:r>
        <w:tab/>
        <w:t>1.013e0</w:t>
      </w:r>
    </w:p>
    <w:p w:rsidR="00295810" w:rsidRDefault="00295810" w:rsidP="00295810">
      <w:r>
        <w:t>231.4365</w:t>
      </w:r>
      <w:r>
        <w:tab/>
        <w:t>1.013e0</w:t>
      </w:r>
    </w:p>
    <w:p w:rsidR="00295810" w:rsidRDefault="00295810" w:rsidP="00295810">
      <w:r>
        <w:t>231.4599</w:t>
      </w:r>
      <w:r>
        <w:tab/>
        <w:t>2.025e0</w:t>
      </w:r>
    </w:p>
    <w:p w:rsidR="00295810" w:rsidRDefault="00295810" w:rsidP="00295810">
      <w:r>
        <w:t>231.5174</w:t>
      </w:r>
      <w:r>
        <w:tab/>
        <w:t>1.013e0</w:t>
      </w:r>
    </w:p>
    <w:p w:rsidR="00295810" w:rsidRDefault="00295810" w:rsidP="00295810">
      <w:r>
        <w:t>231.5472</w:t>
      </w:r>
      <w:r>
        <w:tab/>
        <w:t>2.025e0</w:t>
      </w:r>
    </w:p>
    <w:p w:rsidR="00295810" w:rsidRDefault="00295810" w:rsidP="00295810">
      <w:r>
        <w:t>231.5730</w:t>
      </w:r>
      <w:r>
        <w:tab/>
        <w:t>1.013e0</w:t>
      </w:r>
    </w:p>
    <w:p w:rsidR="00295810" w:rsidRDefault="00295810" w:rsidP="00295810">
      <w:r>
        <w:t>231.6213</w:t>
      </w:r>
      <w:r>
        <w:tab/>
        <w:t>1.013e0</w:t>
      </w:r>
    </w:p>
    <w:p w:rsidR="00295810" w:rsidRDefault="00295810" w:rsidP="00295810">
      <w:r>
        <w:t>231.7829</w:t>
      </w:r>
      <w:r>
        <w:tab/>
        <w:t>1.013e0</w:t>
      </w:r>
    </w:p>
    <w:p w:rsidR="00295810" w:rsidRDefault="00295810" w:rsidP="00295810">
      <w:r>
        <w:t>231.8323</w:t>
      </w:r>
      <w:r>
        <w:tab/>
        <w:t>1.013e0</w:t>
      </w:r>
    </w:p>
    <w:p w:rsidR="00295810" w:rsidRDefault="00295810" w:rsidP="00295810">
      <w:r>
        <w:t>231.8967</w:t>
      </w:r>
      <w:r>
        <w:tab/>
        <w:t>1.013e0</w:t>
      </w:r>
    </w:p>
    <w:p w:rsidR="00295810" w:rsidRDefault="00295810" w:rsidP="00295810">
      <w:r>
        <w:t>231.9372</w:t>
      </w:r>
      <w:r>
        <w:tab/>
        <w:t>1.013e0</w:t>
      </w:r>
    </w:p>
    <w:p w:rsidR="00295810" w:rsidRDefault="00295810" w:rsidP="00295810">
      <w:r>
        <w:t>232.0090</w:t>
      </w:r>
      <w:r>
        <w:tab/>
        <w:t>4.051e0</w:t>
      </w:r>
    </w:p>
    <w:p w:rsidR="00295810" w:rsidRDefault="00295810" w:rsidP="00295810">
      <w:r>
        <w:lastRenderedPageBreak/>
        <w:t>232.0586</w:t>
      </w:r>
      <w:r>
        <w:tab/>
        <w:t>1.013e0</w:t>
      </w:r>
    </w:p>
    <w:p w:rsidR="00295810" w:rsidRDefault="00295810" w:rsidP="00295810">
      <w:r>
        <w:t>232.1724</w:t>
      </w:r>
      <w:r>
        <w:tab/>
        <w:t>1.013e0</w:t>
      </w:r>
    </w:p>
    <w:p w:rsidR="00295810" w:rsidRDefault="00295810" w:rsidP="00295810">
      <w:r>
        <w:t>232.1917</w:t>
      </w:r>
      <w:r>
        <w:tab/>
        <w:t>1.013e0</w:t>
      </w:r>
    </w:p>
    <w:p w:rsidR="00295810" w:rsidRDefault="00295810" w:rsidP="00295810">
      <w:r>
        <w:t>232.2223</w:t>
      </w:r>
      <w:r>
        <w:tab/>
        <w:t>2.025e0</w:t>
      </w:r>
    </w:p>
    <w:p w:rsidR="00295810" w:rsidRDefault="00295810" w:rsidP="00295810">
      <w:r>
        <w:t>232.3494</w:t>
      </w:r>
      <w:r>
        <w:tab/>
        <w:t>1.013e0</w:t>
      </w:r>
    </w:p>
    <w:p w:rsidR="00295810" w:rsidRDefault="00295810" w:rsidP="00295810">
      <w:r>
        <w:t>232.4230</w:t>
      </w:r>
      <w:r>
        <w:tab/>
        <w:t>1.013e0</w:t>
      </w:r>
    </w:p>
    <w:p w:rsidR="00295810" w:rsidRDefault="00295810" w:rsidP="00295810">
      <w:r>
        <w:t>232.5039</w:t>
      </w:r>
      <w:r>
        <w:tab/>
        <w:t>1.013e0</w:t>
      </w:r>
    </w:p>
    <w:p w:rsidR="00295810" w:rsidRDefault="00295810" w:rsidP="00295810">
      <w:r>
        <w:t>232.5292</w:t>
      </w:r>
      <w:r>
        <w:tab/>
        <w:t>1.013e0</w:t>
      </w:r>
    </w:p>
    <w:p w:rsidR="00295810" w:rsidRDefault="00295810" w:rsidP="00295810">
      <w:r>
        <w:t>232.5773</w:t>
      </w:r>
      <w:r>
        <w:tab/>
        <w:t>1.013e0</w:t>
      </w:r>
    </w:p>
    <w:p w:rsidR="00295810" w:rsidRDefault="00295810" w:rsidP="00295810">
      <w:r>
        <w:t>232.6034</w:t>
      </w:r>
      <w:r>
        <w:tab/>
        <w:t>2.025e0</w:t>
      </w:r>
    </w:p>
    <w:p w:rsidR="00295810" w:rsidRDefault="00295810" w:rsidP="00295810">
      <w:r>
        <w:t>232.6778</w:t>
      </w:r>
      <w:r>
        <w:tab/>
        <w:t>1.013e0</w:t>
      </w:r>
    </w:p>
    <w:p w:rsidR="00295810" w:rsidRDefault="00295810" w:rsidP="00295810">
      <w:r>
        <w:t>232.7102</w:t>
      </w:r>
      <w:r>
        <w:tab/>
        <w:t>1.013e0</w:t>
      </w:r>
    </w:p>
    <w:p w:rsidR="00295810" w:rsidRDefault="00295810" w:rsidP="00295810">
      <w:r>
        <w:t>232.8242</w:t>
      </w:r>
      <w:r>
        <w:tab/>
        <w:t>1.013e0</w:t>
      </w:r>
    </w:p>
    <w:p w:rsidR="00295810" w:rsidRDefault="00295810" w:rsidP="00295810">
      <w:r>
        <w:t>232.9166</w:t>
      </w:r>
      <w:r>
        <w:tab/>
        <w:t>1.013e0</w:t>
      </w:r>
    </w:p>
    <w:p w:rsidR="00295810" w:rsidRDefault="00295810" w:rsidP="00295810">
      <w:r>
        <w:t>232.9438</w:t>
      </w:r>
      <w:r>
        <w:tab/>
        <w:t>2.025e0</w:t>
      </w:r>
    </w:p>
    <w:p w:rsidR="00295810" w:rsidRDefault="00295810" w:rsidP="00295810">
      <w:r>
        <w:t>232.9978</w:t>
      </w:r>
      <w:r>
        <w:tab/>
        <w:t>1.013e0</w:t>
      </w:r>
    </w:p>
    <w:p w:rsidR="00295810" w:rsidRDefault="00295810" w:rsidP="00295810">
      <w:r>
        <w:t>233.0809</w:t>
      </w:r>
      <w:r>
        <w:tab/>
        <w:t>3.038e0</w:t>
      </w:r>
    </w:p>
    <w:p w:rsidR="00295810" w:rsidRDefault="00295810" w:rsidP="00295810">
      <w:r>
        <w:t>233.3086</w:t>
      </w:r>
      <w:r>
        <w:tab/>
        <w:t>2.025e0</w:t>
      </w:r>
    </w:p>
    <w:p w:rsidR="00295810" w:rsidRDefault="00295810" w:rsidP="00295810">
      <w:r>
        <w:t>233.3359</w:t>
      </w:r>
      <w:r>
        <w:tab/>
        <w:t>2.025e0</w:t>
      </w:r>
    </w:p>
    <w:p w:rsidR="00295810" w:rsidRDefault="00295810" w:rsidP="00295810">
      <w:r>
        <w:lastRenderedPageBreak/>
        <w:t>233.5018</w:t>
      </w:r>
      <w:r>
        <w:tab/>
        <w:t>1.013e0</w:t>
      </w:r>
    </w:p>
    <w:p w:rsidR="00295810" w:rsidRDefault="00295810" w:rsidP="00295810">
      <w:r>
        <w:t>233.5462</w:t>
      </w:r>
      <w:r>
        <w:tab/>
        <w:t>1.013e0</w:t>
      </w:r>
    </w:p>
    <w:p w:rsidR="00295810" w:rsidRDefault="00295810" w:rsidP="00295810">
      <w:r>
        <w:t>233.5982</w:t>
      </w:r>
      <w:r>
        <w:tab/>
        <w:t>1.013e0</w:t>
      </w:r>
    </w:p>
    <w:p w:rsidR="00295810" w:rsidRDefault="00295810" w:rsidP="00295810">
      <w:r>
        <w:t>233.6291</w:t>
      </w:r>
      <w:r>
        <w:tab/>
        <w:t>2.025e0</w:t>
      </w:r>
    </w:p>
    <w:p w:rsidR="00295810" w:rsidRDefault="00295810" w:rsidP="00295810">
      <w:r>
        <w:t>233.6841</w:t>
      </w:r>
      <w:r>
        <w:tab/>
        <w:t>1.013e0</w:t>
      </w:r>
    </w:p>
    <w:p w:rsidR="00295810" w:rsidRDefault="00295810" w:rsidP="00295810">
      <w:r>
        <w:t>233.7248</w:t>
      </w:r>
      <w:r>
        <w:tab/>
        <w:t>1.013e0</w:t>
      </w:r>
    </w:p>
    <w:p w:rsidR="00295810" w:rsidRDefault="00295810" w:rsidP="00295810">
      <w:r>
        <w:t>233.8488</w:t>
      </w:r>
      <w:r>
        <w:tab/>
        <w:t>2.025e0</w:t>
      </w:r>
    </w:p>
    <w:p w:rsidR="00295810" w:rsidRDefault="00295810" w:rsidP="00295810">
      <w:r>
        <w:t>233.9284</w:t>
      </w:r>
      <w:r>
        <w:tab/>
        <w:t>1.013e0</w:t>
      </w:r>
    </w:p>
    <w:p w:rsidR="00295810" w:rsidRDefault="00295810" w:rsidP="00295810">
      <w:r>
        <w:t>233.9886</w:t>
      </w:r>
      <w:r>
        <w:tab/>
        <w:t>1.013e0</w:t>
      </w:r>
    </w:p>
    <w:p w:rsidR="00295810" w:rsidRDefault="00295810" w:rsidP="00295810">
      <w:r>
        <w:t>234.0291</w:t>
      </w:r>
      <w:r>
        <w:tab/>
        <w:t>1.013e0</w:t>
      </w:r>
    </w:p>
    <w:p w:rsidR="00295810" w:rsidRDefault="00295810" w:rsidP="00295810">
      <w:r>
        <w:t>234.1050</w:t>
      </w:r>
      <w:r>
        <w:tab/>
        <w:t>3.038e0</w:t>
      </w:r>
    </w:p>
    <w:p w:rsidR="00295810" w:rsidRDefault="00295810" w:rsidP="00295810">
      <w:r>
        <w:t>234.1547</w:t>
      </w:r>
      <w:r>
        <w:tab/>
        <w:t>1.013e0</w:t>
      </w:r>
    </w:p>
    <w:p w:rsidR="00295810" w:rsidRDefault="00295810" w:rsidP="00295810">
      <w:r>
        <w:t>234.2046</w:t>
      </w:r>
      <w:r>
        <w:tab/>
        <w:t>1.013e0</w:t>
      </w:r>
    </w:p>
    <w:p w:rsidR="00295810" w:rsidRDefault="00295810" w:rsidP="00295810">
      <w:r>
        <w:t>234.2905</w:t>
      </w:r>
      <w:r>
        <w:tab/>
        <w:t>1.013e0</w:t>
      </w:r>
    </w:p>
    <w:p w:rsidR="00295810" w:rsidRDefault="00295810" w:rsidP="00295810">
      <w:r>
        <w:t>234.3133</w:t>
      </w:r>
      <w:r>
        <w:tab/>
        <w:t>1.013e0</w:t>
      </w:r>
    </w:p>
    <w:p w:rsidR="00295810" w:rsidRDefault="00295810" w:rsidP="00295810">
      <w:r>
        <w:t>234.3753</w:t>
      </w:r>
      <w:r>
        <w:tab/>
        <w:t>1.013e0</w:t>
      </w:r>
    </w:p>
    <w:p w:rsidR="00295810" w:rsidRDefault="00295810" w:rsidP="00295810">
      <w:r>
        <w:t>234.4085</w:t>
      </w:r>
      <w:r>
        <w:tab/>
        <w:t>1.013e0</w:t>
      </w:r>
    </w:p>
    <w:p w:rsidR="00295810" w:rsidRDefault="00295810" w:rsidP="00295810">
      <w:r>
        <w:t>234.5359</w:t>
      </w:r>
      <w:r>
        <w:tab/>
        <w:t>2.025e0</w:t>
      </w:r>
    </w:p>
    <w:p w:rsidR="00295810" w:rsidRDefault="00295810" w:rsidP="00295810">
      <w:r>
        <w:t>234.5843</w:t>
      </w:r>
      <w:r>
        <w:tab/>
        <w:t>2.025e0</w:t>
      </w:r>
    </w:p>
    <w:p w:rsidR="00295810" w:rsidRDefault="00295810" w:rsidP="00295810">
      <w:r>
        <w:lastRenderedPageBreak/>
        <w:t>234.6634</w:t>
      </w:r>
      <w:r>
        <w:tab/>
        <w:t>1.013e0</w:t>
      </w:r>
    </w:p>
    <w:p w:rsidR="00295810" w:rsidRDefault="00295810" w:rsidP="00295810">
      <w:r>
        <w:t>234.7079</w:t>
      </w:r>
      <w:r>
        <w:tab/>
        <w:t>1.013e0</w:t>
      </w:r>
    </w:p>
    <w:p w:rsidR="00295810" w:rsidRDefault="00295810" w:rsidP="00295810">
      <w:r>
        <w:t>234.8804</w:t>
      </w:r>
      <w:r>
        <w:tab/>
        <w:t>1.013e0</w:t>
      </w:r>
    </w:p>
    <w:p w:rsidR="00295810" w:rsidRDefault="00295810" w:rsidP="00295810">
      <w:r>
        <w:t>234.9076</w:t>
      </w:r>
      <w:r>
        <w:tab/>
        <w:t>1.013e0</w:t>
      </w:r>
    </w:p>
    <w:p w:rsidR="00295810" w:rsidRDefault="00295810" w:rsidP="00295810">
      <w:r>
        <w:t>234.9440</w:t>
      </w:r>
      <w:r>
        <w:tab/>
        <w:t>1.013e0</w:t>
      </w:r>
    </w:p>
    <w:p w:rsidR="00295810" w:rsidRDefault="00295810" w:rsidP="00295810">
      <w:r>
        <w:t>234.9900</w:t>
      </w:r>
      <w:r>
        <w:tab/>
        <w:t>4.051e0</w:t>
      </w:r>
    </w:p>
    <w:p w:rsidR="00295810" w:rsidRDefault="00295810" w:rsidP="00295810">
      <w:r>
        <w:t>235.0505</w:t>
      </w:r>
      <w:r>
        <w:tab/>
        <w:t>1.013e0</w:t>
      </w:r>
    </w:p>
    <w:p w:rsidR="00295810" w:rsidRDefault="00295810" w:rsidP="00295810">
      <w:r>
        <w:t>235.1011</w:t>
      </w:r>
      <w:r>
        <w:tab/>
        <w:t>4.051e0</w:t>
      </w:r>
    </w:p>
    <w:p w:rsidR="00295810" w:rsidRDefault="00295810" w:rsidP="00295810">
      <w:r>
        <w:t>235.1439</w:t>
      </w:r>
      <w:r>
        <w:tab/>
        <w:t>1.013e0</w:t>
      </w:r>
    </w:p>
    <w:p w:rsidR="00295810" w:rsidRDefault="00295810" w:rsidP="00295810">
      <w:r>
        <w:t>235.2499</w:t>
      </w:r>
      <w:r>
        <w:tab/>
        <w:t>1.013e0</w:t>
      </w:r>
    </w:p>
    <w:p w:rsidR="00295810" w:rsidRDefault="00295810" w:rsidP="00295810">
      <w:r>
        <w:t>235.3235</w:t>
      </w:r>
      <w:r>
        <w:tab/>
        <w:t>1.013e0</w:t>
      </w:r>
    </w:p>
    <w:p w:rsidR="00295810" w:rsidRDefault="00295810" w:rsidP="00295810">
      <w:r>
        <w:t>235.4247</w:t>
      </w:r>
      <w:r>
        <w:tab/>
        <w:t>2.025e0</w:t>
      </w:r>
    </w:p>
    <w:p w:rsidR="00295810" w:rsidRDefault="00295810" w:rsidP="00295810">
      <w:r>
        <w:t>235.4669</w:t>
      </w:r>
      <w:r>
        <w:tab/>
        <w:t>1.013e0</w:t>
      </w:r>
    </w:p>
    <w:p w:rsidR="00295810" w:rsidRDefault="00295810" w:rsidP="00295810">
      <w:r>
        <w:t>235.4955</w:t>
      </w:r>
      <w:r>
        <w:tab/>
        <w:t>2.025e0</w:t>
      </w:r>
    </w:p>
    <w:p w:rsidR="00295810" w:rsidRDefault="00295810" w:rsidP="00295810">
      <w:r>
        <w:t>235.5698</w:t>
      </w:r>
      <w:r>
        <w:tab/>
        <w:t>2.025e0</w:t>
      </w:r>
    </w:p>
    <w:p w:rsidR="00295810" w:rsidRDefault="00295810" w:rsidP="00295810">
      <w:r>
        <w:t>235.6080</w:t>
      </w:r>
      <w:r>
        <w:tab/>
        <w:t>1.013e0</w:t>
      </w:r>
    </w:p>
    <w:p w:rsidR="00295810" w:rsidRDefault="00295810" w:rsidP="00295810">
      <w:r>
        <w:t>235.6411</w:t>
      </w:r>
      <w:r>
        <w:tab/>
        <w:t>1.013e0</w:t>
      </w:r>
    </w:p>
    <w:p w:rsidR="00295810" w:rsidRDefault="00295810" w:rsidP="00295810">
      <w:r>
        <w:t>235.6741</w:t>
      </w:r>
      <w:r>
        <w:tab/>
        <w:t>1.013e0</w:t>
      </w:r>
    </w:p>
    <w:p w:rsidR="00295810" w:rsidRDefault="00295810" w:rsidP="00295810">
      <w:r>
        <w:t>235.8168</w:t>
      </w:r>
      <w:r>
        <w:tab/>
        <w:t>2.025e0</w:t>
      </w:r>
    </w:p>
    <w:p w:rsidR="00295810" w:rsidRDefault="00295810" w:rsidP="00295810">
      <w:r>
        <w:lastRenderedPageBreak/>
        <w:t>235.8901</w:t>
      </w:r>
      <w:r>
        <w:tab/>
        <w:t>9.114e0</w:t>
      </w:r>
    </w:p>
    <w:p w:rsidR="00295810" w:rsidRDefault="00295810" w:rsidP="00295810">
      <w:r>
        <w:t>235.9242</w:t>
      </w:r>
      <w:r>
        <w:tab/>
        <w:t>3.038e0</w:t>
      </w:r>
    </w:p>
    <w:p w:rsidR="00295810" w:rsidRDefault="00295810" w:rsidP="00295810">
      <w:r>
        <w:t>235.9743</w:t>
      </w:r>
      <w:r>
        <w:tab/>
        <w:t>2.025e0</w:t>
      </w:r>
    </w:p>
    <w:p w:rsidR="00295810" w:rsidRDefault="00295810" w:rsidP="00295810">
      <w:r>
        <w:t>236.0083</w:t>
      </w:r>
      <w:r>
        <w:tab/>
        <w:t>3.038e0</w:t>
      </w:r>
    </w:p>
    <w:p w:rsidR="00295810" w:rsidRDefault="00295810" w:rsidP="00295810">
      <w:r>
        <w:t>236.0568</w:t>
      </w:r>
      <w:r>
        <w:tab/>
        <w:t>3.038e0</w:t>
      </w:r>
    </w:p>
    <w:p w:rsidR="00295810" w:rsidRDefault="00295810" w:rsidP="00295810">
      <w:r>
        <w:t>236.1290</w:t>
      </w:r>
      <w:r>
        <w:tab/>
        <w:t>9.083e2</w:t>
      </w:r>
    </w:p>
    <w:p w:rsidR="00295810" w:rsidRDefault="00295810" w:rsidP="00295810">
      <w:r>
        <w:t>236.2173</w:t>
      </w:r>
      <w:r>
        <w:tab/>
        <w:t>4.051e0</w:t>
      </w:r>
    </w:p>
    <w:p w:rsidR="00295810" w:rsidRDefault="00295810" w:rsidP="00295810">
      <w:r>
        <w:t>236.2537</w:t>
      </w:r>
      <w:r>
        <w:tab/>
        <w:t>1.013e0</w:t>
      </w:r>
    </w:p>
    <w:p w:rsidR="00295810" w:rsidRDefault="00295810" w:rsidP="00295810">
      <w:r>
        <w:t>236.2883</w:t>
      </w:r>
      <w:r>
        <w:tab/>
        <w:t>2.025e0</w:t>
      </w:r>
    </w:p>
    <w:p w:rsidR="00295810" w:rsidRDefault="00295810" w:rsidP="00295810">
      <w:r>
        <w:t>236.3251</w:t>
      </w:r>
      <w:r>
        <w:tab/>
        <w:t>5.716e0</w:t>
      </w:r>
    </w:p>
    <w:p w:rsidR="00295810" w:rsidRDefault="00295810" w:rsidP="00295810">
      <w:r>
        <w:t>236.3741</w:t>
      </w:r>
      <w:r>
        <w:tab/>
        <w:t>5.007e0</w:t>
      </w:r>
    </w:p>
    <w:p w:rsidR="00295810" w:rsidRDefault="00295810" w:rsidP="00295810">
      <w:r>
        <w:t>236.4447</w:t>
      </w:r>
      <w:r>
        <w:tab/>
        <w:t>5.174e0</w:t>
      </w:r>
    </w:p>
    <w:p w:rsidR="00295810" w:rsidRDefault="00295810" w:rsidP="00295810">
      <w:r>
        <w:t>236.4827</w:t>
      </w:r>
      <w:r>
        <w:tab/>
        <w:t>4.051e0</w:t>
      </w:r>
    </w:p>
    <w:p w:rsidR="00295810" w:rsidRDefault="00295810" w:rsidP="00295810">
      <w:r>
        <w:t>236.5231</w:t>
      </w:r>
      <w:r>
        <w:tab/>
        <w:t>2.025e0</w:t>
      </w:r>
    </w:p>
    <w:p w:rsidR="00295810" w:rsidRDefault="00295810" w:rsidP="00295810">
      <w:r>
        <w:t>236.5694</w:t>
      </w:r>
      <w:r>
        <w:tab/>
        <w:t>3.843e0</w:t>
      </w:r>
    </w:p>
    <w:p w:rsidR="00295810" w:rsidRDefault="00295810" w:rsidP="00295810">
      <w:r>
        <w:t>236.5944</w:t>
      </w:r>
      <w:r>
        <w:tab/>
        <w:t>3.002e0</w:t>
      </w:r>
    </w:p>
    <w:p w:rsidR="00295810" w:rsidRDefault="00295810" w:rsidP="00295810">
      <w:r>
        <w:t>236.6556</w:t>
      </w:r>
      <w:r>
        <w:tab/>
        <w:t>5.063e0</w:t>
      </w:r>
    </w:p>
    <w:p w:rsidR="00295810" w:rsidRDefault="00295810" w:rsidP="00295810">
      <w:r>
        <w:t>236.7027</w:t>
      </w:r>
      <w:r>
        <w:tab/>
        <w:t>2.025e0</w:t>
      </w:r>
    </w:p>
    <w:p w:rsidR="00295810" w:rsidRDefault="00295810" w:rsidP="00295810">
      <w:r>
        <w:t>236.7717</w:t>
      </w:r>
      <w:r>
        <w:tab/>
        <w:t>2.025e0</w:t>
      </w:r>
    </w:p>
    <w:p w:rsidR="00295810" w:rsidRDefault="00295810" w:rsidP="00295810">
      <w:r>
        <w:lastRenderedPageBreak/>
        <w:t>236.8083</w:t>
      </w:r>
      <w:r>
        <w:tab/>
        <w:t>1.013e0</w:t>
      </w:r>
    </w:p>
    <w:p w:rsidR="00295810" w:rsidRDefault="00295810" w:rsidP="00295810">
      <w:r>
        <w:t>236.8478</w:t>
      </w:r>
      <w:r>
        <w:tab/>
        <w:t>3.038e0</w:t>
      </w:r>
    </w:p>
    <w:p w:rsidR="00295810" w:rsidRDefault="00295810" w:rsidP="00295810">
      <w:r>
        <w:t>236.8688</w:t>
      </w:r>
      <w:r>
        <w:tab/>
        <w:t>2.025e0</w:t>
      </w:r>
    </w:p>
    <w:p w:rsidR="00295810" w:rsidRDefault="00295810" w:rsidP="00295810">
      <w:r>
        <w:t>236.9075</w:t>
      </w:r>
      <w:r>
        <w:tab/>
        <w:t>1.013e0</w:t>
      </w:r>
    </w:p>
    <w:p w:rsidR="00295810" w:rsidRDefault="00295810" w:rsidP="00295810">
      <w:r>
        <w:t>236.9583</w:t>
      </w:r>
      <w:r>
        <w:tab/>
        <w:t>4.051e0</w:t>
      </w:r>
    </w:p>
    <w:p w:rsidR="00295810" w:rsidRDefault="00295810" w:rsidP="00295810">
      <w:r>
        <w:t>237.0237</w:t>
      </w:r>
      <w:r>
        <w:tab/>
        <w:t>8.101e0</w:t>
      </w:r>
    </w:p>
    <w:p w:rsidR="00295810" w:rsidRDefault="00295810" w:rsidP="00295810">
      <w:r>
        <w:t>237.0834</w:t>
      </w:r>
      <w:r>
        <w:tab/>
        <w:t>2.274e0</w:t>
      </w:r>
    </w:p>
    <w:p w:rsidR="00295810" w:rsidRDefault="00295810" w:rsidP="00295810">
      <w:r>
        <w:t>237.1306</w:t>
      </w:r>
      <w:r>
        <w:tab/>
        <w:t>1.533e2</w:t>
      </w:r>
    </w:p>
    <w:p w:rsidR="00295810" w:rsidRDefault="00295810" w:rsidP="00295810">
      <w:r>
        <w:t>237.2176</w:t>
      </w:r>
      <w:r>
        <w:tab/>
        <w:t>4.051e0</w:t>
      </w:r>
    </w:p>
    <w:p w:rsidR="00295810" w:rsidRDefault="00295810" w:rsidP="00295810">
      <w:r>
        <w:t>237.2753</w:t>
      </w:r>
      <w:r>
        <w:tab/>
        <w:t>3.038e0</w:t>
      </w:r>
    </w:p>
    <w:p w:rsidR="00295810" w:rsidRDefault="00295810" w:rsidP="00295810">
      <w:r>
        <w:t>237.3107</w:t>
      </w:r>
      <w:r>
        <w:tab/>
        <w:t>2.025e0</w:t>
      </w:r>
    </w:p>
    <w:p w:rsidR="00295810" w:rsidRDefault="00295810" w:rsidP="00295810">
      <w:r>
        <w:t>237.4275</w:t>
      </w:r>
      <w:r>
        <w:tab/>
        <w:t>4.051e0</w:t>
      </w:r>
    </w:p>
    <w:p w:rsidR="00295810" w:rsidRDefault="00295810" w:rsidP="00295810">
      <w:r>
        <w:t>237.4631</w:t>
      </w:r>
      <w:r>
        <w:tab/>
        <w:t>1.013e0</w:t>
      </w:r>
    </w:p>
    <w:p w:rsidR="00295810" w:rsidRDefault="00295810" w:rsidP="00295810">
      <w:r>
        <w:t>237.4919</w:t>
      </w:r>
      <w:r>
        <w:tab/>
        <w:t>1.013e0</w:t>
      </w:r>
    </w:p>
    <w:p w:rsidR="00295810" w:rsidRDefault="00295810" w:rsidP="00295810">
      <w:r>
        <w:t>237.5563</w:t>
      </w:r>
      <w:r>
        <w:tab/>
        <w:t>2.025e0</w:t>
      </w:r>
    </w:p>
    <w:p w:rsidR="00295810" w:rsidRDefault="00295810" w:rsidP="00295810">
      <w:r>
        <w:t>237.6136</w:t>
      </w:r>
      <w:r>
        <w:tab/>
        <w:t>2.025e0</w:t>
      </w:r>
    </w:p>
    <w:p w:rsidR="00295810" w:rsidRDefault="00295810" w:rsidP="00295810">
      <w:r>
        <w:t>237.6898</w:t>
      </w:r>
      <w:r>
        <w:tab/>
        <w:t>2.025e0</w:t>
      </w:r>
    </w:p>
    <w:p w:rsidR="00295810" w:rsidRDefault="00295810" w:rsidP="00295810">
      <w:r>
        <w:t>237.7705</w:t>
      </w:r>
      <w:r>
        <w:tab/>
        <w:t>1.013e0</w:t>
      </w:r>
    </w:p>
    <w:p w:rsidR="00295810" w:rsidRDefault="00295810" w:rsidP="00295810">
      <w:r>
        <w:t>237.8243</w:t>
      </w:r>
      <w:r>
        <w:tab/>
        <w:t>3.038e0</w:t>
      </w:r>
    </w:p>
    <w:p w:rsidR="00295810" w:rsidRDefault="00295810" w:rsidP="00295810">
      <w:r>
        <w:lastRenderedPageBreak/>
        <w:t>237.9266</w:t>
      </w:r>
      <w:r>
        <w:tab/>
        <w:t>1.013e0</w:t>
      </w:r>
    </w:p>
    <w:p w:rsidR="00295810" w:rsidRDefault="00295810" w:rsidP="00295810">
      <w:r>
        <w:t>237.9722</w:t>
      </w:r>
      <w:r>
        <w:tab/>
        <w:t>1.013e0</w:t>
      </w:r>
    </w:p>
    <w:p w:rsidR="00295810" w:rsidRDefault="00295810" w:rsidP="00295810">
      <w:r>
        <w:t>238.0205</w:t>
      </w:r>
      <w:r>
        <w:tab/>
        <w:t>2.025e0</w:t>
      </w:r>
    </w:p>
    <w:p w:rsidR="00295810" w:rsidRDefault="00295810" w:rsidP="00295810">
      <w:r>
        <w:t>238.0720</w:t>
      </w:r>
      <w:r>
        <w:tab/>
        <w:t>3.399e0</w:t>
      </w:r>
    </w:p>
    <w:p w:rsidR="00295810" w:rsidRDefault="00295810" w:rsidP="00295810">
      <w:r>
        <w:t>238.1342</w:t>
      </w:r>
      <w:r>
        <w:tab/>
        <w:t>2.043e1</w:t>
      </w:r>
    </w:p>
    <w:p w:rsidR="00295810" w:rsidRDefault="00295810" w:rsidP="00295810">
      <w:r>
        <w:t>238.1994</w:t>
      </w:r>
      <w:r>
        <w:tab/>
        <w:t>2.025e0</w:t>
      </w:r>
    </w:p>
    <w:p w:rsidR="00295810" w:rsidRDefault="00295810" w:rsidP="00295810">
      <w:r>
        <w:t>238.2299</w:t>
      </w:r>
      <w:r>
        <w:tab/>
        <w:t>1.013e0</w:t>
      </w:r>
    </w:p>
    <w:p w:rsidR="00295810" w:rsidRDefault="00295810" w:rsidP="00295810">
      <w:r>
        <w:t>238.2989</w:t>
      </w:r>
      <w:r>
        <w:tab/>
        <w:t>1.013e0</w:t>
      </w:r>
    </w:p>
    <w:p w:rsidR="00295810" w:rsidRDefault="00295810" w:rsidP="00295810">
      <w:r>
        <w:t>238.3569</w:t>
      </w:r>
      <w:r>
        <w:tab/>
        <w:t>1.013e0</w:t>
      </w:r>
    </w:p>
    <w:p w:rsidR="00295810" w:rsidRDefault="00295810" w:rsidP="00295810">
      <w:r>
        <w:t>238.4309</w:t>
      </w:r>
      <w:r>
        <w:tab/>
        <w:t>1.013e0</w:t>
      </w:r>
    </w:p>
    <w:p w:rsidR="00295810" w:rsidRDefault="00295810" w:rsidP="00295810">
      <w:r>
        <w:t>238.4507</w:t>
      </w:r>
      <w:r>
        <w:tab/>
        <w:t>1.013e0</w:t>
      </w:r>
    </w:p>
    <w:p w:rsidR="00295810" w:rsidRDefault="00295810" w:rsidP="00295810">
      <w:r>
        <w:t>238.5125</w:t>
      </w:r>
      <w:r>
        <w:tab/>
        <w:t>1.013e0</w:t>
      </w:r>
    </w:p>
    <w:p w:rsidR="00295810" w:rsidRDefault="00295810" w:rsidP="00295810">
      <w:r>
        <w:t>238.5381</w:t>
      </w:r>
      <w:r>
        <w:tab/>
        <w:t>1.013e0</w:t>
      </w:r>
    </w:p>
    <w:p w:rsidR="00295810" w:rsidRDefault="00295810" w:rsidP="00295810">
      <w:r>
        <w:t>238.5657</w:t>
      </w:r>
      <w:r>
        <w:tab/>
        <w:t>1.013e0</w:t>
      </w:r>
    </w:p>
    <w:p w:rsidR="00295810" w:rsidRDefault="00295810" w:rsidP="00295810">
      <w:r>
        <w:t>238.5941</w:t>
      </w:r>
      <w:r>
        <w:tab/>
        <w:t>1.013e0</w:t>
      </w:r>
    </w:p>
    <w:p w:rsidR="00295810" w:rsidRDefault="00295810" w:rsidP="00295810">
      <w:r>
        <w:t>238.6455</w:t>
      </w:r>
      <w:r>
        <w:tab/>
        <w:t>2.025e0</w:t>
      </w:r>
    </w:p>
    <w:p w:rsidR="00295810" w:rsidRDefault="00295810" w:rsidP="00295810">
      <w:r>
        <w:t>238.6993</w:t>
      </w:r>
      <w:r>
        <w:tab/>
        <w:t>2.025e0</w:t>
      </w:r>
    </w:p>
    <w:p w:rsidR="00295810" w:rsidRDefault="00295810" w:rsidP="00295810">
      <w:r>
        <w:t>238.8938</w:t>
      </w:r>
      <w:r>
        <w:tab/>
        <w:t>2.025e0</w:t>
      </w:r>
    </w:p>
    <w:p w:rsidR="00295810" w:rsidRDefault="00295810" w:rsidP="00295810">
      <w:r>
        <w:t>239.0342</w:t>
      </w:r>
      <w:r>
        <w:tab/>
        <w:t>1.013e0</w:t>
      </w:r>
    </w:p>
    <w:p w:rsidR="00295810" w:rsidRDefault="00295810" w:rsidP="00295810">
      <w:r>
        <w:lastRenderedPageBreak/>
        <w:t>239.1372</w:t>
      </w:r>
      <w:r>
        <w:tab/>
        <w:t>1.013e0</w:t>
      </w:r>
    </w:p>
    <w:p w:rsidR="00295810" w:rsidRDefault="00295810" w:rsidP="00295810">
      <w:r>
        <w:t>239.1750</w:t>
      </w:r>
      <w:r>
        <w:tab/>
        <w:t>3.038e0</w:t>
      </w:r>
    </w:p>
    <w:p w:rsidR="00295810" w:rsidRDefault="00295810" w:rsidP="00295810">
      <w:r>
        <w:t>239.2104</w:t>
      </w:r>
      <w:r>
        <w:tab/>
        <w:t>2.025e0</w:t>
      </w:r>
    </w:p>
    <w:p w:rsidR="00295810" w:rsidRDefault="00295810" w:rsidP="00295810">
      <w:r>
        <w:t>239.2433</w:t>
      </w:r>
      <w:r>
        <w:tab/>
        <w:t>2.025e0</w:t>
      </w:r>
    </w:p>
    <w:p w:rsidR="00295810" w:rsidRDefault="00295810" w:rsidP="00295810">
      <w:r>
        <w:t>239.3264</w:t>
      </w:r>
      <w:r>
        <w:tab/>
        <w:t>1.013e0</w:t>
      </w:r>
    </w:p>
    <w:p w:rsidR="00295810" w:rsidRDefault="00295810" w:rsidP="00295810">
      <w:r>
        <w:t>239.4071</w:t>
      </w:r>
      <w:r>
        <w:tab/>
        <w:t>3.038e0</w:t>
      </w:r>
    </w:p>
    <w:p w:rsidR="00295810" w:rsidRDefault="00295810" w:rsidP="00295810">
      <w:r>
        <w:t>239.4451</w:t>
      </w:r>
      <w:r>
        <w:tab/>
        <w:t>1.013e0</w:t>
      </w:r>
    </w:p>
    <w:p w:rsidR="00295810" w:rsidRDefault="00295810" w:rsidP="00295810">
      <w:r>
        <w:t>239.4741</w:t>
      </w:r>
      <w:r>
        <w:tab/>
        <w:t>1.013e0</w:t>
      </w:r>
    </w:p>
    <w:p w:rsidR="00295810" w:rsidRDefault="00295810" w:rsidP="00295810">
      <w:r>
        <w:t>239.6009</w:t>
      </w:r>
      <w:r>
        <w:tab/>
        <w:t>1.013e0</w:t>
      </w:r>
    </w:p>
    <w:p w:rsidR="00295810" w:rsidRDefault="00295810" w:rsidP="00295810">
      <w:r>
        <w:t>239.6979</w:t>
      </w:r>
      <w:r>
        <w:tab/>
        <w:t>3.038e0</w:t>
      </w:r>
    </w:p>
    <w:p w:rsidR="00295810" w:rsidRDefault="00295810" w:rsidP="00295810">
      <w:r>
        <w:t>239.7745</w:t>
      </w:r>
      <w:r>
        <w:tab/>
        <w:t>1.013e0</w:t>
      </w:r>
    </w:p>
    <w:p w:rsidR="00295810" w:rsidRDefault="00295810" w:rsidP="00295810">
      <w:r>
        <w:t>239.8307</w:t>
      </w:r>
      <w:r>
        <w:tab/>
        <w:t>1.013e0</w:t>
      </w:r>
    </w:p>
    <w:p w:rsidR="00295810" w:rsidRDefault="00295810" w:rsidP="00295810">
      <w:r>
        <w:t>239.8716</w:t>
      </w:r>
      <w:r>
        <w:tab/>
        <w:t>1.013e0</w:t>
      </w:r>
    </w:p>
    <w:p w:rsidR="00295810" w:rsidRDefault="00295810" w:rsidP="00295810">
      <w:r>
        <w:t>239.9549</w:t>
      </w:r>
      <w:r>
        <w:tab/>
        <w:t>1.013e0</w:t>
      </w:r>
    </w:p>
    <w:p w:rsidR="00295810" w:rsidRDefault="00295810" w:rsidP="00295810">
      <w:r>
        <w:t>240.0007</w:t>
      </w:r>
      <w:r>
        <w:tab/>
        <w:t>1.013e0</w:t>
      </w:r>
    </w:p>
    <w:p w:rsidR="00295810" w:rsidRDefault="00295810" w:rsidP="00295810">
      <w:r>
        <w:t>240.1118</w:t>
      </w:r>
      <w:r>
        <w:tab/>
        <w:t>1.013e0</w:t>
      </w:r>
    </w:p>
    <w:p w:rsidR="00295810" w:rsidRDefault="00295810" w:rsidP="00295810">
      <w:r>
        <w:t>240.1709</w:t>
      </w:r>
      <w:r>
        <w:tab/>
        <w:t>3.038e0</w:t>
      </w:r>
    </w:p>
    <w:p w:rsidR="00295810" w:rsidRDefault="00295810" w:rsidP="00295810">
      <w:r>
        <w:t>240.2522</w:t>
      </w:r>
      <w:r>
        <w:tab/>
        <w:t>3.038e0</w:t>
      </w:r>
    </w:p>
    <w:p w:rsidR="00295810" w:rsidRDefault="00295810" w:rsidP="00295810">
      <w:r>
        <w:t>240.2790</w:t>
      </w:r>
      <w:r>
        <w:tab/>
        <w:t>1.013e0</w:t>
      </w:r>
    </w:p>
    <w:p w:rsidR="00295810" w:rsidRDefault="00295810" w:rsidP="00295810">
      <w:r>
        <w:lastRenderedPageBreak/>
        <w:t>240.3299</w:t>
      </w:r>
      <w:r>
        <w:tab/>
        <w:t>1.013e0</w:t>
      </w:r>
    </w:p>
    <w:p w:rsidR="00295810" w:rsidRDefault="00295810" w:rsidP="00295810">
      <w:r>
        <w:t>240.4568</w:t>
      </w:r>
      <w:r>
        <w:tab/>
        <w:t>1.013e0</w:t>
      </w:r>
    </w:p>
    <w:p w:rsidR="00295810" w:rsidRDefault="00295810" w:rsidP="00295810">
      <w:r>
        <w:t>240.4861</w:t>
      </w:r>
      <w:r>
        <w:tab/>
        <w:t>1.013e0</w:t>
      </w:r>
    </w:p>
    <w:p w:rsidR="00295810" w:rsidRDefault="00295810" w:rsidP="00295810">
      <w:r>
        <w:t>240.5270</w:t>
      </w:r>
      <w:r>
        <w:tab/>
        <w:t>1.013e0</w:t>
      </w:r>
    </w:p>
    <w:p w:rsidR="00295810" w:rsidRDefault="00295810" w:rsidP="00295810">
      <w:r>
        <w:t>240.5802</w:t>
      </w:r>
      <w:r>
        <w:tab/>
        <w:t>1.013e0</w:t>
      </w:r>
    </w:p>
    <w:p w:rsidR="00295810" w:rsidRDefault="00295810" w:rsidP="00295810">
      <w:r>
        <w:t>240.6459</w:t>
      </w:r>
      <w:r>
        <w:tab/>
        <w:t>1.013e0</w:t>
      </w:r>
    </w:p>
    <w:p w:rsidR="00295810" w:rsidRDefault="00295810" w:rsidP="00295810">
      <w:r>
        <w:t>240.6753</w:t>
      </w:r>
      <w:r>
        <w:tab/>
        <w:t>1.013e0</w:t>
      </w:r>
    </w:p>
    <w:p w:rsidR="00295810" w:rsidRDefault="00295810" w:rsidP="00295810">
      <w:r>
        <w:t>240.7287</w:t>
      </w:r>
      <w:r>
        <w:tab/>
        <w:t>2.025e0</w:t>
      </w:r>
    </w:p>
    <w:p w:rsidR="00295810" w:rsidRDefault="00295810" w:rsidP="00295810">
      <w:r>
        <w:t>240.7809</w:t>
      </w:r>
      <w:r>
        <w:tab/>
        <w:t>2.025e0</w:t>
      </w:r>
    </w:p>
    <w:p w:rsidR="00295810" w:rsidRDefault="00295810" w:rsidP="00295810">
      <w:r>
        <w:t>240.8401</w:t>
      </w:r>
      <w:r>
        <w:tab/>
        <w:t>1.013e0</w:t>
      </w:r>
    </w:p>
    <w:p w:rsidR="00295810" w:rsidRDefault="00295810" w:rsidP="00295810">
      <w:r>
        <w:t>240.8772</w:t>
      </w:r>
      <w:r>
        <w:tab/>
        <w:t>1.013e0</w:t>
      </w:r>
    </w:p>
    <w:p w:rsidR="00295810" w:rsidRDefault="00295810" w:rsidP="00295810">
      <w:r>
        <w:t>240.9971</w:t>
      </w:r>
      <w:r>
        <w:tab/>
        <w:t>2.025e0</w:t>
      </w:r>
    </w:p>
    <w:p w:rsidR="00295810" w:rsidRDefault="00295810" w:rsidP="00295810">
      <w:r>
        <w:t>241.0298</w:t>
      </w:r>
      <w:r>
        <w:tab/>
        <w:t>2.025e0</w:t>
      </w:r>
    </w:p>
    <w:p w:rsidR="00295810" w:rsidRDefault="00295810" w:rsidP="00295810">
      <w:r>
        <w:t>241.0833</w:t>
      </w:r>
      <w:r>
        <w:tab/>
        <w:t>1.013e0</w:t>
      </w:r>
    </w:p>
    <w:p w:rsidR="00295810" w:rsidRDefault="00295810" w:rsidP="00295810">
      <w:r>
        <w:t>241.1811</w:t>
      </w:r>
      <w:r>
        <w:tab/>
        <w:t>3.038e0</w:t>
      </w:r>
    </w:p>
    <w:p w:rsidR="00295810" w:rsidRDefault="00295810" w:rsidP="00295810">
      <w:r>
        <w:t>241.2610</w:t>
      </w:r>
      <w:r>
        <w:tab/>
        <w:t>1.013e0</w:t>
      </w:r>
    </w:p>
    <w:p w:rsidR="00295810" w:rsidRDefault="00295810" w:rsidP="00295810">
      <w:r>
        <w:t>241.4095</w:t>
      </w:r>
      <w:r>
        <w:tab/>
        <w:t>1.013e0</w:t>
      </w:r>
    </w:p>
    <w:p w:rsidR="00295810" w:rsidRDefault="00295810" w:rsidP="00295810">
      <w:r>
        <w:t>241.4721</w:t>
      </w:r>
      <w:r>
        <w:tab/>
        <w:t>1.013e0</w:t>
      </w:r>
    </w:p>
    <w:p w:rsidR="00295810" w:rsidRDefault="00295810" w:rsidP="00295810">
      <w:r>
        <w:t>241.7321</w:t>
      </w:r>
      <w:r>
        <w:tab/>
        <w:t>1.013e0</w:t>
      </w:r>
    </w:p>
    <w:p w:rsidR="00295810" w:rsidRDefault="00295810" w:rsidP="00295810">
      <w:r>
        <w:lastRenderedPageBreak/>
        <w:t>241.7729</w:t>
      </w:r>
      <w:r>
        <w:tab/>
        <w:t>1.013e0</w:t>
      </w:r>
    </w:p>
    <w:p w:rsidR="00295810" w:rsidRDefault="00295810" w:rsidP="00295810">
      <w:r>
        <w:t>242.0670</w:t>
      </w:r>
      <w:r>
        <w:tab/>
        <w:t>3.038e0</w:t>
      </w:r>
    </w:p>
    <w:p w:rsidR="00295810" w:rsidRDefault="00295810" w:rsidP="00295810">
      <w:r>
        <w:t>242.1568</w:t>
      </w:r>
      <w:r>
        <w:tab/>
        <w:t>1.013e0</w:t>
      </w:r>
    </w:p>
    <w:p w:rsidR="00295810" w:rsidRDefault="00295810" w:rsidP="00295810">
      <w:r>
        <w:t>242.2362</w:t>
      </w:r>
      <w:r>
        <w:tab/>
        <w:t>1.013e0</w:t>
      </w:r>
    </w:p>
    <w:p w:rsidR="00295810" w:rsidRDefault="00295810" w:rsidP="00295810">
      <w:r>
        <w:t>242.2960</w:t>
      </w:r>
      <w:r>
        <w:tab/>
        <w:t>2.671e0</w:t>
      </w:r>
    </w:p>
    <w:p w:rsidR="00295810" w:rsidRDefault="00295810" w:rsidP="00295810">
      <w:r>
        <w:t>242.5863</w:t>
      </w:r>
      <w:r>
        <w:tab/>
        <w:t>1.013e0</w:t>
      </w:r>
    </w:p>
    <w:p w:rsidR="00295810" w:rsidRDefault="00295810" w:rsidP="00295810">
      <w:r>
        <w:t>242.6377</w:t>
      </w:r>
      <w:r>
        <w:tab/>
        <w:t>1.013e0</w:t>
      </w:r>
    </w:p>
    <w:p w:rsidR="00295810" w:rsidRDefault="00295810" w:rsidP="00295810">
      <w:r>
        <w:t>242.8197</w:t>
      </w:r>
      <w:r>
        <w:tab/>
        <w:t>1.013e0</w:t>
      </w:r>
    </w:p>
    <w:p w:rsidR="00295810" w:rsidRDefault="00295810" w:rsidP="00295810">
      <w:r>
        <w:t>243.0168</w:t>
      </w:r>
      <w:r>
        <w:tab/>
        <w:t>2.025e0</w:t>
      </w:r>
    </w:p>
    <w:p w:rsidR="00295810" w:rsidRDefault="00295810" w:rsidP="00295810">
      <w:r>
        <w:t>243.2082</w:t>
      </w:r>
      <w:r>
        <w:tab/>
        <w:t>1.013e0</w:t>
      </w:r>
    </w:p>
    <w:p w:rsidR="00295810" w:rsidRDefault="00295810" w:rsidP="00295810">
      <w:r>
        <w:t>243.2914</w:t>
      </w:r>
      <w:r>
        <w:tab/>
        <w:t>1.013e0</w:t>
      </w:r>
    </w:p>
    <w:p w:rsidR="00295810" w:rsidRDefault="00295810" w:rsidP="00295810">
      <w:r>
        <w:t>243.3534</w:t>
      </w:r>
      <w:r>
        <w:tab/>
        <w:t>1.013e0</w:t>
      </w:r>
    </w:p>
    <w:p w:rsidR="00295810" w:rsidRDefault="00295810" w:rsidP="00295810">
      <w:r>
        <w:t>243.3734</w:t>
      </w:r>
      <w:r>
        <w:tab/>
        <w:t>1.013e0</w:t>
      </w:r>
    </w:p>
    <w:p w:rsidR="00295810" w:rsidRDefault="00295810" w:rsidP="00295810">
      <w:r>
        <w:t>243.4325</w:t>
      </w:r>
      <w:r>
        <w:tab/>
        <w:t>1.013e0</w:t>
      </w:r>
    </w:p>
    <w:p w:rsidR="00295810" w:rsidRDefault="00295810" w:rsidP="00295810">
      <w:r>
        <w:t>243.5361</w:t>
      </w:r>
      <w:r>
        <w:tab/>
        <w:t>1.013e0</w:t>
      </w:r>
    </w:p>
    <w:p w:rsidR="00295810" w:rsidRDefault="00295810" w:rsidP="00295810">
      <w:r>
        <w:t>243.6261</w:t>
      </w:r>
      <w:r>
        <w:tab/>
        <w:t>1.013e0</w:t>
      </w:r>
    </w:p>
    <w:p w:rsidR="00295810" w:rsidRDefault="00295810" w:rsidP="00295810">
      <w:r>
        <w:t>243.6557</w:t>
      </w:r>
      <w:r>
        <w:tab/>
        <w:t>1.013e0</w:t>
      </w:r>
    </w:p>
    <w:p w:rsidR="00295810" w:rsidRDefault="00295810" w:rsidP="00295810">
      <w:r>
        <w:t>243.7371</w:t>
      </w:r>
      <w:r>
        <w:tab/>
        <w:t>2.025e0</w:t>
      </w:r>
    </w:p>
    <w:p w:rsidR="00295810" w:rsidRDefault="00295810" w:rsidP="00295810">
      <w:r>
        <w:t>243.8128</w:t>
      </w:r>
      <w:r>
        <w:tab/>
        <w:t>1.013e0</w:t>
      </w:r>
    </w:p>
    <w:p w:rsidR="00295810" w:rsidRDefault="00295810" w:rsidP="00295810">
      <w:r>
        <w:lastRenderedPageBreak/>
        <w:t>244.0334</w:t>
      </w:r>
      <w:r>
        <w:tab/>
        <w:t>1.013e0</w:t>
      </w:r>
    </w:p>
    <w:p w:rsidR="00295810" w:rsidRDefault="00295810" w:rsidP="00295810">
      <w:r>
        <w:t>244.0616</w:t>
      </w:r>
      <w:r>
        <w:tab/>
        <w:t>1.013e0</w:t>
      </w:r>
    </w:p>
    <w:p w:rsidR="00295810" w:rsidRDefault="00295810" w:rsidP="00295810">
      <w:r>
        <w:t>244.0907</w:t>
      </w:r>
      <w:r>
        <w:tab/>
        <w:t>1.013e0</w:t>
      </w:r>
    </w:p>
    <w:p w:rsidR="00295810" w:rsidRDefault="00295810" w:rsidP="00295810">
      <w:r>
        <w:t>244.1833</w:t>
      </w:r>
      <w:r>
        <w:tab/>
        <w:t>1.013e0</w:t>
      </w:r>
    </w:p>
    <w:p w:rsidR="00295810" w:rsidRDefault="00295810" w:rsidP="00295810">
      <w:r>
        <w:t>244.2540</w:t>
      </w:r>
      <w:r>
        <w:tab/>
        <w:t>1.013e0</w:t>
      </w:r>
    </w:p>
    <w:p w:rsidR="00295810" w:rsidRDefault="00295810" w:rsidP="00295810">
      <w:r>
        <w:t>244.4564</w:t>
      </w:r>
      <w:r>
        <w:tab/>
        <w:t>1.013e0</w:t>
      </w:r>
    </w:p>
    <w:p w:rsidR="00295810" w:rsidRDefault="00295810" w:rsidP="00295810">
      <w:r>
        <w:t>244.5106</w:t>
      </w:r>
      <w:r>
        <w:tab/>
        <w:t>1.013e0</w:t>
      </w:r>
    </w:p>
    <w:p w:rsidR="00295810" w:rsidRDefault="00295810" w:rsidP="00295810">
      <w:r>
        <w:t>244.7675</w:t>
      </w:r>
      <w:r>
        <w:tab/>
        <w:t>1.013e0</w:t>
      </w:r>
    </w:p>
    <w:p w:rsidR="00295810" w:rsidRDefault="00295810" w:rsidP="00295810">
      <w:r>
        <w:t>244.9551</w:t>
      </w:r>
      <w:r>
        <w:tab/>
        <w:t>2.025e0</w:t>
      </w:r>
    </w:p>
    <w:p w:rsidR="00295810" w:rsidRDefault="00295810" w:rsidP="00295810">
      <w:r>
        <w:t>244.9925</w:t>
      </w:r>
      <w:r>
        <w:tab/>
        <w:t>2.025e0</w:t>
      </w:r>
    </w:p>
    <w:p w:rsidR="00295810" w:rsidRDefault="00295810" w:rsidP="00295810">
      <w:r>
        <w:t>245.0238</w:t>
      </w:r>
      <w:r>
        <w:tab/>
        <w:t>2.025e0</w:t>
      </w:r>
    </w:p>
    <w:p w:rsidR="00295810" w:rsidRDefault="00295810" w:rsidP="00295810">
      <w:r>
        <w:t>245.0525</w:t>
      </w:r>
      <w:r>
        <w:tab/>
        <w:t>2.025e0</w:t>
      </w:r>
    </w:p>
    <w:p w:rsidR="00295810" w:rsidRDefault="00295810" w:rsidP="00295810">
      <w:r>
        <w:t>245.1447</w:t>
      </w:r>
      <w:r>
        <w:tab/>
        <w:t>2.025e0</w:t>
      </w:r>
    </w:p>
    <w:p w:rsidR="00295810" w:rsidRDefault="00295810" w:rsidP="00295810">
      <w:r>
        <w:t>245.2842</w:t>
      </w:r>
      <w:r>
        <w:tab/>
        <w:t>1.013e0</w:t>
      </w:r>
    </w:p>
    <w:p w:rsidR="00295810" w:rsidRDefault="00295810" w:rsidP="00295810">
      <w:r>
        <w:t>245.3749</w:t>
      </w:r>
      <w:r>
        <w:tab/>
        <w:t>1.013e0</w:t>
      </w:r>
    </w:p>
    <w:p w:rsidR="00295810" w:rsidRDefault="00295810" w:rsidP="00295810">
      <w:r>
        <w:t>245.4079</w:t>
      </w:r>
      <w:r>
        <w:tab/>
        <w:t>1.013e0</w:t>
      </w:r>
    </w:p>
    <w:p w:rsidR="00295810" w:rsidRDefault="00295810" w:rsidP="00295810">
      <w:r>
        <w:t>245.4504</w:t>
      </w:r>
      <w:r>
        <w:tab/>
        <w:t>1.013e0</w:t>
      </w:r>
    </w:p>
    <w:p w:rsidR="00295810" w:rsidRDefault="00295810" w:rsidP="00295810">
      <w:r>
        <w:t>245.4706</w:t>
      </w:r>
      <w:r>
        <w:tab/>
        <w:t>1.013e0</w:t>
      </w:r>
    </w:p>
    <w:p w:rsidR="00295810" w:rsidRDefault="00295810" w:rsidP="00295810">
      <w:r>
        <w:t>245.5127</w:t>
      </w:r>
      <w:r>
        <w:tab/>
        <w:t>2.025e0</w:t>
      </w:r>
    </w:p>
    <w:p w:rsidR="00295810" w:rsidRDefault="00295810" w:rsidP="00295810">
      <w:r>
        <w:lastRenderedPageBreak/>
        <w:t>245.5748</w:t>
      </w:r>
      <w:r>
        <w:tab/>
        <w:t>1.013e0</w:t>
      </w:r>
    </w:p>
    <w:p w:rsidR="00295810" w:rsidRDefault="00295810" w:rsidP="00295810">
      <w:r>
        <w:t>245.6082</w:t>
      </w:r>
      <w:r>
        <w:tab/>
        <w:t>2.025e0</w:t>
      </w:r>
    </w:p>
    <w:p w:rsidR="00295810" w:rsidRDefault="00295810" w:rsidP="00295810">
      <w:r>
        <w:t>245.6676</w:t>
      </w:r>
      <w:r>
        <w:tab/>
        <w:t>1.013e0</w:t>
      </w:r>
    </w:p>
    <w:p w:rsidR="00295810" w:rsidRDefault="00295810" w:rsidP="00295810">
      <w:r>
        <w:t>245.7312</w:t>
      </w:r>
      <w:r>
        <w:tab/>
        <w:t>2.025e0</w:t>
      </w:r>
    </w:p>
    <w:p w:rsidR="00295810" w:rsidRDefault="00295810" w:rsidP="00295810">
      <w:r>
        <w:t>245.7621</w:t>
      </w:r>
      <w:r>
        <w:tab/>
        <w:t>1.013e0</w:t>
      </w:r>
    </w:p>
    <w:p w:rsidR="00295810" w:rsidRDefault="00295810" w:rsidP="00295810">
      <w:r>
        <w:t>245.8424</w:t>
      </w:r>
      <w:r>
        <w:tab/>
        <w:t>1.013e0</w:t>
      </w:r>
    </w:p>
    <w:p w:rsidR="00295810" w:rsidRDefault="00295810" w:rsidP="00295810">
      <w:r>
        <w:t>245.9285</w:t>
      </w:r>
      <w:r>
        <w:tab/>
        <w:t>1.013e0</w:t>
      </w:r>
    </w:p>
    <w:p w:rsidR="00295810" w:rsidRDefault="00295810" w:rsidP="00295810">
      <w:r>
        <w:t>245.9916</w:t>
      </w:r>
      <w:r>
        <w:tab/>
        <w:t>1.013e0</w:t>
      </w:r>
    </w:p>
    <w:p w:rsidR="00295810" w:rsidRDefault="00295810" w:rsidP="00295810">
      <w:r>
        <w:t>246.0213</w:t>
      </w:r>
      <w:r>
        <w:tab/>
        <w:t>1.013e0</w:t>
      </w:r>
    </w:p>
    <w:p w:rsidR="00295810" w:rsidRDefault="00295810" w:rsidP="00295810">
      <w:r>
        <w:t>246.0662</w:t>
      </w:r>
      <w:r>
        <w:tab/>
        <w:t>1.013e0</w:t>
      </w:r>
    </w:p>
    <w:p w:rsidR="00295810" w:rsidRDefault="00295810" w:rsidP="00295810">
      <w:r>
        <w:t>246.1924</w:t>
      </w:r>
      <w:r>
        <w:tab/>
        <w:t>1.013e0</w:t>
      </w:r>
    </w:p>
    <w:p w:rsidR="00295810" w:rsidRDefault="00295810" w:rsidP="00295810">
      <w:r>
        <w:t>246.2255</w:t>
      </w:r>
      <w:r>
        <w:tab/>
        <w:t>2.025e0</w:t>
      </w:r>
    </w:p>
    <w:p w:rsidR="00295810" w:rsidRDefault="00295810" w:rsidP="00295810">
      <w:r>
        <w:t>246.2708</w:t>
      </w:r>
      <w:r>
        <w:tab/>
        <w:t>1.013e0</w:t>
      </w:r>
    </w:p>
    <w:p w:rsidR="00295810" w:rsidRDefault="00295810" w:rsidP="00295810">
      <w:r>
        <w:t>246.5048</w:t>
      </w:r>
      <w:r>
        <w:tab/>
        <w:t>1.013e0</w:t>
      </w:r>
    </w:p>
    <w:p w:rsidR="00295810" w:rsidRDefault="00295810" w:rsidP="00295810">
      <w:r>
        <w:t>246.5759</w:t>
      </w:r>
      <w:r>
        <w:tab/>
        <w:t>1.013e0</w:t>
      </w:r>
    </w:p>
    <w:p w:rsidR="00295810" w:rsidRDefault="00295810" w:rsidP="00295810">
      <w:r>
        <w:t>246.5951</w:t>
      </w:r>
      <w:r>
        <w:tab/>
        <w:t>1.013e0</w:t>
      </w:r>
    </w:p>
    <w:p w:rsidR="00295810" w:rsidRDefault="00295810" w:rsidP="00295810">
      <w:r>
        <w:t>246.6287</w:t>
      </w:r>
      <w:r>
        <w:tab/>
        <w:t>2.025e0</w:t>
      </w:r>
    </w:p>
    <w:p w:rsidR="00295810" w:rsidRDefault="00295810" w:rsidP="00295810">
      <w:r>
        <w:t>246.6919</w:t>
      </w:r>
      <w:r>
        <w:tab/>
        <w:t>1.013e0</w:t>
      </w:r>
    </w:p>
    <w:p w:rsidR="00295810" w:rsidRDefault="00295810" w:rsidP="00295810">
      <w:r>
        <w:t>246.7862</w:t>
      </w:r>
      <w:r>
        <w:tab/>
        <w:t>2.025e0</w:t>
      </w:r>
    </w:p>
    <w:p w:rsidR="00295810" w:rsidRDefault="00295810" w:rsidP="00295810">
      <w:r>
        <w:lastRenderedPageBreak/>
        <w:t>246.8177</w:t>
      </w:r>
      <w:r>
        <w:tab/>
        <w:t>1.013e0</w:t>
      </w:r>
    </w:p>
    <w:p w:rsidR="00295810" w:rsidRDefault="00295810" w:rsidP="00295810">
      <w:r>
        <w:t>246.9032</w:t>
      </w:r>
      <w:r>
        <w:tab/>
        <w:t>4.051e0</w:t>
      </w:r>
    </w:p>
    <w:p w:rsidR="00295810" w:rsidRDefault="00295810" w:rsidP="00295810">
      <w:r>
        <w:t>246.9732</w:t>
      </w:r>
      <w:r>
        <w:tab/>
        <w:t>2.025e0</w:t>
      </w:r>
    </w:p>
    <w:p w:rsidR="00295810" w:rsidRDefault="00295810" w:rsidP="00295810">
      <w:r>
        <w:t>247.0795</w:t>
      </w:r>
      <w:r>
        <w:tab/>
        <w:t>1.013e0</w:t>
      </w:r>
    </w:p>
    <w:p w:rsidR="00295810" w:rsidRDefault="00295810" w:rsidP="00295810">
      <w:r>
        <w:t>247.1014</w:t>
      </w:r>
      <w:r>
        <w:tab/>
        <w:t>2.025e0</w:t>
      </w:r>
    </w:p>
    <w:p w:rsidR="00295810" w:rsidRDefault="00295810" w:rsidP="00295810">
      <w:r>
        <w:t>247.1695</w:t>
      </w:r>
      <w:r>
        <w:tab/>
        <w:t>2.025e0</w:t>
      </w:r>
    </w:p>
    <w:p w:rsidR="00295810" w:rsidRDefault="00295810" w:rsidP="00295810">
      <w:r>
        <w:t>247.2730</w:t>
      </w:r>
      <w:r>
        <w:tab/>
        <w:t>1.013e0</w:t>
      </w:r>
    </w:p>
    <w:p w:rsidR="00295810" w:rsidRDefault="00295810" w:rsidP="00295810">
      <w:r>
        <w:t>247.3611</w:t>
      </w:r>
      <w:r>
        <w:tab/>
        <w:t>2.025e0</w:t>
      </w:r>
    </w:p>
    <w:p w:rsidR="00295810" w:rsidRDefault="00295810" w:rsidP="00295810">
      <w:r>
        <w:t>247.4223</w:t>
      </w:r>
      <w:r>
        <w:tab/>
        <w:t>2.025e0</w:t>
      </w:r>
    </w:p>
    <w:p w:rsidR="00295810" w:rsidRDefault="00295810" w:rsidP="00295810">
      <w:r>
        <w:t>247.5680</w:t>
      </w:r>
      <w:r>
        <w:tab/>
        <w:t>1.013e0</w:t>
      </w:r>
    </w:p>
    <w:p w:rsidR="00295810" w:rsidRDefault="00295810" w:rsidP="00295810">
      <w:r>
        <w:t>247.5919</w:t>
      </w:r>
      <w:r>
        <w:tab/>
        <w:t>2.025e0</w:t>
      </w:r>
    </w:p>
    <w:p w:rsidR="00295810" w:rsidRDefault="00295810" w:rsidP="00295810">
      <w:r>
        <w:t>247.6393</w:t>
      </w:r>
      <w:r>
        <w:tab/>
        <w:t>1.013e0</w:t>
      </w:r>
    </w:p>
    <w:p w:rsidR="00295810" w:rsidRDefault="00295810" w:rsidP="00295810">
      <w:r>
        <w:t>247.6608</w:t>
      </w:r>
      <w:r>
        <w:tab/>
        <w:t>1.013e0</w:t>
      </w:r>
    </w:p>
    <w:p w:rsidR="00295810" w:rsidRDefault="00295810" w:rsidP="00295810">
      <w:r>
        <w:t>247.7318</w:t>
      </w:r>
      <w:r>
        <w:tab/>
        <w:t>1.013e0</w:t>
      </w:r>
    </w:p>
    <w:p w:rsidR="00295810" w:rsidRDefault="00295810" w:rsidP="00295810">
      <w:r>
        <w:t>247.7820</w:t>
      </w:r>
      <w:r>
        <w:tab/>
        <w:t>1.013e0</w:t>
      </w:r>
    </w:p>
    <w:p w:rsidR="00295810" w:rsidRDefault="00295810" w:rsidP="00295810">
      <w:r>
        <w:t>247.8534</w:t>
      </w:r>
      <w:r>
        <w:tab/>
        <w:t>1.013e0</w:t>
      </w:r>
    </w:p>
    <w:p w:rsidR="00295810" w:rsidRDefault="00295810" w:rsidP="00295810">
      <w:r>
        <w:t>247.8736</w:t>
      </w:r>
      <w:r>
        <w:tab/>
        <w:t>1.013e0</w:t>
      </w:r>
    </w:p>
    <w:p w:rsidR="00295810" w:rsidRDefault="00295810" w:rsidP="00295810">
      <w:r>
        <w:t>247.9032</w:t>
      </w:r>
      <w:r>
        <w:tab/>
        <w:t>1.013e0</w:t>
      </w:r>
    </w:p>
    <w:p w:rsidR="00295810" w:rsidRDefault="00295810" w:rsidP="00295810">
      <w:r>
        <w:t>247.9600</w:t>
      </w:r>
      <w:r>
        <w:tab/>
        <w:t>2.025e0</w:t>
      </w:r>
    </w:p>
    <w:p w:rsidR="00295810" w:rsidRDefault="00295810" w:rsidP="00295810">
      <w:r>
        <w:lastRenderedPageBreak/>
        <w:t>248.0412</w:t>
      </w:r>
      <w:r>
        <w:tab/>
        <w:t>2.025e0</w:t>
      </w:r>
    </w:p>
    <w:p w:rsidR="00295810" w:rsidRDefault="00295810" w:rsidP="00295810">
      <w:r>
        <w:t>248.0868</w:t>
      </w:r>
      <w:r>
        <w:tab/>
        <w:t>1.013e0</w:t>
      </w:r>
    </w:p>
    <w:p w:rsidR="00295810" w:rsidRDefault="00295810" w:rsidP="00295810">
      <w:r>
        <w:t>248.1296</w:t>
      </w:r>
      <w:r>
        <w:tab/>
        <w:t>1.013e0</w:t>
      </w:r>
    </w:p>
    <w:p w:rsidR="00295810" w:rsidRDefault="00295810" w:rsidP="00295810">
      <w:r>
        <w:t>248.2204</w:t>
      </w:r>
      <w:r>
        <w:tab/>
        <w:t>1.013e0</w:t>
      </w:r>
    </w:p>
    <w:p w:rsidR="00295810" w:rsidRDefault="00295810" w:rsidP="00295810">
      <w:r>
        <w:t>248.5638</w:t>
      </w:r>
      <w:r>
        <w:tab/>
        <w:t>4.051e0</w:t>
      </w:r>
    </w:p>
    <w:p w:rsidR="00295810" w:rsidRDefault="00295810" w:rsidP="00295810">
      <w:r>
        <w:t>248.6017</w:t>
      </w:r>
      <w:r>
        <w:tab/>
        <w:t>1.013e0</w:t>
      </w:r>
    </w:p>
    <w:p w:rsidR="00295810" w:rsidRDefault="00295810" w:rsidP="00295810">
      <w:r>
        <w:t>248.7910</w:t>
      </w:r>
      <w:r>
        <w:tab/>
        <w:t>1.013e0</w:t>
      </w:r>
    </w:p>
    <w:p w:rsidR="00295810" w:rsidRDefault="00295810" w:rsidP="00295810">
      <w:r>
        <w:t>248.8284</w:t>
      </w:r>
      <w:r>
        <w:tab/>
        <w:t>1.013e0</w:t>
      </w:r>
    </w:p>
    <w:p w:rsidR="00295810" w:rsidRDefault="00295810" w:rsidP="00295810">
      <w:r>
        <w:t>248.8880</w:t>
      </w:r>
      <w:r>
        <w:tab/>
        <w:t>1.013e0</w:t>
      </w:r>
    </w:p>
    <w:p w:rsidR="00295810" w:rsidRDefault="00295810" w:rsidP="00295810">
      <w:r>
        <w:t>248.9720</w:t>
      </w:r>
      <w:r>
        <w:tab/>
        <w:t>2.025e0</w:t>
      </w:r>
    </w:p>
    <w:p w:rsidR="00295810" w:rsidRDefault="00295810" w:rsidP="00295810">
      <w:r>
        <w:t>249.0376</w:t>
      </w:r>
      <w:r>
        <w:tab/>
        <w:t>1.013e0</w:t>
      </w:r>
    </w:p>
    <w:p w:rsidR="00295810" w:rsidRDefault="00295810" w:rsidP="00295810">
      <w:r>
        <w:t>249.0773</w:t>
      </w:r>
      <w:r>
        <w:tab/>
        <w:t>4.051e0</w:t>
      </w:r>
    </w:p>
    <w:p w:rsidR="00295810" w:rsidRDefault="00295810" w:rsidP="00295810">
      <w:r>
        <w:t>249.1224</w:t>
      </w:r>
      <w:r>
        <w:tab/>
        <w:t>1.013e0</w:t>
      </w:r>
    </w:p>
    <w:p w:rsidR="00295810" w:rsidRDefault="00295810" w:rsidP="00295810">
      <w:r>
        <w:t>249.1757</w:t>
      </w:r>
      <w:r>
        <w:tab/>
        <w:t>1.013e0</w:t>
      </w:r>
    </w:p>
    <w:p w:rsidR="00295810" w:rsidRDefault="00295810" w:rsidP="00295810">
      <w:r>
        <w:t>249.2228</w:t>
      </w:r>
      <w:r>
        <w:tab/>
        <w:t>1.013e0</w:t>
      </w:r>
    </w:p>
    <w:p w:rsidR="00295810" w:rsidRDefault="00295810" w:rsidP="00295810">
      <w:r>
        <w:t>249.2898</w:t>
      </w:r>
      <w:r>
        <w:tab/>
        <w:t>1.013e0</w:t>
      </w:r>
    </w:p>
    <w:p w:rsidR="00295810" w:rsidRDefault="00295810" w:rsidP="00295810">
      <w:r>
        <w:t>249.3233</w:t>
      </w:r>
      <w:r>
        <w:tab/>
        <w:t>1.013e0</w:t>
      </w:r>
    </w:p>
    <w:p w:rsidR="00295810" w:rsidRDefault="00295810" w:rsidP="00295810">
      <w:r>
        <w:t>249.3616</w:t>
      </w:r>
      <w:r>
        <w:tab/>
        <w:t>1.013e0</w:t>
      </w:r>
    </w:p>
    <w:p w:rsidR="00295810" w:rsidRDefault="00295810" w:rsidP="00295810">
      <w:r>
        <w:t>249.4621</w:t>
      </w:r>
      <w:r>
        <w:tab/>
        <w:t>1.013e0</w:t>
      </w:r>
    </w:p>
    <w:p w:rsidR="00295810" w:rsidRDefault="00295810" w:rsidP="00295810">
      <w:r>
        <w:lastRenderedPageBreak/>
        <w:t>249.5508</w:t>
      </w:r>
      <w:r>
        <w:tab/>
        <w:t>2.025e0</w:t>
      </w:r>
    </w:p>
    <w:p w:rsidR="00295810" w:rsidRDefault="00295810" w:rsidP="00295810">
      <w:r>
        <w:t>249.6422</w:t>
      </w:r>
      <w:r>
        <w:tab/>
        <w:t>1.013e0</w:t>
      </w:r>
    </w:p>
    <w:p w:rsidR="00295810" w:rsidRDefault="00295810" w:rsidP="00295810">
      <w:r>
        <w:t>249.7056</w:t>
      </w:r>
      <w:r>
        <w:tab/>
        <w:t>1.013e0</w:t>
      </w:r>
    </w:p>
    <w:p w:rsidR="00295810" w:rsidRDefault="00295810" w:rsidP="00295810">
      <w:r>
        <w:t>249.7704</w:t>
      </w:r>
      <w:r>
        <w:tab/>
        <w:t>2.025e0</w:t>
      </w:r>
    </w:p>
    <w:p w:rsidR="00295810" w:rsidRDefault="00295810" w:rsidP="00295810">
      <w:r>
        <w:t>249.8180</w:t>
      </w:r>
      <w:r>
        <w:tab/>
        <w:t>1.013e0</w:t>
      </w:r>
    </w:p>
    <w:p w:rsidR="00295810" w:rsidRDefault="00295810" w:rsidP="00295810">
      <w:r>
        <w:t>249.8458</w:t>
      </w:r>
      <w:r>
        <w:tab/>
        <w:t>2.025e0</w:t>
      </w:r>
    </w:p>
    <w:p w:rsidR="00295810" w:rsidRDefault="00295810" w:rsidP="00295810">
      <w:r>
        <w:t>249.8794</w:t>
      </w:r>
      <w:r>
        <w:tab/>
        <w:t>2.025e0</w:t>
      </w:r>
    </w:p>
    <w:p w:rsidR="00295810" w:rsidRDefault="00295810" w:rsidP="00295810">
      <w:r>
        <w:t>249.9188</w:t>
      </w:r>
      <w:r>
        <w:tab/>
        <w:t>1.013e0</w:t>
      </w:r>
    </w:p>
    <w:p w:rsidR="00295810" w:rsidRDefault="00295810" w:rsidP="00295810">
      <w:r>
        <w:t>249.9716</w:t>
      </w:r>
      <w:r>
        <w:tab/>
        <w:t>3.038e0</w:t>
      </w:r>
    </w:p>
    <w:p w:rsidR="00295810" w:rsidRDefault="00295810" w:rsidP="00295810">
      <w:r>
        <w:t>250.1800</w:t>
      </w:r>
      <w:r>
        <w:tab/>
        <w:t>1.013e0</w:t>
      </w:r>
    </w:p>
    <w:p w:rsidR="00295810" w:rsidRDefault="00295810" w:rsidP="00295810">
      <w:r>
        <w:t>250.2098</w:t>
      </w:r>
      <w:r>
        <w:tab/>
        <w:t>1.013e0</w:t>
      </w:r>
    </w:p>
    <w:p w:rsidR="00295810" w:rsidRDefault="00295810" w:rsidP="00295810">
      <w:r>
        <w:t>250.2511</w:t>
      </w:r>
      <w:r>
        <w:tab/>
        <w:t>1.013e0</w:t>
      </w:r>
    </w:p>
    <w:p w:rsidR="00295810" w:rsidRDefault="00295810" w:rsidP="00295810">
      <w:r>
        <w:t>250.3395</w:t>
      </w:r>
      <w:r>
        <w:tab/>
        <w:t>1.013e0</w:t>
      </w:r>
    </w:p>
    <w:p w:rsidR="00295810" w:rsidRDefault="00295810" w:rsidP="00295810">
      <w:r>
        <w:t>250.4684</w:t>
      </w:r>
      <w:r>
        <w:tab/>
        <w:t>3.038e0</w:t>
      </w:r>
    </w:p>
    <w:p w:rsidR="00295810" w:rsidRDefault="00295810" w:rsidP="00295810">
      <w:r>
        <w:t>250.5316</w:t>
      </w:r>
      <w:r>
        <w:tab/>
        <w:t>1.013e0</w:t>
      </w:r>
    </w:p>
    <w:p w:rsidR="00295810" w:rsidRDefault="00295810" w:rsidP="00295810">
      <w:r>
        <w:t>250.5652</w:t>
      </w:r>
      <w:r>
        <w:tab/>
        <w:t>1.013e0</w:t>
      </w:r>
    </w:p>
    <w:p w:rsidR="00295810" w:rsidRDefault="00295810" w:rsidP="00295810">
      <w:r>
        <w:t>250.6172</w:t>
      </w:r>
      <w:r>
        <w:tab/>
        <w:t>1.013e0</w:t>
      </w:r>
    </w:p>
    <w:p w:rsidR="00295810" w:rsidRDefault="00295810" w:rsidP="00295810">
      <w:r>
        <w:t>250.6710</w:t>
      </w:r>
      <w:r>
        <w:tab/>
        <w:t>1.013e0</w:t>
      </w:r>
    </w:p>
    <w:p w:rsidR="00295810" w:rsidRDefault="00295810" w:rsidP="00295810">
      <w:r>
        <w:t>250.7259</w:t>
      </w:r>
      <w:r>
        <w:tab/>
        <w:t>1.013e0</w:t>
      </w:r>
    </w:p>
    <w:p w:rsidR="00295810" w:rsidRDefault="00295810" w:rsidP="00295810">
      <w:r>
        <w:lastRenderedPageBreak/>
        <w:t>250.8565</w:t>
      </w:r>
      <w:r>
        <w:tab/>
        <w:t>1.013e0</w:t>
      </w:r>
    </w:p>
    <w:p w:rsidR="00295810" w:rsidRDefault="00295810" w:rsidP="00295810">
      <w:r>
        <w:t>250.8826</w:t>
      </w:r>
      <w:r>
        <w:tab/>
        <w:t>1.013e0</w:t>
      </w:r>
    </w:p>
    <w:p w:rsidR="00295810" w:rsidRDefault="00295810" w:rsidP="00295810">
      <w:r>
        <w:t>250.9315</w:t>
      </w:r>
      <w:r>
        <w:tab/>
        <w:t>1.013e0</w:t>
      </w:r>
    </w:p>
    <w:p w:rsidR="00295810" w:rsidRDefault="00295810" w:rsidP="00295810">
      <w:r>
        <w:t>250.9697</w:t>
      </w:r>
      <w:r>
        <w:tab/>
        <w:t>3.038e0</w:t>
      </w:r>
    </w:p>
    <w:p w:rsidR="00295810" w:rsidRDefault="00295810" w:rsidP="00295810">
      <w:r>
        <w:t>251.0509</w:t>
      </w:r>
      <w:r>
        <w:tab/>
        <w:t>1.013e0</w:t>
      </w:r>
    </w:p>
    <w:p w:rsidR="00295810" w:rsidRDefault="00295810" w:rsidP="00295810">
      <w:r>
        <w:t>251.1519</w:t>
      </w:r>
      <w:r>
        <w:tab/>
        <w:t>1.013e0</w:t>
      </w:r>
    </w:p>
    <w:p w:rsidR="00295810" w:rsidRDefault="00295810" w:rsidP="00295810">
      <w:r>
        <w:t>251.2051</w:t>
      </w:r>
      <w:r>
        <w:tab/>
        <w:t>1.013e0</w:t>
      </w:r>
    </w:p>
    <w:p w:rsidR="00295810" w:rsidRDefault="00295810" w:rsidP="00295810">
      <w:r>
        <w:t>251.2484</w:t>
      </w:r>
      <w:r>
        <w:tab/>
        <w:t>1.013e0</w:t>
      </w:r>
    </w:p>
    <w:p w:rsidR="00295810" w:rsidRDefault="00295810" w:rsidP="00295810">
      <w:r>
        <w:t>251.3951</w:t>
      </w:r>
      <w:r>
        <w:tab/>
        <w:t>1.013e0</w:t>
      </w:r>
    </w:p>
    <w:p w:rsidR="00295810" w:rsidRDefault="00295810" w:rsidP="00295810">
      <w:r>
        <w:t>251.4865</w:t>
      </w:r>
      <w:r>
        <w:tab/>
        <w:t>3.038e0</w:t>
      </w:r>
    </w:p>
    <w:p w:rsidR="00295810" w:rsidRDefault="00295810" w:rsidP="00295810">
      <w:r>
        <w:t>251.5728</w:t>
      </w:r>
      <w:r>
        <w:tab/>
        <w:t>5.063e0</w:t>
      </w:r>
    </w:p>
    <w:p w:rsidR="00295810" w:rsidRDefault="00295810" w:rsidP="00295810">
      <w:r>
        <w:t>251.6194</w:t>
      </w:r>
      <w:r>
        <w:tab/>
        <w:t>1.013e0</w:t>
      </w:r>
    </w:p>
    <w:p w:rsidR="00295810" w:rsidRDefault="00295810" w:rsidP="00295810">
      <w:r>
        <w:t>251.6663</w:t>
      </w:r>
      <w:r>
        <w:tab/>
        <w:t>2.025e0</w:t>
      </w:r>
    </w:p>
    <w:p w:rsidR="00295810" w:rsidRDefault="00295810" w:rsidP="00295810">
      <w:r>
        <w:t>251.7280</w:t>
      </w:r>
      <w:r>
        <w:tab/>
        <w:t>1.013e0</w:t>
      </w:r>
    </w:p>
    <w:p w:rsidR="00295810" w:rsidRDefault="00295810" w:rsidP="00295810">
      <w:r>
        <w:t>251.7692</w:t>
      </w:r>
      <w:r>
        <w:tab/>
        <w:t>1.013e0</w:t>
      </w:r>
    </w:p>
    <w:p w:rsidR="00295810" w:rsidRDefault="00295810" w:rsidP="00295810">
      <w:r>
        <w:t>251.8078</w:t>
      </w:r>
      <w:r>
        <w:tab/>
        <w:t>1.013e0</w:t>
      </w:r>
    </w:p>
    <w:p w:rsidR="00295810" w:rsidRDefault="00295810" w:rsidP="00295810">
      <w:r>
        <w:t>251.9599</w:t>
      </w:r>
      <w:r>
        <w:tab/>
        <w:t>1.013e0</w:t>
      </w:r>
    </w:p>
    <w:p w:rsidR="00295810" w:rsidRDefault="00295810" w:rsidP="00295810">
      <w:r>
        <w:t>252.0019</w:t>
      </w:r>
      <w:r>
        <w:tab/>
        <w:t>2.025e0</w:t>
      </w:r>
    </w:p>
    <w:p w:rsidR="00295810" w:rsidRDefault="00295810" w:rsidP="00295810">
      <w:r>
        <w:t>252.0461</w:t>
      </w:r>
      <w:r>
        <w:tab/>
        <w:t>3.038e0</w:t>
      </w:r>
    </w:p>
    <w:p w:rsidR="00295810" w:rsidRDefault="00295810" w:rsidP="00295810">
      <w:r>
        <w:lastRenderedPageBreak/>
        <w:t>252.1174</w:t>
      </w:r>
      <w:r>
        <w:tab/>
        <w:t>2.025e0</w:t>
      </w:r>
    </w:p>
    <w:p w:rsidR="00295810" w:rsidRDefault="00295810" w:rsidP="00295810">
      <w:r>
        <w:t>252.1843</w:t>
      </w:r>
      <w:r>
        <w:tab/>
        <w:t>1.013e0</w:t>
      </w:r>
    </w:p>
    <w:p w:rsidR="00295810" w:rsidRDefault="00295810" w:rsidP="00295810">
      <w:r>
        <w:t>252.2217</w:t>
      </w:r>
      <w:r>
        <w:tab/>
        <w:t>1.013e0</w:t>
      </w:r>
    </w:p>
    <w:p w:rsidR="00295810" w:rsidRDefault="00295810" w:rsidP="00295810">
      <w:r>
        <w:t>252.2425</w:t>
      </w:r>
      <w:r>
        <w:tab/>
        <w:t>1.013e0</w:t>
      </w:r>
    </w:p>
    <w:p w:rsidR="00295810" w:rsidRDefault="00295810" w:rsidP="00295810">
      <w:r>
        <w:t>252.2930</w:t>
      </w:r>
      <w:r>
        <w:tab/>
        <w:t>1.013e0</w:t>
      </w:r>
    </w:p>
    <w:p w:rsidR="00295810" w:rsidRDefault="00295810" w:rsidP="00295810">
      <w:r>
        <w:t>252.3440</w:t>
      </w:r>
      <w:r>
        <w:tab/>
        <w:t>1.013e0</w:t>
      </w:r>
    </w:p>
    <w:p w:rsidR="00295810" w:rsidRDefault="00295810" w:rsidP="00295810">
      <w:r>
        <w:t>252.5212</w:t>
      </w:r>
      <w:r>
        <w:tab/>
        <w:t>1.013e0</w:t>
      </w:r>
    </w:p>
    <w:p w:rsidR="00295810" w:rsidRDefault="00295810" w:rsidP="00295810">
      <w:r>
        <w:t>252.5511</w:t>
      </w:r>
      <w:r>
        <w:tab/>
        <w:t>1.013e0</w:t>
      </w:r>
    </w:p>
    <w:p w:rsidR="00295810" w:rsidRDefault="00295810" w:rsidP="00295810">
      <w:r>
        <w:t>252.6300</w:t>
      </w:r>
      <w:r>
        <w:tab/>
        <w:t>1.013e0</w:t>
      </w:r>
    </w:p>
    <w:p w:rsidR="00295810" w:rsidRDefault="00295810" w:rsidP="00295810">
      <w:r>
        <w:t>252.6898</w:t>
      </w:r>
      <w:r>
        <w:tab/>
        <w:t>1.013e0</w:t>
      </w:r>
    </w:p>
    <w:p w:rsidR="00295810" w:rsidRDefault="00295810" w:rsidP="00295810">
      <w:r>
        <w:t>252.7117</w:t>
      </w:r>
      <w:r>
        <w:tab/>
        <w:t>1.013e0</w:t>
      </w:r>
    </w:p>
    <w:p w:rsidR="00295810" w:rsidRDefault="00295810" w:rsidP="00295810">
      <w:r>
        <w:t>252.7832</w:t>
      </w:r>
      <w:r>
        <w:tab/>
        <w:t>1.013e0</w:t>
      </w:r>
    </w:p>
    <w:p w:rsidR="00295810" w:rsidRDefault="00295810" w:rsidP="00295810">
      <w:r>
        <w:t>252.8086</w:t>
      </w:r>
      <w:r>
        <w:tab/>
        <w:t>1.013e0</w:t>
      </w:r>
    </w:p>
    <w:p w:rsidR="00295810" w:rsidRDefault="00295810" w:rsidP="00295810">
      <w:r>
        <w:t>252.9636</w:t>
      </w:r>
      <w:r>
        <w:tab/>
        <w:t>1.013e0</w:t>
      </w:r>
    </w:p>
    <w:p w:rsidR="00295810" w:rsidRDefault="00295810" w:rsidP="00295810">
      <w:r>
        <w:t>253.0244</w:t>
      </w:r>
      <w:r>
        <w:tab/>
        <w:t>2.025e0</w:t>
      </w:r>
    </w:p>
    <w:p w:rsidR="00295810" w:rsidRDefault="00295810" w:rsidP="00295810">
      <w:r>
        <w:t>253.1916</w:t>
      </w:r>
      <w:r>
        <w:tab/>
        <w:t>3.038e0</w:t>
      </w:r>
    </w:p>
    <w:p w:rsidR="00295810" w:rsidRDefault="00295810" w:rsidP="00295810">
      <w:r>
        <w:t>253.2796</w:t>
      </w:r>
      <w:r>
        <w:tab/>
        <w:t>2.025e0</w:t>
      </w:r>
    </w:p>
    <w:p w:rsidR="00295810" w:rsidRDefault="00295810" w:rsidP="00295810">
      <w:r>
        <w:t>253.4244</w:t>
      </w:r>
      <w:r>
        <w:tab/>
        <w:t>1.013e0</w:t>
      </w:r>
    </w:p>
    <w:p w:rsidR="00295810" w:rsidRDefault="00295810" w:rsidP="00295810">
      <w:r>
        <w:t>253.5138</w:t>
      </w:r>
      <w:r>
        <w:tab/>
        <w:t>1.013e0</w:t>
      </w:r>
    </w:p>
    <w:p w:rsidR="00295810" w:rsidRDefault="00295810" w:rsidP="00295810">
      <w:r>
        <w:lastRenderedPageBreak/>
        <w:t>253.5991</w:t>
      </w:r>
      <w:r>
        <w:tab/>
        <w:t>1.013e0</w:t>
      </w:r>
    </w:p>
    <w:p w:rsidR="00295810" w:rsidRDefault="00295810" w:rsidP="00295810">
      <w:r>
        <w:t>253.7643</w:t>
      </w:r>
      <w:r>
        <w:tab/>
        <w:t>1.013e0</w:t>
      </w:r>
    </w:p>
    <w:p w:rsidR="00295810" w:rsidRDefault="00295810" w:rsidP="00295810">
      <w:r>
        <w:t>253.8397</w:t>
      </w:r>
      <w:r>
        <w:tab/>
        <w:t>1.013e0</w:t>
      </w:r>
    </w:p>
    <w:p w:rsidR="00295810" w:rsidRDefault="00295810" w:rsidP="00295810">
      <w:r>
        <w:t>253.8615</w:t>
      </w:r>
      <w:r>
        <w:tab/>
        <w:t>1.013e0</w:t>
      </w:r>
    </w:p>
    <w:p w:rsidR="00295810" w:rsidRDefault="00295810" w:rsidP="00295810">
      <w:r>
        <w:t>253.9033</w:t>
      </w:r>
      <w:r>
        <w:tab/>
        <w:t>1.013e0</w:t>
      </w:r>
    </w:p>
    <w:p w:rsidR="00295810" w:rsidRDefault="00295810" w:rsidP="00295810">
      <w:r>
        <w:t>253.9588</w:t>
      </w:r>
      <w:r>
        <w:tab/>
        <w:t>1.013e0</w:t>
      </w:r>
    </w:p>
    <w:p w:rsidR="00295810" w:rsidRDefault="00295810" w:rsidP="00295810">
      <w:r>
        <w:t>253.9785</w:t>
      </w:r>
      <w:r>
        <w:tab/>
        <w:t>1.013e0</w:t>
      </w:r>
    </w:p>
    <w:p w:rsidR="00295810" w:rsidRDefault="00295810" w:rsidP="00295810">
      <w:r>
        <w:t>254.0231</w:t>
      </w:r>
      <w:r>
        <w:tab/>
        <w:t>2.025e0</w:t>
      </w:r>
    </w:p>
    <w:p w:rsidR="00295810" w:rsidRDefault="00295810" w:rsidP="00295810">
      <w:r>
        <w:t>254.1359</w:t>
      </w:r>
      <w:r>
        <w:tab/>
        <w:t>1.013e0</w:t>
      </w:r>
    </w:p>
    <w:p w:rsidR="00295810" w:rsidRDefault="00295810" w:rsidP="00295810">
      <w:r>
        <w:t>254.1619</w:t>
      </w:r>
      <w:r>
        <w:tab/>
        <w:t>1.013e0</w:t>
      </w:r>
    </w:p>
    <w:p w:rsidR="00295810" w:rsidRDefault="00295810" w:rsidP="00295810">
      <w:r>
        <w:t>254.1919</w:t>
      </w:r>
      <w:r>
        <w:tab/>
        <w:t>1.013e0</w:t>
      </w:r>
    </w:p>
    <w:p w:rsidR="00295810" w:rsidRDefault="00295810" w:rsidP="00295810">
      <w:r>
        <w:t>254.2507</w:t>
      </w:r>
      <w:r>
        <w:tab/>
        <w:t>2.025e0</w:t>
      </w:r>
    </w:p>
    <w:p w:rsidR="00295810" w:rsidRDefault="00295810" w:rsidP="00295810">
      <w:r>
        <w:t>254.3346</w:t>
      </w:r>
      <w:r>
        <w:tab/>
        <w:t>1.013e0</w:t>
      </w:r>
    </w:p>
    <w:p w:rsidR="00295810" w:rsidRDefault="00295810" w:rsidP="00295810">
      <w:r>
        <w:t>254.3724</w:t>
      </w:r>
      <w:r>
        <w:tab/>
        <w:t>1.013e0</w:t>
      </w:r>
    </w:p>
    <w:p w:rsidR="00295810" w:rsidRDefault="00295810" w:rsidP="00295810">
      <w:r>
        <w:t>254.4206</w:t>
      </w:r>
      <w:r>
        <w:tab/>
        <w:t>1.013e0</w:t>
      </w:r>
    </w:p>
    <w:p w:rsidR="00295810" w:rsidRDefault="00295810" w:rsidP="00295810">
      <w:r>
        <w:t>254.5743</w:t>
      </w:r>
      <w:r>
        <w:tab/>
        <w:t>3.038e0</w:t>
      </w:r>
    </w:p>
    <w:p w:rsidR="00295810" w:rsidRDefault="00295810" w:rsidP="00295810">
      <w:r>
        <w:t>254.7086</w:t>
      </w:r>
      <w:r>
        <w:tab/>
        <w:t>1.013e0</w:t>
      </w:r>
    </w:p>
    <w:p w:rsidR="00295810" w:rsidRDefault="00295810" w:rsidP="00295810">
      <w:r>
        <w:t>254.7378</w:t>
      </w:r>
      <w:r>
        <w:tab/>
        <w:t>1.013e0</w:t>
      </w:r>
    </w:p>
    <w:p w:rsidR="00295810" w:rsidRDefault="00295810" w:rsidP="00295810">
      <w:r>
        <w:t>254.9418</w:t>
      </w:r>
      <w:r>
        <w:tab/>
        <w:t>1.013e0</w:t>
      </w:r>
    </w:p>
    <w:p w:rsidR="00295810" w:rsidRDefault="00295810" w:rsidP="00295810">
      <w:r>
        <w:lastRenderedPageBreak/>
        <w:t>255.0282</w:t>
      </w:r>
      <w:r>
        <w:tab/>
        <w:t>2.025e0</w:t>
      </w:r>
    </w:p>
    <w:p w:rsidR="00295810" w:rsidRDefault="00295810" w:rsidP="00295810">
      <w:r>
        <w:t>255.0489</w:t>
      </w:r>
      <w:r>
        <w:tab/>
        <w:t>2.025e0</w:t>
      </w:r>
    </w:p>
    <w:p w:rsidR="00295810" w:rsidRDefault="00295810" w:rsidP="00295810">
      <w:r>
        <w:t>255.0846</w:t>
      </w:r>
      <w:r>
        <w:tab/>
        <w:t>1.013e0</w:t>
      </w:r>
    </w:p>
    <w:p w:rsidR="00295810" w:rsidRDefault="00295810" w:rsidP="00295810">
      <w:r>
        <w:t>255.1268</w:t>
      </w:r>
      <w:r>
        <w:tab/>
        <w:t>3.038e0</w:t>
      </w:r>
    </w:p>
    <w:p w:rsidR="00295810" w:rsidRDefault="00295810" w:rsidP="00295810">
      <w:r>
        <w:t>255.2209</w:t>
      </w:r>
      <w:r>
        <w:tab/>
        <w:t>1.013e0</w:t>
      </w:r>
    </w:p>
    <w:p w:rsidR="00295810" w:rsidRDefault="00295810" w:rsidP="00295810">
      <w:r>
        <w:t>255.2682</w:t>
      </w:r>
      <w:r>
        <w:tab/>
        <w:t>1.013e0</w:t>
      </w:r>
    </w:p>
    <w:p w:rsidR="00295810" w:rsidRDefault="00295810" w:rsidP="00295810">
      <w:r>
        <w:t>255.4092</w:t>
      </w:r>
      <w:r>
        <w:tab/>
        <w:t>2.025e0</w:t>
      </w:r>
    </w:p>
    <w:p w:rsidR="00295810" w:rsidRDefault="00295810" w:rsidP="00295810">
      <w:r>
        <w:t>255.4410</w:t>
      </w:r>
      <w:r>
        <w:tab/>
        <w:t>1.013e0</w:t>
      </w:r>
    </w:p>
    <w:p w:rsidR="00295810" w:rsidRDefault="00295810" w:rsidP="00295810">
      <w:r>
        <w:t>255.4972</w:t>
      </w:r>
      <w:r>
        <w:tab/>
        <w:t>2.025e0</w:t>
      </w:r>
    </w:p>
    <w:p w:rsidR="00295810" w:rsidRDefault="00295810" w:rsidP="00295810">
      <w:r>
        <w:t>255.5271</w:t>
      </w:r>
      <w:r>
        <w:tab/>
        <w:t>1.013e0</w:t>
      </w:r>
    </w:p>
    <w:p w:rsidR="00295810" w:rsidRDefault="00295810" w:rsidP="00295810">
      <w:r>
        <w:t>255.5649</w:t>
      </w:r>
      <w:r>
        <w:tab/>
        <w:t>1.013e0</w:t>
      </w:r>
    </w:p>
    <w:p w:rsidR="00295810" w:rsidRDefault="00295810" w:rsidP="00295810">
      <w:r>
        <w:t>255.7900</w:t>
      </w:r>
      <w:r>
        <w:tab/>
        <w:t>1.013e0</w:t>
      </w:r>
    </w:p>
    <w:p w:rsidR="00295810" w:rsidRDefault="00295810" w:rsidP="00295810">
      <w:r>
        <w:t>255.8950</w:t>
      </w:r>
      <w:r>
        <w:tab/>
        <w:t>2.025e0</w:t>
      </w:r>
    </w:p>
    <w:p w:rsidR="00295810" w:rsidRDefault="00295810" w:rsidP="00295810">
      <w:r>
        <w:t>255.9643</w:t>
      </w:r>
      <w:r>
        <w:tab/>
        <w:t>1.013e0</w:t>
      </w:r>
    </w:p>
    <w:p w:rsidR="00295810" w:rsidRDefault="00295810" w:rsidP="00295810">
      <w:r>
        <w:t>255.9936</w:t>
      </w:r>
      <w:r>
        <w:tab/>
        <w:t>1.013e0</w:t>
      </w:r>
    </w:p>
    <w:p w:rsidR="00295810" w:rsidRDefault="00295810" w:rsidP="00295810">
      <w:r>
        <w:t>256.0809</w:t>
      </w:r>
      <w:r>
        <w:tab/>
        <w:t>2.025e0</w:t>
      </w:r>
    </w:p>
    <w:p w:rsidR="00295810" w:rsidRDefault="00295810" w:rsidP="00295810">
      <w:r>
        <w:t>256.1553</w:t>
      </w:r>
      <w:r>
        <w:tab/>
        <w:t>1.013e0</w:t>
      </w:r>
    </w:p>
    <w:p w:rsidR="00295810" w:rsidRDefault="00295810" w:rsidP="00295810">
      <w:r>
        <w:t>256.1896</w:t>
      </w:r>
      <w:r>
        <w:tab/>
        <w:t>1.013e0</w:t>
      </w:r>
    </w:p>
    <w:p w:rsidR="00295810" w:rsidRDefault="00295810" w:rsidP="00295810">
      <w:r>
        <w:t>256.3194</w:t>
      </w:r>
      <w:r>
        <w:tab/>
        <w:t>2.025e0</w:t>
      </w:r>
    </w:p>
    <w:p w:rsidR="00295810" w:rsidRDefault="00295810" w:rsidP="00295810">
      <w:r>
        <w:lastRenderedPageBreak/>
        <w:t>256.4200</w:t>
      </w:r>
      <w:r>
        <w:tab/>
        <w:t>1.013e0</w:t>
      </w:r>
    </w:p>
    <w:p w:rsidR="00295810" w:rsidRDefault="00295810" w:rsidP="00295810">
      <w:r>
        <w:t>256.4739</w:t>
      </w:r>
      <w:r>
        <w:tab/>
        <w:t>1.013e0</w:t>
      </w:r>
    </w:p>
    <w:p w:rsidR="00295810" w:rsidRDefault="00295810" w:rsidP="00295810">
      <w:r>
        <w:t>256.4958</w:t>
      </w:r>
      <w:r>
        <w:tab/>
        <w:t>1.013e0</w:t>
      </w:r>
    </w:p>
    <w:p w:rsidR="00295810" w:rsidRDefault="00295810" w:rsidP="00295810">
      <w:r>
        <w:t>256.5332</w:t>
      </w:r>
      <w:r>
        <w:tab/>
        <w:t>3.038e0</w:t>
      </w:r>
    </w:p>
    <w:p w:rsidR="00295810" w:rsidRDefault="00295810" w:rsidP="00295810">
      <w:r>
        <w:t>256.5974</w:t>
      </w:r>
      <w:r>
        <w:tab/>
        <w:t>1.013e0</w:t>
      </w:r>
    </w:p>
    <w:p w:rsidR="00295810" w:rsidRDefault="00295810" w:rsidP="00295810">
      <w:r>
        <w:t>256.6274</w:t>
      </w:r>
      <w:r>
        <w:tab/>
        <w:t>1.013e0</w:t>
      </w:r>
    </w:p>
    <w:p w:rsidR="00295810" w:rsidRDefault="00295810" w:rsidP="00295810">
      <w:r>
        <w:t>256.6653</w:t>
      </w:r>
      <w:r>
        <w:tab/>
        <w:t>1.013e0</w:t>
      </w:r>
    </w:p>
    <w:p w:rsidR="00295810" w:rsidRDefault="00295810" w:rsidP="00295810">
      <w:r>
        <w:t>256.7043</w:t>
      </w:r>
      <w:r>
        <w:tab/>
        <w:t>2.454e0</w:t>
      </w:r>
    </w:p>
    <w:p w:rsidR="00295810" w:rsidRDefault="00295810" w:rsidP="00295810">
      <w:r>
        <w:t>256.7364</w:t>
      </w:r>
      <w:r>
        <w:tab/>
        <w:t>2.025e0</w:t>
      </w:r>
    </w:p>
    <w:p w:rsidR="00295810" w:rsidRDefault="00295810" w:rsidP="00295810">
      <w:r>
        <w:t>256.8132</w:t>
      </w:r>
      <w:r>
        <w:tab/>
        <w:t>2.025e0</w:t>
      </w:r>
    </w:p>
    <w:p w:rsidR="00295810" w:rsidRDefault="00295810" w:rsidP="00295810">
      <w:r>
        <w:t>256.8528</w:t>
      </w:r>
      <w:r>
        <w:tab/>
        <w:t>1.013e0</w:t>
      </w:r>
    </w:p>
    <w:p w:rsidR="00295810" w:rsidRDefault="00295810" w:rsidP="00295810">
      <w:r>
        <w:t>256.9557</w:t>
      </w:r>
      <w:r>
        <w:tab/>
        <w:t>2.025e0</w:t>
      </w:r>
    </w:p>
    <w:p w:rsidR="00295810" w:rsidRDefault="00295810" w:rsidP="00295810">
      <w:r>
        <w:t>257.0175</w:t>
      </w:r>
      <w:r>
        <w:tab/>
        <w:t>3.038e0</w:t>
      </w:r>
    </w:p>
    <w:p w:rsidR="00295810" w:rsidRDefault="00295810" w:rsidP="00295810">
      <w:r>
        <w:t>257.1045</w:t>
      </w:r>
      <w:r>
        <w:tab/>
        <w:t>1.013e0</w:t>
      </w:r>
    </w:p>
    <w:p w:rsidR="00295810" w:rsidRDefault="00295810" w:rsidP="00295810">
      <w:r>
        <w:t>257.1634</w:t>
      </w:r>
      <w:r>
        <w:tab/>
        <w:t>3.038e0</w:t>
      </w:r>
    </w:p>
    <w:p w:rsidR="00295810" w:rsidRDefault="00295810" w:rsidP="00295810">
      <w:r>
        <w:t>257.2022</w:t>
      </w:r>
      <w:r>
        <w:tab/>
        <w:t>1.013e0</w:t>
      </w:r>
    </w:p>
    <w:p w:rsidR="00295810" w:rsidRDefault="00295810" w:rsidP="00295810">
      <w:r>
        <w:t>257.3040</w:t>
      </w:r>
      <w:r>
        <w:tab/>
        <w:t>1.013e0</w:t>
      </w:r>
    </w:p>
    <w:p w:rsidR="00295810" w:rsidRDefault="00295810" w:rsidP="00295810">
      <w:r>
        <w:t>257.4239</w:t>
      </w:r>
      <w:r>
        <w:tab/>
        <w:t>1.013e0</w:t>
      </w:r>
    </w:p>
    <w:p w:rsidR="00295810" w:rsidRDefault="00295810" w:rsidP="00295810">
      <w:r>
        <w:t>257.5081</w:t>
      </w:r>
      <w:r>
        <w:tab/>
        <w:t>2.025e0</w:t>
      </w:r>
    </w:p>
    <w:p w:rsidR="00295810" w:rsidRDefault="00295810" w:rsidP="00295810">
      <w:r>
        <w:lastRenderedPageBreak/>
        <w:t>257.5895</w:t>
      </w:r>
      <w:r>
        <w:tab/>
        <w:t>1.013e0</w:t>
      </w:r>
    </w:p>
    <w:p w:rsidR="00295810" w:rsidRDefault="00295810" w:rsidP="00295810">
      <w:r>
        <w:t>257.6117</w:t>
      </w:r>
      <w:r>
        <w:tab/>
        <w:t>1.013e0</w:t>
      </w:r>
    </w:p>
    <w:p w:rsidR="00295810" w:rsidRDefault="00295810" w:rsidP="00295810">
      <w:r>
        <w:t>257.6584</w:t>
      </w:r>
      <w:r>
        <w:tab/>
        <w:t>1.013e0</w:t>
      </w:r>
    </w:p>
    <w:p w:rsidR="00295810" w:rsidRDefault="00295810" w:rsidP="00295810">
      <w:r>
        <w:t>257.7274</w:t>
      </w:r>
      <w:r>
        <w:tab/>
        <w:t>1.013e0</w:t>
      </w:r>
    </w:p>
    <w:p w:rsidR="00295810" w:rsidRDefault="00295810" w:rsidP="00295810">
      <w:r>
        <w:t>257.8709</w:t>
      </w:r>
      <w:r>
        <w:tab/>
        <w:t>3.038e0</w:t>
      </w:r>
    </w:p>
    <w:p w:rsidR="00295810" w:rsidRDefault="00295810" w:rsidP="00295810">
      <w:r>
        <w:t>257.9491</w:t>
      </w:r>
      <w:r>
        <w:tab/>
        <w:t>2.025e0</w:t>
      </w:r>
    </w:p>
    <w:p w:rsidR="00295810" w:rsidRDefault="00295810" w:rsidP="00295810">
      <w:r>
        <w:t>258.1063</w:t>
      </w:r>
      <w:r>
        <w:tab/>
        <w:t>2.025e0</w:t>
      </w:r>
    </w:p>
    <w:p w:rsidR="00295810" w:rsidRDefault="00295810" w:rsidP="00295810">
      <w:r>
        <w:t>258.1871</w:t>
      </w:r>
      <w:r>
        <w:tab/>
        <w:t>1.013e0</w:t>
      </w:r>
    </w:p>
    <w:p w:rsidR="00295810" w:rsidRDefault="00295810" w:rsidP="00295810">
      <w:r>
        <w:t>258.3191</w:t>
      </w:r>
      <w:r>
        <w:tab/>
        <w:t>1.013e0</w:t>
      </w:r>
    </w:p>
    <w:p w:rsidR="00295810" w:rsidRDefault="00295810" w:rsidP="00295810">
      <w:r>
        <w:t>258.4090</w:t>
      </w:r>
      <w:r>
        <w:tab/>
        <w:t>1.013e0</w:t>
      </w:r>
    </w:p>
    <w:p w:rsidR="00295810" w:rsidRDefault="00295810" w:rsidP="00295810">
      <w:r>
        <w:t>258.4614</w:t>
      </w:r>
      <w:r>
        <w:tab/>
        <w:t>1.013e0</w:t>
      </w:r>
    </w:p>
    <w:p w:rsidR="00295810" w:rsidRDefault="00295810" w:rsidP="00295810">
      <w:r>
        <w:t>258.6352</w:t>
      </w:r>
      <w:r>
        <w:tab/>
        <w:t>1.013e0</w:t>
      </w:r>
    </w:p>
    <w:p w:rsidR="00295810" w:rsidRDefault="00295810" w:rsidP="00295810">
      <w:r>
        <w:t>258.7075</w:t>
      </w:r>
      <w:r>
        <w:tab/>
        <w:t>2.025e0</w:t>
      </w:r>
    </w:p>
    <w:p w:rsidR="00295810" w:rsidRDefault="00295810" w:rsidP="00295810">
      <w:r>
        <w:t>258.7552</w:t>
      </w:r>
      <w:r>
        <w:tab/>
        <w:t>1.013e0</w:t>
      </w:r>
    </w:p>
    <w:p w:rsidR="00295810" w:rsidRDefault="00295810" w:rsidP="00295810">
      <w:r>
        <w:t>258.8577</w:t>
      </w:r>
      <w:r>
        <w:tab/>
        <w:t>1.013e0</w:t>
      </w:r>
    </w:p>
    <w:p w:rsidR="00295810" w:rsidRDefault="00295810" w:rsidP="00295810">
      <w:r>
        <w:t>258.9274</w:t>
      </w:r>
      <w:r>
        <w:tab/>
        <w:t>3.038e0</w:t>
      </w:r>
    </w:p>
    <w:p w:rsidR="00295810" w:rsidRDefault="00295810" w:rsidP="00295810">
      <w:r>
        <w:t>258.9958</w:t>
      </w:r>
      <w:r>
        <w:tab/>
        <w:t>2.025e0</w:t>
      </w:r>
    </w:p>
    <w:p w:rsidR="00295810" w:rsidRDefault="00295810" w:rsidP="00295810">
      <w:r>
        <w:t>259.0975</w:t>
      </w:r>
      <w:r>
        <w:tab/>
        <w:t>1.013e0</w:t>
      </w:r>
    </w:p>
    <w:p w:rsidR="00295810" w:rsidRDefault="00295810" w:rsidP="00295810">
      <w:r>
        <w:t>259.1450</w:t>
      </w:r>
      <w:r>
        <w:tab/>
        <w:t>7.089e0</w:t>
      </w:r>
    </w:p>
    <w:p w:rsidR="00295810" w:rsidRDefault="00295810" w:rsidP="00295810">
      <w:r>
        <w:lastRenderedPageBreak/>
        <w:t>259.2386</w:t>
      </w:r>
      <w:r>
        <w:tab/>
        <w:t>2.025e0</w:t>
      </w:r>
    </w:p>
    <w:p w:rsidR="00295810" w:rsidRDefault="00295810" w:rsidP="00295810">
      <w:r>
        <w:t>259.5161</w:t>
      </w:r>
      <w:r>
        <w:tab/>
        <w:t>1.013e0</w:t>
      </w:r>
    </w:p>
    <w:p w:rsidR="00295810" w:rsidRDefault="00295810" w:rsidP="00295810">
      <w:r>
        <w:t>259.7116</w:t>
      </w:r>
      <w:r>
        <w:tab/>
        <w:t>2.025e0</w:t>
      </w:r>
    </w:p>
    <w:p w:rsidR="00295810" w:rsidRDefault="00295810" w:rsidP="00295810">
      <w:r>
        <w:t>259.9873</w:t>
      </w:r>
      <w:r>
        <w:tab/>
        <w:t>1.013e0</w:t>
      </w:r>
    </w:p>
    <w:p w:rsidR="00295810" w:rsidRDefault="00295810" w:rsidP="00295810">
      <w:r>
        <w:t>260.0349</w:t>
      </w:r>
      <w:r>
        <w:tab/>
        <w:t>1.013e0</w:t>
      </w:r>
    </w:p>
    <w:p w:rsidR="00295810" w:rsidRDefault="00295810" w:rsidP="00295810">
      <w:r>
        <w:t>260.0820</w:t>
      </w:r>
      <w:r>
        <w:tab/>
        <w:t>2.025e0</w:t>
      </w:r>
    </w:p>
    <w:p w:rsidR="00295810" w:rsidRDefault="00295810" w:rsidP="00295810">
      <w:r>
        <w:t>260.1214</w:t>
      </w:r>
      <w:r>
        <w:tab/>
        <w:t>1.013e0</w:t>
      </w:r>
    </w:p>
    <w:p w:rsidR="00295810" w:rsidRDefault="00295810" w:rsidP="00295810">
      <w:r>
        <w:t>260.1711</w:t>
      </w:r>
      <w:r>
        <w:tab/>
        <w:t>1.013e0</w:t>
      </w:r>
    </w:p>
    <w:p w:rsidR="00295810" w:rsidRDefault="00295810" w:rsidP="00295810">
      <w:r>
        <w:t>260.1952</w:t>
      </w:r>
      <w:r>
        <w:tab/>
        <w:t>2.025e0</w:t>
      </w:r>
    </w:p>
    <w:p w:rsidR="00295810" w:rsidRDefault="00295810" w:rsidP="00295810">
      <w:r>
        <w:t>260.2494</w:t>
      </w:r>
      <w:r>
        <w:tab/>
        <w:t>2.025e0</w:t>
      </w:r>
    </w:p>
    <w:p w:rsidR="00295810" w:rsidRDefault="00295810" w:rsidP="00295810">
      <w:r>
        <w:t>260.2953</w:t>
      </w:r>
      <w:r>
        <w:tab/>
        <w:t>1.013e0</w:t>
      </w:r>
    </w:p>
    <w:p w:rsidR="00295810" w:rsidRDefault="00295810" w:rsidP="00295810">
      <w:r>
        <w:t>260.3552</w:t>
      </w:r>
      <w:r>
        <w:tab/>
        <w:t>1.013e0</w:t>
      </w:r>
    </w:p>
    <w:p w:rsidR="00295810" w:rsidRDefault="00295810" w:rsidP="00295810">
      <w:r>
        <w:t>260.3996</w:t>
      </w:r>
      <w:r>
        <w:tab/>
        <w:t>1.013e0</w:t>
      </w:r>
    </w:p>
    <w:p w:rsidR="00295810" w:rsidRDefault="00295810" w:rsidP="00295810">
      <w:r>
        <w:t>260.5491</w:t>
      </w:r>
      <w:r>
        <w:tab/>
        <w:t>2.025e0</w:t>
      </w:r>
    </w:p>
    <w:p w:rsidR="00295810" w:rsidRDefault="00295810" w:rsidP="00295810">
      <w:r>
        <w:t>260.9578</w:t>
      </w:r>
      <w:r>
        <w:tab/>
        <w:t>2.025e0</w:t>
      </w:r>
    </w:p>
    <w:p w:rsidR="00295810" w:rsidRDefault="00295810" w:rsidP="00295810">
      <w:r>
        <w:t>260.9976</w:t>
      </w:r>
      <w:r>
        <w:tab/>
        <w:t>2.025e0</w:t>
      </w:r>
    </w:p>
    <w:p w:rsidR="00295810" w:rsidRDefault="00295810" w:rsidP="00295810">
      <w:r>
        <w:t>261.0290</w:t>
      </w:r>
      <w:r>
        <w:tab/>
        <w:t>2.025e0</w:t>
      </w:r>
    </w:p>
    <w:p w:rsidR="00295810" w:rsidRDefault="00295810" w:rsidP="00295810">
      <w:r>
        <w:t>261.0938</w:t>
      </w:r>
      <w:r>
        <w:tab/>
        <w:t>1.013e0</w:t>
      </w:r>
    </w:p>
    <w:p w:rsidR="00295810" w:rsidRDefault="00295810" w:rsidP="00295810">
      <w:r>
        <w:t>261.1331</w:t>
      </w:r>
      <w:r>
        <w:tab/>
        <w:t>3.038e0</w:t>
      </w:r>
    </w:p>
    <w:p w:rsidR="00295810" w:rsidRDefault="00295810" w:rsidP="00295810">
      <w:r>
        <w:lastRenderedPageBreak/>
        <w:t>261.2444</w:t>
      </w:r>
      <w:r>
        <w:tab/>
        <w:t>1.013e0</w:t>
      </w:r>
    </w:p>
    <w:p w:rsidR="00295810" w:rsidRDefault="00295810" w:rsidP="00295810">
      <w:r>
        <w:t>261.3728</w:t>
      </w:r>
      <w:r>
        <w:tab/>
        <w:t>1.013e0</w:t>
      </w:r>
    </w:p>
    <w:p w:rsidR="00295810" w:rsidRDefault="00295810" w:rsidP="00295810">
      <w:r>
        <w:t>261.4068</w:t>
      </w:r>
      <w:r>
        <w:tab/>
        <w:t>1.013e0</w:t>
      </w:r>
    </w:p>
    <w:p w:rsidR="00295810" w:rsidRDefault="00295810" w:rsidP="00295810">
      <w:r>
        <w:t>261.4709</w:t>
      </w:r>
      <w:r>
        <w:tab/>
        <w:t>1.013e0</w:t>
      </w:r>
    </w:p>
    <w:p w:rsidR="00295810" w:rsidRDefault="00295810" w:rsidP="00295810">
      <w:r>
        <w:t>261.5452</w:t>
      </w:r>
      <w:r>
        <w:tab/>
        <w:t>1.013e0</w:t>
      </w:r>
    </w:p>
    <w:p w:rsidR="00295810" w:rsidRDefault="00295810" w:rsidP="00295810">
      <w:r>
        <w:t>261.6051</w:t>
      </w:r>
      <w:r>
        <w:tab/>
        <w:t>1.013e0</w:t>
      </w:r>
    </w:p>
    <w:p w:rsidR="00295810" w:rsidRDefault="00295810" w:rsidP="00295810">
      <w:r>
        <w:t>261.6519</w:t>
      </w:r>
      <w:r>
        <w:tab/>
        <w:t>1.013e0</w:t>
      </w:r>
    </w:p>
    <w:p w:rsidR="00295810" w:rsidRDefault="00295810" w:rsidP="00295810">
      <w:r>
        <w:t>261.8405</w:t>
      </w:r>
      <w:r>
        <w:tab/>
        <w:t>1.013e0</w:t>
      </w:r>
    </w:p>
    <w:p w:rsidR="00295810" w:rsidRDefault="00295810" w:rsidP="00295810">
      <w:r>
        <w:t>261.9232</w:t>
      </w:r>
      <w:r>
        <w:tab/>
        <w:t>1.013e0</w:t>
      </w:r>
    </w:p>
    <w:p w:rsidR="00295810" w:rsidRDefault="00295810" w:rsidP="00295810">
      <w:r>
        <w:t>261.9796</w:t>
      </w:r>
      <w:r>
        <w:tab/>
        <w:t>1.013e0</w:t>
      </w:r>
    </w:p>
    <w:p w:rsidR="00295810" w:rsidRDefault="00295810" w:rsidP="00295810">
      <w:r>
        <w:t>262.0478</w:t>
      </w:r>
      <w:r>
        <w:tab/>
        <w:t>2.025e0</w:t>
      </w:r>
    </w:p>
    <w:p w:rsidR="00295810" w:rsidRDefault="00295810" w:rsidP="00295810">
      <w:r>
        <w:t>262.0779</w:t>
      </w:r>
      <w:r>
        <w:tab/>
        <w:t>1.013e0</w:t>
      </w:r>
    </w:p>
    <w:p w:rsidR="00295810" w:rsidRDefault="00295810" w:rsidP="00295810">
      <w:r>
        <w:t>262.1403</w:t>
      </w:r>
      <w:r>
        <w:tab/>
        <w:t>2.025e0</w:t>
      </w:r>
    </w:p>
    <w:p w:rsidR="00295810" w:rsidRDefault="00295810" w:rsidP="00295810">
      <w:r>
        <w:t>262.1684</w:t>
      </w:r>
      <w:r>
        <w:tab/>
        <w:t>3.038e0</w:t>
      </w:r>
    </w:p>
    <w:p w:rsidR="00295810" w:rsidRDefault="00295810" w:rsidP="00295810">
      <w:r>
        <w:t>262.2327</w:t>
      </w:r>
      <w:r>
        <w:tab/>
        <w:t>1.013e0</w:t>
      </w:r>
    </w:p>
    <w:p w:rsidR="00295810" w:rsidRDefault="00295810" w:rsidP="00295810">
      <w:r>
        <w:t>262.3648</w:t>
      </w:r>
      <w:r>
        <w:tab/>
        <w:t>1.013e0</w:t>
      </w:r>
    </w:p>
    <w:p w:rsidR="00295810" w:rsidRDefault="00295810" w:rsidP="00295810">
      <w:r>
        <w:t>262.4607</w:t>
      </w:r>
      <w:r>
        <w:tab/>
        <w:t>2.025e0</w:t>
      </w:r>
    </w:p>
    <w:p w:rsidR="00295810" w:rsidRDefault="00295810" w:rsidP="00295810">
      <w:r>
        <w:t>262.5345</w:t>
      </w:r>
      <w:r>
        <w:tab/>
        <w:t>1.013e0</w:t>
      </w:r>
    </w:p>
    <w:p w:rsidR="00295810" w:rsidRDefault="00295810" w:rsidP="00295810">
      <w:r>
        <w:t>262.6025</w:t>
      </w:r>
      <w:r>
        <w:tab/>
        <w:t>1.013e0</w:t>
      </w:r>
    </w:p>
    <w:p w:rsidR="00295810" w:rsidRDefault="00295810" w:rsidP="00295810">
      <w:r>
        <w:lastRenderedPageBreak/>
        <w:t>262.7663</w:t>
      </w:r>
      <w:r>
        <w:tab/>
        <w:t>2.025e0</w:t>
      </w:r>
    </w:p>
    <w:p w:rsidR="00295810" w:rsidRDefault="00295810" w:rsidP="00295810">
      <w:r>
        <w:t>262.8479</w:t>
      </w:r>
      <w:r>
        <w:tab/>
        <w:t>1.013e0</w:t>
      </w:r>
    </w:p>
    <w:p w:rsidR="00295810" w:rsidRDefault="00295810" w:rsidP="00295810">
      <w:r>
        <w:t>262.8710</w:t>
      </w:r>
      <w:r>
        <w:tab/>
        <w:t>2.025e0</w:t>
      </w:r>
    </w:p>
    <w:p w:rsidR="00295810" w:rsidRDefault="00295810" w:rsidP="00295810">
      <w:r>
        <w:t>262.9346</w:t>
      </w:r>
      <w:r>
        <w:tab/>
        <w:t>1.013e0</w:t>
      </w:r>
    </w:p>
    <w:p w:rsidR="00295810" w:rsidRDefault="00295810" w:rsidP="00295810">
      <w:r>
        <w:t>262.9608</w:t>
      </w:r>
      <w:r>
        <w:tab/>
        <w:t>1.013e0</w:t>
      </w:r>
    </w:p>
    <w:p w:rsidR="00295810" w:rsidRDefault="00295810" w:rsidP="00295810">
      <w:r>
        <w:t>263.0028</w:t>
      </w:r>
      <w:r>
        <w:tab/>
        <w:t>1.013e0</w:t>
      </w:r>
    </w:p>
    <w:p w:rsidR="00295810" w:rsidRDefault="00295810" w:rsidP="00295810">
      <w:r>
        <w:t>263.4426</w:t>
      </w:r>
      <w:r>
        <w:tab/>
        <w:t>1.013e0</w:t>
      </w:r>
    </w:p>
    <w:p w:rsidR="00295810" w:rsidRDefault="00295810" w:rsidP="00295810">
      <w:r>
        <w:t>263.4635</w:t>
      </w:r>
      <w:r>
        <w:tab/>
        <w:t>1.013e0</w:t>
      </w:r>
    </w:p>
    <w:p w:rsidR="00295810" w:rsidRDefault="00295810" w:rsidP="00295810">
      <w:r>
        <w:t>263.5066</w:t>
      </w:r>
      <w:r>
        <w:tab/>
        <w:t>2.025e0</w:t>
      </w:r>
    </w:p>
    <w:p w:rsidR="00295810" w:rsidRDefault="00295810" w:rsidP="00295810">
      <w:r>
        <w:t>263.5427</w:t>
      </w:r>
      <w:r>
        <w:tab/>
        <w:t>1.013e0</w:t>
      </w:r>
    </w:p>
    <w:p w:rsidR="00295810" w:rsidRDefault="00295810" w:rsidP="00295810">
      <w:r>
        <w:t>263.5844</w:t>
      </w:r>
      <w:r>
        <w:tab/>
        <w:t>1.013e0</w:t>
      </w:r>
    </w:p>
    <w:p w:rsidR="00295810" w:rsidRDefault="00295810" w:rsidP="00295810">
      <w:r>
        <w:t>263.6711</w:t>
      </w:r>
      <w:r>
        <w:tab/>
        <w:t>1.013e0</w:t>
      </w:r>
    </w:p>
    <w:p w:rsidR="00295810" w:rsidRDefault="00295810" w:rsidP="00295810">
      <w:r>
        <w:t>263.6975</w:t>
      </w:r>
      <w:r>
        <w:tab/>
        <w:t>1.013e0</w:t>
      </w:r>
    </w:p>
    <w:p w:rsidR="00295810" w:rsidRDefault="00295810" w:rsidP="00295810">
      <w:r>
        <w:t>263.7392</w:t>
      </w:r>
      <w:r>
        <w:tab/>
        <w:t>1.013e0</w:t>
      </w:r>
    </w:p>
    <w:p w:rsidR="00295810" w:rsidRDefault="00295810" w:rsidP="00295810">
      <w:r>
        <w:t>263.7742</w:t>
      </w:r>
      <w:r>
        <w:tab/>
        <w:t>1.013e0</w:t>
      </w:r>
    </w:p>
    <w:p w:rsidR="00295810" w:rsidRDefault="00295810" w:rsidP="00295810">
      <w:r>
        <w:t>263.8261</w:t>
      </w:r>
      <w:r>
        <w:tab/>
        <w:t>1.013e0</w:t>
      </w:r>
    </w:p>
    <w:p w:rsidR="00295810" w:rsidRDefault="00295810" w:rsidP="00295810">
      <w:r>
        <w:t>263.9955</w:t>
      </w:r>
      <w:r>
        <w:tab/>
        <w:t>1.013e0</w:t>
      </w:r>
    </w:p>
    <w:p w:rsidR="00295810" w:rsidRDefault="00295810" w:rsidP="00295810">
      <w:r>
        <w:t>264.0640</w:t>
      </w:r>
      <w:r>
        <w:tab/>
        <w:t>1.013e0</w:t>
      </w:r>
    </w:p>
    <w:p w:rsidR="00295810" w:rsidRDefault="00295810" w:rsidP="00295810">
      <w:r>
        <w:t>264.0962</w:t>
      </w:r>
      <w:r>
        <w:tab/>
        <w:t>2.025e0</w:t>
      </w:r>
    </w:p>
    <w:p w:rsidR="00295810" w:rsidRDefault="00295810" w:rsidP="00295810">
      <w:r>
        <w:lastRenderedPageBreak/>
        <w:t>264.1374</w:t>
      </w:r>
      <w:r>
        <w:tab/>
        <w:t>2.025e0</w:t>
      </w:r>
    </w:p>
    <w:p w:rsidR="00295810" w:rsidRDefault="00295810" w:rsidP="00295810">
      <w:r>
        <w:t>264.1812</w:t>
      </w:r>
      <w:r>
        <w:tab/>
        <w:t>3.038e0</w:t>
      </w:r>
    </w:p>
    <w:p w:rsidR="00295810" w:rsidRDefault="00295810" w:rsidP="00295810">
      <w:r>
        <w:t>264.3882</w:t>
      </w:r>
      <w:r>
        <w:tab/>
        <w:t>1.013e0</w:t>
      </w:r>
    </w:p>
    <w:p w:rsidR="00295810" w:rsidRDefault="00295810" w:rsidP="00295810">
      <w:r>
        <w:t>264.4873</w:t>
      </w:r>
      <w:r>
        <w:tab/>
        <w:t>2.025e0</w:t>
      </w:r>
    </w:p>
    <w:p w:rsidR="00295810" w:rsidRDefault="00295810" w:rsidP="00295810">
      <w:r>
        <w:t>264.6253</w:t>
      </w:r>
      <w:r>
        <w:tab/>
        <w:t>2.025e0</w:t>
      </w:r>
    </w:p>
    <w:p w:rsidR="00295810" w:rsidRDefault="00295810" w:rsidP="00295810">
      <w:r>
        <w:t>264.7108</w:t>
      </w:r>
      <w:r>
        <w:tab/>
        <w:t>1.013e0</w:t>
      </w:r>
    </w:p>
    <w:p w:rsidR="00295810" w:rsidRDefault="00295810" w:rsidP="00295810">
      <w:r>
        <w:t>264.8464</w:t>
      </w:r>
      <w:r>
        <w:tab/>
        <w:t>1.013e0</w:t>
      </w:r>
    </w:p>
    <w:p w:rsidR="00295810" w:rsidRDefault="00295810" w:rsidP="00295810">
      <w:r>
        <w:t>265.0164</w:t>
      </w:r>
      <w:r>
        <w:tab/>
        <w:t>2.025e0</w:t>
      </w:r>
    </w:p>
    <w:p w:rsidR="00295810" w:rsidRDefault="00295810" w:rsidP="00295810">
      <w:r>
        <w:t>265.0490</w:t>
      </w:r>
      <w:r>
        <w:tab/>
        <w:t>1.013e0</w:t>
      </w:r>
    </w:p>
    <w:p w:rsidR="00295810" w:rsidRDefault="00295810" w:rsidP="00295810">
      <w:r>
        <w:t>265.1007</w:t>
      </w:r>
      <w:r>
        <w:tab/>
        <w:t>2.025e0</w:t>
      </w:r>
    </w:p>
    <w:p w:rsidR="00295810" w:rsidRDefault="00295810" w:rsidP="00295810">
      <w:r>
        <w:t>265.1792</w:t>
      </w:r>
      <w:r>
        <w:tab/>
        <w:t>1.013e0</w:t>
      </w:r>
    </w:p>
    <w:p w:rsidR="00295810" w:rsidRDefault="00295810" w:rsidP="00295810">
      <w:r>
        <w:t>265.2662</w:t>
      </w:r>
      <w:r>
        <w:tab/>
        <w:t>1.013e0</w:t>
      </w:r>
    </w:p>
    <w:p w:rsidR="00295810" w:rsidRDefault="00295810" w:rsidP="00295810">
      <w:r>
        <w:t>265.4478</w:t>
      </w:r>
      <w:r>
        <w:tab/>
        <w:t>1.013e0</w:t>
      </w:r>
    </w:p>
    <w:p w:rsidR="00295810" w:rsidRDefault="00295810" w:rsidP="00295810">
      <w:r>
        <w:t>265.5084</w:t>
      </w:r>
      <w:r>
        <w:tab/>
        <w:t>1.013e0</w:t>
      </w:r>
    </w:p>
    <w:p w:rsidR="00295810" w:rsidRDefault="00295810" w:rsidP="00295810">
      <w:r>
        <w:t>265.5791</w:t>
      </w:r>
      <w:r>
        <w:tab/>
        <w:t>2.025e0</w:t>
      </w:r>
    </w:p>
    <w:p w:rsidR="00295810" w:rsidRDefault="00295810" w:rsidP="00295810">
      <w:r>
        <w:t>265.6178</w:t>
      </w:r>
      <w:r>
        <w:tab/>
        <w:t>2.025e0</w:t>
      </w:r>
    </w:p>
    <w:p w:rsidR="00295810" w:rsidRDefault="00295810" w:rsidP="00295810">
      <w:r>
        <w:t>265.6596</w:t>
      </w:r>
      <w:r>
        <w:tab/>
        <w:t>1.013e0</w:t>
      </w:r>
    </w:p>
    <w:p w:rsidR="00295810" w:rsidRDefault="00295810" w:rsidP="00295810">
      <w:r>
        <w:t>265.6937</w:t>
      </w:r>
      <w:r>
        <w:tab/>
        <w:t>1.013e0</w:t>
      </w:r>
    </w:p>
    <w:p w:rsidR="00295810" w:rsidRDefault="00295810" w:rsidP="00295810">
      <w:r>
        <w:t>265.8188</w:t>
      </w:r>
      <w:r>
        <w:tab/>
        <w:t>1.013e0</w:t>
      </w:r>
    </w:p>
    <w:p w:rsidR="00295810" w:rsidRDefault="00295810" w:rsidP="00295810">
      <w:r>
        <w:lastRenderedPageBreak/>
        <w:t>265.8452</w:t>
      </w:r>
      <w:r>
        <w:tab/>
        <w:t>1.013e0</w:t>
      </w:r>
    </w:p>
    <w:p w:rsidR="00295810" w:rsidRDefault="00295810" w:rsidP="00295810">
      <w:r>
        <w:t>265.9946</w:t>
      </w:r>
      <w:r>
        <w:tab/>
        <w:t>2.025e0</w:t>
      </w:r>
    </w:p>
    <w:p w:rsidR="00295810" w:rsidRDefault="00295810" w:rsidP="00295810">
      <w:r>
        <w:t>266.0201</w:t>
      </w:r>
      <w:r>
        <w:tab/>
        <w:t>3.038e0</w:t>
      </w:r>
    </w:p>
    <w:p w:rsidR="00295810" w:rsidRDefault="00295810" w:rsidP="00295810">
      <w:r>
        <w:t>266.1061</w:t>
      </w:r>
      <w:r>
        <w:tab/>
        <w:t>1.013e0</w:t>
      </w:r>
    </w:p>
    <w:p w:rsidR="00295810" w:rsidRDefault="00295810" w:rsidP="00295810">
      <w:r>
        <w:t>266.2176</w:t>
      </w:r>
      <w:r>
        <w:tab/>
        <w:t>1.013e0</w:t>
      </w:r>
    </w:p>
    <w:p w:rsidR="00295810" w:rsidRDefault="00295810" w:rsidP="00295810">
      <w:r>
        <w:t>266.2614</w:t>
      </w:r>
      <w:r>
        <w:tab/>
        <w:t>1.013e0</w:t>
      </w:r>
    </w:p>
    <w:p w:rsidR="00295810" w:rsidRDefault="00295810" w:rsidP="00295810">
      <w:r>
        <w:t>266.5019</w:t>
      </w:r>
      <w:r>
        <w:tab/>
        <w:t>3.038e0</w:t>
      </w:r>
    </w:p>
    <w:p w:rsidR="00295810" w:rsidRDefault="00295810" w:rsidP="00295810">
      <w:r>
        <w:t>266.6640</w:t>
      </w:r>
      <w:r>
        <w:tab/>
        <w:t>1.013e0</w:t>
      </w:r>
    </w:p>
    <w:p w:rsidR="00295810" w:rsidRDefault="00295810" w:rsidP="00295810">
      <w:r>
        <w:t>266.7034</w:t>
      </w:r>
      <w:r>
        <w:tab/>
        <w:t>2.025e0</w:t>
      </w:r>
    </w:p>
    <w:p w:rsidR="00295810" w:rsidRDefault="00295810" w:rsidP="00295810">
      <w:r>
        <w:t>266.7462</w:t>
      </w:r>
      <w:r>
        <w:tab/>
        <w:t>1.013e0</w:t>
      </w:r>
    </w:p>
    <w:p w:rsidR="00295810" w:rsidRDefault="00295810" w:rsidP="00295810">
      <w:r>
        <w:t>266.8121</w:t>
      </w:r>
      <w:r>
        <w:tab/>
        <w:t>2.025e0</w:t>
      </w:r>
    </w:p>
    <w:p w:rsidR="00295810" w:rsidRDefault="00295810" w:rsidP="00295810">
      <w:r>
        <w:t>266.8558</w:t>
      </w:r>
      <w:r>
        <w:tab/>
        <w:t>1.013e0</w:t>
      </w:r>
    </w:p>
    <w:p w:rsidR="00295810" w:rsidRDefault="00295810" w:rsidP="00295810">
      <w:r>
        <w:t>267.0944</w:t>
      </w:r>
      <w:r>
        <w:tab/>
        <w:t>1.013e0</w:t>
      </w:r>
    </w:p>
    <w:p w:rsidR="00295810" w:rsidRDefault="00295810" w:rsidP="00295810">
      <w:r>
        <w:t>267.1338</w:t>
      </w:r>
      <w:r>
        <w:tab/>
        <w:t>1.231e0</w:t>
      </w:r>
    </w:p>
    <w:p w:rsidR="00295810" w:rsidRDefault="00295810" w:rsidP="00295810">
      <w:r>
        <w:t>267.1597</w:t>
      </w:r>
      <w:r>
        <w:tab/>
        <w:t>2.025e0</w:t>
      </w:r>
    </w:p>
    <w:p w:rsidR="00295810" w:rsidRDefault="00295810" w:rsidP="00295810">
      <w:r>
        <w:t>267.2204</w:t>
      </w:r>
      <w:r>
        <w:tab/>
        <w:t>3.038e0</w:t>
      </w:r>
    </w:p>
    <w:p w:rsidR="00295810" w:rsidRDefault="00295810" w:rsidP="00295810">
      <w:r>
        <w:t>267.2803</w:t>
      </w:r>
      <w:r>
        <w:tab/>
        <w:t>1.013e0</w:t>
      </w:r>
    </w:p>
    <w:p w:rsidR="00295810" w:rsidRDefault="00295810" w:rsidP="00295810">
      <w:r>
        <w:t>267.3937</w:t>
      </w:r>
      <w:r>
        <w:tab/>
        <w:t>1.013e0</w:t>
      </w:r>
    </w:p>
    <w:p w:rsidR="00295810" w:rsidRDefault="00295810" w:rsidP="00295810">
      <w:r>
        <w:t>267.4162</w:t>
      </w:r>
      <w:r>
        <w:tab/>
        <w:t>1.013e0</w:t>
      </w:r>
    </w:p>
    <w:p w:rsidR="00295810" w:rsidRDefault="00295810" w:rsidP="00295810">
      <w:r>
        <w:lastRenderedPageBreak/>
        <w:t>267.4583</w:t>
      </w:r>
      <w:r>
        <w:tab/>
        <w:t>1.013e0</w:t>
      </w:r>
    </w:p>
    <w:p w:rsidR="00295810" w:rsidRDefault="00295810" w:rsidP="00295810">
      <w:r>
        <w:t>267.5301</w:t>
      </w:r>
      <w:r>
        <w:tab/>
        <w:t>2.025e0</w:t>
      </w:r>
    </w:p>
    <w:p w:rsidR="00295810" w:rsidRDefault="00295810" w:rsidP="00295810">
      <w:r>
        <w:t>267.6759</w:t>
      </w:r>
      <w:r>
        <w:tab/>
        <w:t>1.013e0</w:t>
      </w:r>
    </w:p>
    <w:p w:rsidR="00295810" w:rsidRDefault="00295810" w:rsidP="00295810">
      <w:r>
        <w:t>267.7007</w:t>
      </w:r>
      <w:r>
        <w:tab/>
        <w:t>2.025e0</w:t>
      </w:r>
    </w:p>
    <w:p w:rsidR="00295810" w:rsidRDefault="00295810" w:rsidP="00295810">
      <w:r>
        <w:t>267.8288</w:t>
      </w:r>
      <w:r>
        <w:tab/>
        <w:t>1.013e0</w:t>
      </w:r>
    </w:p>
    <w:p w:rsidR="00295810" w:rsidRDefault="00295810" w:rsidP="00295810">
      <w:r>
        <w:t>267.8674</w:t>
      </w:r>
      <w:r>
        <w:tab/>
        <w:t>1.013e0</w:t>
      </w:r>
    </w:p>
    <w:p w:rsidR="00295810" w:rsidRDefault="00295810" w:rsidP="00295810">
      <w:r>
        <w:t>267.9585</w:t>
      </w:r>
      <w:r>
        <w:tab/>
        <w:t>1.013e0</w:t>
      </w:r>
    </w:p>
    <w:p w:rsidR="00295810" w:rsidRDefault="00295810" w:rsidP="00295810">
      <w:r>
        <w:t>268.0721</w:t>
      </w:r>
      <w:r>
        <w:tab/>
        <w:t>1.013e0</w:t>
      </w:r>
    </w:p>
    <w:p w:rsidR="00295810" w:rsidRDefault="00295810" w:rsidP="00295810">
      <w:r>
        <w:t>268.1143</w:t>
      </w:r>
      <w:r>
        <w:tab/>
        <w:t>2.025e0</w:t>
      </w:r>
    </w:p>
    <w:p w:rsidR="00295810" w:rsidRDefault="00295810" w:rsidP="00295810">
      <w:r>
        <w:t>268.1500</w:t>
      </w:r>
      <w:r>
        <w:tab/>
        <w:t>1.013e0</w:t>
      </w:r>
    </w:p>
    <w:p w:rsidR="00295810" w:rsidRDefault="00295810" w:rsidP="00295810">
      <w:r>
        <w:t>268.1806</w:t>
      </w:r>
      <w:r>
        <w:tab/>
        <w:t>1.013e0</w:t>
      </w:r>
    </w:p>
    <w:p w:rsidR="00295810" w:rsidRDefault="00295810" w:rsidP="00295810">
      <w:r>
        <w:t>268.2489</w:t>
      </w:r>
      <w:r>
        <w:tab/>
        <w:t>2.025e0</w:t>
      </w:r>
    </w:p>
    <w:p w:rsidR="00295810" w:rsidRDefault="00295810" w:rsidP="00295810">
      <w:r>
        <w:t>268.4515</w:t>
      </w:r>
      <w:r>
        <w:tab/>
        <w:t>2.025e0</w:t>
      </w:r>
    </w:p>
    <w:p w:rsidR="00295810" w:rsidRDefault="00295810" w:rsidP="00295810">
      <w:r>
        <w:t>268.5675</w:t>
      </w:r>
      <w:r>
        <w:tab/>
        <w:t>2.025e0</w:t>
      </w:r>
    </w:p>
    <w:p w:rsidR="00295810" w:rsidRDefault="00295810" w:rsidP="00295810">
      <w:r>
        <w:t>268.6068</w:t>
      </w:r>
      <w:r>
        <w:tab/>
        <w:t>1.013e0</w:t>
      </w:r>
    </w:p>
    <w:p w:rsidR="00295810" w:rsidRDefault="00295810" w:rsidP="00295810">
      <w:r>
        <w:t>268.6295</w:t>
      </w:r>
      <w:r>
        <w:tab/>
        <w:t>1.013e0</w:t>
      </w:r>
    </w:p>
    <w:p w:rsidR="00295810" w:rsidRDefault="00295810" w:rsidP="00295810">
      <w:r>
        <w:t>268.7167</w:t>
      </w:r>
      <w:r>
        <w:tab/>
        <w:t>1.013e0</w:t>
      </w:r>
    </w:p>
    <w:p w:rsidR="00295810" w:rsidRDefault="00295810" w:rsidP="00295810">
      <w:r>
        <w:t>268.7472</w:t>
      </w:r>
      <w:r>
        <w:tab/>
        <w:t>1.013e0</w:t>
      </w:r>
    </w:p>
    <w:p w:rsidR="00295810" w:rsidRDefault="00295810" w:rsidP="00295810">
      <w:r>
        <w:t>268.9656</w:t>
      </w:r>
      <w:r>
        <w:tab/>
        <w:t>2.025e0</w:t>
      </w:r>
    </w:p>
    <w:p w:rsidR="00295810" w:rsidRDefault="00295810" w:rsidP="00295810">
      <w:r>
        <w:lastRenderedPageBreak/>
        <w:t>269.0338</w:t>
      </w:r>
      <w:r>
        <w:tab/>
        <w:t>1.013e0</w:t>
      </w:r>
    </w:p>
    <w:p w:rsidR="00295810" w:rsidRDefault="00295810" w:rsidP="00295810">
      <w:r>
        <w:t>269.0952</w:t>
      </w:r>
      <w:r>
        <w:tab/>
        <w:t>1.013e0</w:t>
      </w:r>
    </w:p>
    <w:p w:rsidR="00295810" w:rsidRDefault="00295810" w:rsidP="00295810">
      <w:r>
        <w:t>269.1909</w:t>
      </w:r>
      <w:r>
        <w:tab/>
        <w:t>1.013e0</w:t>
      </w:r>
    </w:p>
    <w:p w:rsidR="00295810" w:rsidRDefault="00295810" w:rsidP="00295810">
      <w:r>
        <w:t>269.2129</w:t>
      </w:r>
      <w:r>
        <w:tab/>
        <w:t>1.013e0</w:t>
      </w:r>
    </w:p>
    <w:p w:rsidR="00295810" w:rsidRDefault="00295810" w:rsidP="00295810">
      <w:r>
        <w:t>269.2556</w:t>
      </w:r>
      <w:r>
        <w:tab/>
        <w:t>1.013e0</w:t>
      </w:r>
    </w:p>
    <w:p w:rsidR="00295810" w:rsidRDefault="00295810" w:rsidP="00295810">
      <w:r>
        <w:t>269.4167</w:t>
      </w:r>
      <w:r>
        <w:tab/>
        <w:t>2.025e0</w:t>
      </w:r>
    </w:p>
    <w:p w:rsidR="00295810" w:rsidRDefault="00295810" w:rsidP="00295810">
      <w:r>
        <w:t>269.4849</w:t>
      </w:r>
      <w:r>
        <w:tab/>
        <w:t>2.025e0</w:t>
      </w:r>
    </w:p>
    <w:p w:rsidR="00295810" w:rsidRDefault="00295810" w:rsidP="00295810">
      <w:r>
        <w:t>269.5895</w:t>
      </w:r>
      <w:r>
        <w:tab/>
        <w:t>2.025e0</w:t>
      </w:r>
    </w:p>
    <w:p w:rsidR="00295810" w:rsidRDefault="00295810" w:rsidP="00295810">
      <w:r>
        <w:t>269.6787</w:t>
      </w:r>
      <w:r>
        <w:tab/>
        <w:t>2.025e0</w:t>
      </w:r>
    </w:p>
    <w:p w:rsidR="00295810" w:rsidRDefault="00295810" w:rsidP="00295810">
      <w:r>
        <w:t>269.7224</w:t>
      </w:r>
      <w:r>
        <w:tab/>
        <w:t>1.013e0</w:t>
      </w:r>
    </w:p>
    <w:p w:rsidR="00295810" w:rsidRDefault="00295810" w:rsidP="00295810">
      <w:r>
        <w:t>269.7566</w:t>
      </w:r>
      <w:r>
        <w:tab/>
        <w:t>1.013e0</w:t>
      </w:r>
    </w:p>
    <w:p w:rsidR="00295810" w:rsidRDefault="00295810" w:rsidP="00295810">
      <w:r>
        <w:t>269.8439</w:t>
      </w:r>
      <w:r>
        <w:tab/>
        <w:t>1.013e0</w:t>
      </w:r>
    </w:p>
    <w:p w:rsidR="00295810" w:rsidRDefault="00295810" w:rsidP="00295810">
      <w:r>
        <w:t>269.9120</w:t>
      </w:r>
      <w:r>
        <w:tab/>
        <w:t>2.025e0</w:t>
      </w:r>
    </w:p>
    <w:p w:rsidR="00295810" w:rsidRDefault="00295810" w:rsidP="00295810">
      <w:r>
        <w:t>269.9664</w:t>
      </w:r>
      <w:r>
        <w:tab/>
        <w:t>1.013e0</w:t>
      </w:r>
    </w:p>
    <w:p w:rsidR="00295810" w:rsidRDefault="00295810" w:rsidP="00295810">
      <w:r>
        <w:t>270.0896</w:t>
      </w:r>
      <w:r>
        <w:tab/>
        <w:t>1.013e0</w:t>
      </w:r>
    </w:p>
    <w:p w:rsidR="00295810" w:rsidRDefault="00295810" w:rsidP="00295810">
      <w:r>
        <w:t>270.1101</w:t>
      </w:r>
      <w:r>
        <w:tab/>
        <w:t>1.013e0</w:t>
      </w:r>
    </w:p>
    <w:p w:rsidR="00295810" w:rsidRDefault="00295810" w:rsidP="00295810">
      <w:r>
        <w:t>270.1678</w:t>
      </w:r>
      <w:r>
        <w:tab/>
        <w:t>2.025e0</w:t>
      </w:r>
    </w:p>
    <w:p w:rsidR="00295810" w:rsidRDefault="00295810" w:rsidP="00295810">
      <w:r>
        <w:t>270.2385</w:t>
      </w:r>
      <w:r>
        <w:tab/>
        <w:t>1.013e0</w:t>
      </w:r>
    </w:p>
    <w:p w:rsidR="00295810" w:rsidRDefault="00295810" w:rsidP="00295810">
      <w:r>
        <w:t>270.3299</w:t>
      </w:r>
      <w:r>
        <w:tab/>
        <w:t>2.875e0</w:t>
      </w:r>
    </w:p>
    <w:p w:rsidR="00295810" w:rsidRDefault="00295810" w:rsidP="00295810">
      <w:r>
        <w:lastRenderedPageBreak/>
        <w:t>270.3641</w:t>
      </w:r>
      <w:r>
        <w:tab/>
        <w:t>1.013e0</w:t>
      </w:r>
    </w:p>
    <w:p w:rsidR="00295810" w:rsidRDefault="00295810" w:rsidP="00295810">
      <w:r>
        <w:t>270.4249</w:t>
      </w:r>
      <w:r>
        <w:tab/>
        <w:t>1.013e0</w:t>
      </w:r>
    </w:p>
    <w:p w:rsidR="00295810" w:rsidRDefault="00295810" w:rsidP="00295810">
      <w:r>
        <w:t>270.6129</w:t>
      </w:r>
      <w:r>
        <w:tab/>
        <w:t>2.025e0</w:t>
      </w:r>
    </w:p>
    <w:p w:rsidR="00295810" w:rsidRDefault="00295810" w:rsidP="00295810">
      <w:r>
        <w:t>270.7173</w:t>
      </w:r>
      <w:r>
        <w:tab/>
        <w:t>1.013e0</w:t>
      </w:r>
    </w:p>
    <w:p w:rsidR="00295810" w:rsidRDefault="00295810" w:rsidP="00295810">
      <w:r>
        <w:t>270.8658</w:t>
      </w:r>
      <w:r>
        <w:tab/>
        <w:t>1.013e0</w:t>
      </w:r>
    </w:p>
    <w:p w:rsidR="00295810" w:rsidRDefault="00295810" w:rsidP="00295810">
      <w:r>
        <w:t>271.1284</w:t>
      </w:r>
      <w:r>
        <w:tab/>
        <w:t>1.013e0</w:t>
      </w:r>
    </w:p>
    <w:p w:rsidR="00295810" w:rsidRDefault="00295810" w:rsidP="00295810">
      <w:r>
        <w:t>271.1593</w:t>
      </w:r>
      <w:r>
        <w:tab/>
        <w:t>1.013e0</w:t>
      </w:r>
    </w:p>
    <w:p w:rsidR="00295810" w:rsidRDefault="00295810" w:rsidP="00295810">
      <w:r>
        <w:t>271.2075</w:t>
      </w:r>
      <w:r>
        <w:tab/>
        <w:t>1.013e0</w:t>
      </w:r>
    </w:p>
    <w:p w:rsidR="00295810" w:rsidRDefault="00295810" w:rsidP="00295810">
      <w:r>
        <w:t>271.2734</w:t>
      </w:r>
      <w:r>
        <w:tab/>
        <w:t>3.038e0</w:t>
      </w:r>
    </w:p>
    <w:p w:rsidR="00295810" w:rsidRDefault="00295810" w:rsidP="00295810">
      <w:r>
        <w:t>271.4354</w:t>
      </w:r>
      <w:r>
        <w:tab/>
        <w:t>1.013e0</w:t>
      </w:r>
    </w:p>
    <w:p w:rsidR="00295810" w:rsidRDefault="00295810" w:rsidP="00295810">
      <w:r>
        <w:t>271.5229</w:t>
      </w:r>
      <w:r>
        <w:tab/>
        <w:t>1.013e0</w:t>
      </w:r>
    </w:p>
    <w:p w:rsidR="00295810" w:rsidRDefault="00295810" w:rsidP="00295810">
      <w:r>
        <w:t>271.5970</w:t>
      </w:r>
      <w:r>
        <w:tab/>
        <w:t>2.025e0</w:t>
      </w:r>
    </w:p>
    <w:p w:rsidR="00295810" w:rsidRDefault="00295810" w:rsidP="00295810">
      <w:r>
        <w:t>271.6791</w:t>
      </w:r>
      <w:r>
        <w:tab/>
        <w:t>2.025e0</w:t>
      </w:r>
    </w:p>
    <w:p w:rsidR="00295810" w:rsidRDefault="00295810" w:rsidP="00295810">
      <w:r>
        <w:t>271.8505</w:t>
      </w:r>
      <w:r>
        <w:tab/>
        <w:t>1.013e0</w:t>
      </w:r>
    </w:p>
    <w:p w:rsidR="00295810" w:rsidRDefault="00295810" w:rsidP="00295810">
      <w:r>
        <w:t>271.8918</w:t>
      </w:r>
      <w:r>
        <w:tab/>
        <w:t>1.013e0</w:t>
      </w:r>
    </w:p>
    <w:p w:rsidR="00295810" w:rsidRDefault="00295810" w:rsidP="00295810">
      <w:r>
        <w:t>271.9241</w:t>
      </w:r>
      <w:r>
        <w:tab/>
        <w:t>2.025e0</w:t>
      </w:r>
    </w:p>
    <w:p w:rsidR="00295810" w:rsidRDefault="00295810" w:rsidP="00295810">
      <w:r>
        <w:t>271.9829</w:t>
      </w:r>
      <w:r>
        <w:tab/>
        <w:t>2.025e0</w:t>
      </w:r>
    </w:p>
    <w:p w:rsidR="00295810" w:rsidRDefault="00295810" w:rsidP="00295810">
      <w:r>
        <w:t>272.3776</w:t>
      </w:r>
      <w:r>
        <w:tab/>
        <w:t>1.013e0</w:t>
      </w:r>
    </w:p>
    <w:p w:rsidR="00295810" w:rsidRDefault="00295810" w:rsidP="00295810">
      <w:r>
        <w:t>272.4345</w:t>
      </w:r>
      <w:r>
        <w:tab/>
        <w:t>1.013e0</w:t>
      </w:r>
    </w:p>
    <w:p w:rsidR="00295810" w:rsidRDefault="00295810" w:rsidP="00295810">
      <w:r>
        <w:lastRenderedPageBreak/>
        <w:t>272.5650</w:t>
      </w:r>
      <w:r>
        <w:tab/>
        <w:t>1.013e0</w:t>
      </w:r>
    </w:p>
    <w:p w:rsidR="00295810" w:rsidRDefault="00295810" w:rsidP="00295810">
      <w:r>
        <w:t>272.6182</w:t>
      </w:r>
      <w:r>
        <w:tab/>
        <w:t>1.013e0</w:t>
      </w:r>
    </w:p>
    <w:p w:rsidR="00295810" w:rsidRDefault="00295810" w:rsidP="00295810">
      <w:r>
        <w:t>272.7362</w:t>
      </w:r>
      <w:r>
        <w:tab/>
        <w:t>1.013e0</w:t>
      </w:r>
    </w:p>
    <w:p w:rsidR="00295810" w:rsidRDefault="00295810" w:rsidP="00295810">
      <w:r>
        <w:t>272.7933</w:t>
      </w:r>
      <w:r>
        <w:tab/>
        <w:t>1.013e0</w:t>
      </w:r>
    </w:p>
    <w:p w:rsidR="00295810" w:rsidRDefault="00295810" w:rsidP="00295810">
      <w:r>
        <w:t>272.9112</w:t>
      </w:r>
      <w:r>
        <w:tab/>
        <w:t>1.013e0</w:t>
      </w:r>
    </w:p>
    <w:p w:rsidR="00295810" w:rsidRDefault="00295810" w:rsidP="00295810">
      <w:r>
        <w:t>272.9471</w:t>
      </w:r>
      <w:r>
        <w:tab/>
        <w:t>1.013e0</w:t>
      </w:r>
    </w:p>
    <w:p w:rsidR="00295810" w:rsidRDefault="00295810" w:rsidP="00295810">
      <w:r>
        <w:t>273.0115</w:t>
      </w:r>
      <w:r>
        <w:tab/>
        <w:t>3.038e0</w:t>
      </w:r>
    </w:p>
    <w:p w:rsidR="00295810" w:rsidRDefault="00295810" w:rsidP="00295810">
      <w:r>
        <w:t>273.1804</w:t>
      </w:r>
      <w:r>
        <w:tab/>
        <w:t>1.013e0</w:t>
      </w:r>
    </w:p>
    <w:p w:rsidR="00295810" w:rsidRDefault="00295810" w:rsidP="00295810">
      <w:r>
        <w:t>273.3723</w:t>
      </w:r>
      <w:r>
        <w:tab/>
        <w:t>1.013e0</w:t>
      </w:r>
    </w:p>
    <w:p w:rsidR="00295810" w:rsidRDefault="00295810" w:rsidP="00295810">
      <w:r>
        <w:t>273.6007</w:t>
      </w:r>
      <w:r>
        <w:tab/>
        <w:t>1.013e0</w:t>
      </w:r>
    </w:p>
    <w:p w:rsidR="00295810" w:rsidRDefault="00295810" w:rsidP="00295810">
      <w:r>
        <w:t>273.6782</w:t>
      </w:r>
      <w:r>
        <w:tab/>
        <w:t>2.025e0</w:t>
      </w:r>
    </w:p>
    <w:p w:rsidR="00295810" w:rsidRDefault="00295810" w:rsidP="00295810">
      <w:r>
        <w:t>273.7068</w:t>
      </w:r>
      <w:r>
        <w:tab/>
        <w:t>1.013e0</w:t>
      </w:r>
    </w:p>
    <w:p w:rsidR="00295810" w:rsidRDefault="00295810" w:rsidP="00295810">
      <w:r>
        <w:t>273.7678</w:t>
      </w:r>
      <w:r>
        <w:tab/>
        <w:t>1.013e0</w:t>
      </w:r>
    </w:p>
    <w:p w:rsidR="00295810" w:rsidRDefault="00295810" w:rsidP="00295810">
      <w:r>
        <w:t>273.9088</w:t>
      </w:r>
      <w:r>
        <w:tab/>
        <w:t>1.013e0</w:t>
      </w:r>
    </w:p>
    <w:p w:rsidR="00295810" w:rsidRDefault="00295810" w:rsidP="00295810">
      <w:r>
        <w:t>273.9504</w:t>
      </w:r>
      <w:r>
        <w:tab/>
        <w:t>4.051e0</w:t>
      </w:r>
    </w:p>
    <w:p w:rsidR="00295810" w:rsidRDefault="00295810" w:rsidP="00295810">
      <w:r>
        <w:t>274.0038</w:t>
      </w:r>
      <w:r>
        <w:tab/>
        <w:t>2.025e0</w:t>
      </w:r>
    </w:p>
    <w:p w:rsidR="00295810" w:rsidRDefault="00295810" w:rsidP="00295810">
      <w:r>
        <w:t>274.1028</w:t>
      </w:r>
      <w:r>
        <w:tab/>
        <w:t>1.013e0</w:t>
      </w:r>
    </w:p>
    <w:p w:rsidR="00295810" w:rsidRDefault="00295810" w:rsidP="00295810">
      <w:r>
        <w:t>274.2458</w:t>
      </w:r>
      <w:r>
        <w:tab/>
        <w:t>2.025e0</w:t>
      </w:r>
    </w:p>
    <w:p w:rsidR="00295810" w:rsidRDefault="00295810" w:rsidP="00295810">
      <w:r>
        <w:t>274.2870</w:t>
      </w:r>
      <w:r>
        <w:tab/>
        <w:t>1.013e0</w:t>
      </w:r>
    </w:p>
    <w:p w:rsidR="00295810" w:rsidRDefault="00295810" w:rsidP="00295810">
      <w:r>
        <w:lastRenderedPageBreak/>
        <w:t>274.3391</w:t>
      </w:r>
      <w:r>
        <w:tab/>
        <w:t>1.013e0</w:t>
      </w:r>
    </w:p>
    <w:p w:rsidR="00295810" w:rsidRDefault="00295810" w:rsidP="00295810">
      <w:r>
        <w:t>274.5681</w:t>
      </w:r>
      <w:r>
        <w:tab/>
        <w:t>1.013e0</w:t>
      </w:r>
    </w:p>
    <w:p w:rsidR="00295810" w:rsidRDefault="00295810" w:rsidP="00295810">
      <w:r>
        <w:t>274.6379</w:t>
      </w:r>
      <w:r>
        <w:tab/>
        <w:t>2.025e0</w:t>
      </w:r>
    </w:p>
    <w:p w:rsidR="00295810" w:rsidRDefault="00295810" w:rsidP="00295810">
      <w:r>
        <w:t>274.6880</w:t>
      </w:r>
      <w:r>
        <w:tab/>
        <w:t>1.013e0</w:t>
      </w:r>
    </w:p>
    <w:p w:rsidR="00295810" w:rsidRDefault="00295810" w:rsidP="00295810">
      <w:r>
        <w:t>274.8687</w:t>
      </w:r>
      <w:r>
        <w:tab/>
        <w:t>1.013e0</w:t>
      </w:r>
    </w:p>
    <w:p w:rsidR="00295810" w:rsidRDefault="00295810" w:rsidP="00295810">
      <w:r>
        <w:t>274.9376</w:t>
      </w:r>
      <w:r>
        <w:tab/>
        <w:t>2.025e0</w:t>
      </w:r>
    </w:p>
    <w:p w:rsidR="00295810" w:rsidRDefault="00295810" w:rsidP="00295810">
      <w:r>
        <w:t>274.9908</w:t>
      </w:r>
      <w:r>
        <w:tab/>
        <w:t>1.013e0</w:t>
      </w:r>
    </w:p>
    <w:p w:rsidR="00295810" w:rsidRDefault="00295810" w:rsidP="00295810">
      <w:r>
        <w:t>275.0321</w:t>
      </w:r>
      <w:r>
        <w:tab/>
        <w:t>1.013e0</w:t>
      </w:r>
    </w:p>
    <w:p w:rsidR="00295810" w:rsidRDefault="00295810" w:rsidP="00295810">
      <w:r>
        <w:t>275.0945</w:t>
      </w:r>
      <w:r>
        <w:tab/>
        <w:t>4.051e0</w:t>
      </w:r>
    </w:p>
    <w:p w:rsidR="00295810" w:rsidRDefault="00295810" w:rsidP="00295810">
      <w:r>
        <w:t>275.1365</w:t>
      </w:r>
      <w:r>
        <w:tab/>
        <w:t>1.013e0</w:t>
      </w:r>
    </w:p>
    <w:p w:rsidR="00295810" w:rsidRDefault="00295810" w:rsidP="00295810">
      <w:r>
        <w:t>275.1775</w:t>
      </w:r>
      <w:r>
        <w:tab/>
        <w:t>1.013e0</w:t>
      </w:r>
    </w:p>
    <w:p w:rsidR="00295810" w:rsidRDefault="00295810" w:rsidP="00295810">
      <w:r>
        <w:t>275.2424</w:t>
      </w:r>
      <w:r>
        <w:tab/>
        <w:t>1.013e0</w:t>
      </w:r>
    </w:p>
    <w:p w:rsidR="00295810" w:rsidRDefault="00295810" w:rsidP="00295810">
      <w:r>
        <w:t>275.3923</w:t>
      </w:r>
      <w:r>
        <w:tab/>
        <w:t>1.013e0</w:t>
      </w:r>
    </w:p>
    <w:p w:rsidR="00295810" w:rsidRDefault="00295810" w:rsidP="00295810">
      <w:r>
        <w:t>275.4654</w:t>
      </w:r>
      <w:r>
        <w:tab/>
        <w:t>2.025e0</w:t>
      </w:r>
    </w:p>
    <w:p w:rsidR="00295810" w:rsidRDefault="00295810" w:rsidP="00295810">
      <w:r>
        <w:t>275.5513</w:t>
      </w:r>
      <w:r>
        <w:tab/>
        <w:t>2.025e0</w:t>
      </w:r>
    </w:p>
    <w:p w:rsidR="00295810" w:rsidRDefault="00295810" w:rsidP="00295810">
      <w:r>
        <w:t>275.6032</w:t>
      </w:r>
      <w:r>
        <w:tab/>
        <w:t>2.025e0</w:t>
      </w:r>
    </w:p>
    <w:p w:rsidR="00295810" w:rsidRDefault="00295810" w:rsidP="00295810">
      <w:r>
        <w:t>275.6390</w:t>
      </w:r>
      <w:r>
        <w:tab/>
        <w:t>1.013e0</w:t>
      </w:r>
    </w:p>
    <w:p w:rsidR="00295810" w:rsidRDefault="00295810" w:rsidP="00295810">
      <w:r>
        <w:t>275.7007</w:t>
      </w:r>
      <w:r>
        <w:tab/>
        <w:t>1.013e0</w:t>
      </w:r>
    </w:p>
    <w:p w:rsidR="00295810" w:rsidRDefault="00295810" w:rsidP="00295810">
      <w:r>
        <w:t>275.7320</w:t>
      </w:r>
      <w:r>
        <w:tab/>
        <w:t>1.013e0</w:t>
      </w:r>
    </w:p>
    <w:p w:rsidR="00295810" w:rsidRDefault="00295810" w:rsidP="00295810">
      <w:r>
        <w:lastRenderedPageBreak/>
        <w:t>275.7723</w:t>
      </w:r>
      <w:r>
        <w:tab/>
        <w:t>1.013e0</w:t>
      </w:r>
    </w:p>
    <w:p w:rsidR="00295810" w:rsidRDefault="00295810" w:rsidP="00295810">
      <w:r>
        <w:t>275.7948</w:t>
      </w:r>
      <w:r>
        <w:tab/>
        <w:t>1.013e0</w:t>
      </w:r>
    </w:p>
    <w:p w:rsidR="00295810" w:rsidRDefault="00295810" w:rsidP="00295810">
      <w:r>
        <w:t>275.8868</w:t>
      </w:r>
      <w:r>
        <w:tab/>
        <w:t>1.013e0</w:t>
      </w:r>
    </w:p>
    <w:p w:rsidR="00295810" w:rsidRDefault="00295810" w:rsidP="00295810">
      <w:r>
        <w:t>275.9677</w:t>
      </w:r>
      <w:r>
        <w:tab/>
        <w:t>3.038e0</w:t>
      </w:r>
    </w:p>
    <w:p w:rsidR="00295810" w:rsidRDefault="00295810" w:rsidP="00295810">
      <w:r>
        <w:t>276.0547</w:t>
      </w:r>
      <w:r>
        <w:tab/>
        <w:t>1.013e0</w:t>
      </w:r>
    </w:p>
    <w:p w:rsidR="00295810" w:rsidRDefault="00295810" w:rsidP="00295810">
      <w:r>
        <w:t>276.1768</w:t>
      </w:r>
      <w:r>
        <w:tab/>
        <w:t>2.025e0</w:t>
      </w:r>
    </w:p>
    <w:p w:rsidR="00295810" w:rsidRDefault="00295810" w:rsidP="00295810">
      <w:r>
        <w:t>276.2082</w:t>
      </w:r>
      <w:r>
        <w:tab/>
        <w:t>1.013e0</w:t>
      </w:r>
    </w:p>
    <w:p w:rsidR="00295810" w:rsidRDefault="00295810" w:rsidP="00295810">
      <w:r>
        <w:t>276.2570</w:t>
      </w:r>
      <w:r>
        <w:tab/>
        <w:t>1.013e0</w:t>
      </w:r>
    </w:p>
    <w:p w:rsidR="00295810" w:rsidRDefault="00295810" w:rsidP="00295810">
      <w:r>
        <w:t>276.3332</w:t>
      </w:r>
      <w:r>
        <w:tab/>
        <w:t>1.013e0</w:t>
      </w:r>
    </w:p>
    <w:p w:rsidR="00295810" w:rsidRDefault="00295810" w:rsidP="00295810">
      <w:r>
        <w:t>276.4243</w:t>
      </w:r>
      <w:r>
        <w:tab/>
        <w:t>3.038e0</w:t>
      </w:r>
    </w:p>
    <w:p w:rsidR="00295810" w:rsidRDefault="00295810" w:rsidP="00295810">
      <w:r>
        <w:t>276.5089</w:t>
      </w:r>
      <w:r>
        <w:tab/>
        <w:t>1.013e0</w:t>
      </w:r>
    </w:p>
    <w:p w:rsidR="00295810" w:rsidRDefault="00295810" w:rsidP="00295810">
      <w:r>
        <w:t>276.5817</w:t>
      </w:r>
      <w:r>
        <w:tab/>
        <w:t>3.038e0</w:t>
      </w:r>
    </w:p>
    <w:p w:rsidR="00295810" w:rsidRDefault="00295810" w:rsidP="00295810">
      <w:r>
        <w:t>276.6156</w:t>
      </w:r>
      <w:r>
        <w:tab/>
        <w:t>1.013e0</w:t>
      </w:r>
    </w:p>
    <w:p w:rsidR="00295810" w:rsidRDefault="00295810" w:rsidP="00295810">
      <w:r>
        <w:t>276.6642</w:t>
      </w:r>
      <w:r>
        <w:tab/>
        <w:t>1.013e0</w:t>
      </w:r>
    </w:p>
    <w:p w:rsidR="00295810" w:rsidRDefault="00295810" w:rsidP="00295810">
      <w:r>
        <w:t>276.8141</w:t>
      </w:r>
      <w:r>
        <w:tab/>
        <w:t>1.013e0</w:t>
      </w:r>
    </w:p>
    <w:p w:rsidR="00295810" w:rsidRDefault="00295810" w:rsidP="00295810">
      <w:r>
        <w:t>276.8485</w:t>
      </w:r>
      <w:r>
        <w:tab/>
        <w:t>1.013e0</w:t>
      </w:r>
    </w:p>
    <w:p w:rsidR="00295810" w:rsidRDefault="00295810" w:rsidP="00295810">
      <w:r>
        <w:t>276.8969</w:t>
      </w:r>
      <w:r>
        <w:tab/>
        <w:t>2.025e0</w:t>
      </w:r>
    </w:p>
    <w:p w:rsidR="00295810" w:rsidRDefault="00295810" w:rsidP="00295810">
      <w:r>
        <w:t>276.9287</w:t>
      </w:r>
      <w:r>
        <w:tab/>
        <w:t>1.013e0</w:t>
      </w:r>
    </w:p>
    <w:p w:rsidR="00295810" w:rsidRDefault="00295810" w:rsidP="00295810">
      <w:r>
        <w:t>276.9821</w:t>
      </w:r>
      <w:r>
        <w:tab/>
        <w:t>1.013e0</w:t>
      </w:r>
    </w:p>
    <w:p w:rsidR="00295810" w:rsidRDefault="00295810" w:rsidP="00295810">
      <w:r>
        <w:lastRenderedPageBreak/>
        <w:t>277.0210</w:t>
      </w:r>
      <w:r>
        <w:tab/>
        <w:t>1.013e0</w:t>
      </w:r>
    </w:p>
    <w:p w:rsidR="00295810" w:rsidRDefault="00295810" w:rsidP="00295810">
      <w:r>
        <w:t>277.1549</w:t>
      </w:r>
      <w:r>
        <w:tab/>
        <w:t>2.978e2</w:t>
      </w:r>
    </w:p>
    <w:p w:rsidR="00295810" w:rsidRDefault="00295810" w:rsidP="00295810">
      <w:r>
        <w:t>277.2279</w:t>
      </w:r>
      <w:r>
        <w:tab/>
        <w:t>3.038e0</w:t>
      </w:r>
    </w:p>
    <w:p w:rsidR="00295810" w:rsidRDefault="00295810" w:rsidP="00295810">
      <w:r>
        <w:t>277.2609</w:t>
      </w:r>
      <w:r>
        <w:tab/>
        <w:t>2.025e0</w:t>
      </w:r>
    </w:p>
    <w:p w:rsidR="00295810" w:rsidRDefault="00295810" w:rsidP="00295810">
      <w:r>
        <w:t>277.2916</w:t>
      </w:r>
      <w:r>
        <w:tab/>
        <w:t>3.038e0</w:t>
      </w:r>
    </w:p>
    <w:p w:rsidR="00295810" w:rsidRDefault="00295810" w:rsidP="00295810">
      <w:r>
        <w:t>277.3878</w:t>
      </w:r>
      <w:r>
        <w:tab/>
        <w:t>3.038e0</w:t>
      </w:r>
    </w:p>
    <w:p w:rsidR="00295810" w:rsidRDefault="00295810" w:rsidP="00295810">
      <w:r>
        <w:t>277.4466</w:t>
      </w:r>
      <w:r>
        <w:tab/>
        <w:t>1.013e0</w:t>
      </w:r>
    </w:p>
    <w:p w:rsidR="00295810" w:rsidRDefault="00295810" w:rsidP="00295810">
      <w:r>
        <w:t>277.4843</w:t>
      </w:r>
      <w:r>
        <w:tab/>
        <w:t>2.025e0</w:t>
      </w:r>
    </w:p>
    <w:p w:rsidR="00295810" w:rsidRDefault="00295810" w:rsidP="00295810">
      <w:r>
        <w:t>277.5255</w:t>
      </w:r>
      <w:r>
        <w:tab/>
        <w:t>1.013e0</w:t>
      </w:r>
    </w:p>
    <w:p w:rsidR="00295810" w:rsidRDefault="00295810" w:rsidP="00295810">
      <w:r>
        <w:t>277.5969</w:t>
      </w:r>
      <w:r>
        <w:tab/>
        <w:t>1.013e0</w:t>
      </w:r>
    </w:p>
    <w:p w:rsidR="00295810" w:rsidRDefault="00295810" w:rsidP="00295810">
      <w:r>
        <w:t>277.6694</w:t>
      </w:r>
      <w:r>
        <w:tab/>
        <w:t>2.025e0</w:t>
      </w:r>
    </w:p>
    <w:p w:rsidR="00295810" w:rsidRDefault="00295810" w:rsidP="00295810">
      <w:r>
        <w:t>277.7097</w:t>
      </w:r>
      <w:r>
        <w:tab/>
        <w:t>2.025e0</w:t>
      </w:r>
    </w:p>
    <w:p w:rsidR="00295810" w:rsidRDefault="00295810" w:rsidP="00295810">
      <w:r>
        <w:t>277.7839</w:t>
      </w:r>
      <w:r>
        <w:tab/>
        <w:t>2.025e0</w:t>
      </w:r>
    </w:p>
    <w:p w:rsidR="00295810" w:rsidRDefault="00295810" w:rsidP="00295810">
      <w:r>
        <w:t>277.8452</w:t>
      </w:r>
      <w:r>
        <w:tab/>
        <w:t>1.013e0</w:t>
      </w:r>
    </w:p>
    <w:p w:rsidR="00295810" w:rsidRDefault="00295810" w:rsidP="00295810">
      <w:r>
        <w:t>277.8885</w:t>
      </w:r>
      <w:r>
        <w:tab/>
        <w:t>1.013e0</w:t>
      </w:r>
    </w:p>
    <w:p w:rsidR="00295810" w:rsidRDefault="00295810" w:rsidP="00295810">
      <w:r>
        <w:t>277.9483</w:t>
      </w:r>
      <w:r>
        <w:tab/>
        <w:t>2.025e0</w:t>
      </w:r>
    </w:p>
    <w:p w:rsidR="00295810" w:rsidRDefault="00295810" w:rsidP="00295810">
      <w:r>
        <w:t>278.0401</w:t>
      </w:r>
      <w:r>
        <w:tab/>
        <w:t>1.013e0</w:t>
      </w:r>
    </w:p>
    <w:p w:rsidR="00295810" w:rsidRDefault="00295810" w:rsidP="00295810">
      <w:r>
        <w:t>278.1581</w:t>
      </w:r>
      <w:r>
        <w:tab/>
        <w:t>6.702e1</w:t>
      </w:r>
    </w:p>
    <w:p w:rsidR="00295810" w:rsidRDefault="00295810" w:rsidP="00295810">
      <w:r>
        <w:t>278.2460</w:t>
      </w:r>
      <w:r>
        <w:tab/>
        <w:t>3.038e0</w:t>
      </w:r>
    </w:p>
    <w:p w:rsidR="00295810" w:rsidRDefault="00295810" w:rsidP="00295810">
      <w:r>
        <w:lastRenderedPageBreak/>
        <w:t>278.3364</w:t>
      </w:r>
      <w:r>
        <w:tab/>
        <w:t>1.013e0</w:t>
      </w:r>
    </w:p>
    <w:p w:rsidR="00295810" w:rsidRDefault="00295810" w:rsidP="00295810">
      <w:r>
        <w:t>278.4031</w:t>
      </w:r>
      <w:r>
        <w:tab/>
        <w:t>1.013e0</w:t>
      </w:r>
    </w:p>
    <w:p w:rsidR="00295810" w:rsidRDefault="00295810" w:rsidP="00295810">
      <w:r>
        <w:t>278.4260</w:t>
      </w:r>
      <w:r>
        <w:tab/>
        <w:t>1.013e0</w:t>
      </w:r>
    </w:p>
    <w:p w:rsidR="00295810" w:rsidRDefault="00295810" w:rsidP="00295810">
      <w:r>
        <w:t>278.4872</w:t>
      </w:r>
      <w:r>
        <w:tab/>
        <w:t>1.013e0</w:t>
      </w:r>
    </w:p>
    <w:p w:rsidR="00295810" w:rsidRDefault="00295810" w:rsidP="00295810">
      <w:r>
        <w:t>278.5139</w:t>
      </w:r>
      <w:r>
        <w:tab/>
        <w:t>1.013e0</w:t>
      </w:r>
    </w:p>
    <w:p w:rsidR="00295810" w:rsidRDefault="00295810" w:rsidP="00295810">
      <w:r>
        <w:t>278.7320</w:t>
      </w:r>
      <w:r>
        <w:tab/>
        <w:t>1.013e0</w:t>
      </w:r>
    </w:p>
    <w:p w:rsidR="00295810" w:rsidRDefault="00295810" w:rsidP="00295810">
      <w:r>
        <w:t>278.8113</w:t>
      </w:r>
      <w:r>
        <w:tab/>
        <w:t>1.013e0</w:t>
      </w:r>
    </w:p>
    <w:p w:rsidR="00295810" w:rsidRDefault="00295810" w:rsidP="00295810">
      <w:r>
        <w:t>278.8963</w:t>
      </w:r>
      <w:r>
        <w:tab/>
        <w:t>2.025e0</w:t>
      </w:r>
    </w:p>
    <w:p w:rsidR="00295810" w:rsidRDefault="00295810" w:rsidP="00295810">
      <w:r>
        <w:t>278.9698</w:t>
      </w:r>
      <w:r>
        <w:tab/>
        <w:t>1.013e0</w:t>
      </w:r>
    </w:p>
    <w:p w:rsidR="00295810" w:rsidRDefault="00295810" w:rsidP="00295810">
      <w:r>
        <w:t>279.0378</w:t>
      </w:r>
      <w:r>
        <w:tab/>
        <w:t>1.013e0</w:t>
      </w:r>
    </w:p>
    <w:p w:rsidR="00295810" w:rsidRDefault="00295810" w:rsidP="00295810">
      <w:r>
        <w:t>279.0958</w:t>
      </w:r>
      <w:r>
        <w:tab/>
        <w:t>1.114e1</w:t>
      </w:r>
    </w:p>
    <w:p w:rsidR="00295810" w:rsidRDefault="00295810" w:rsidP="00295810">
      <w:r>
        <w:t>279.1596</w:t>
      </w:r>
      <w:r>
        <w:tab/>
        <w:t>1.432e1</w:t>
      </w:r>
    </w:p>
    <w:p w:rsidR="00295810" w:rsidRDefault="00295810" w:rsidP="00295810">
      <w:r>
        <w:t>279.2381</w:t>
      </w:r>
      <w:r>
        <w:tab/>
        <w:t>3.038e0</w:t>
      </w:r>
    </w:p>
    <w:p w:rsidR="00295810" w:rsidRDefault="00295810" w:rsidP="00295810">
      <w:r>
        <w:t>279.2816</w:t>
      </w:r>
      <w:r>
        <w:tab/>
        <w:t>1.013e0</w:t>
      </w:r>
    </w:p>
    <w:p w:rsidR="00295810" w:rsidRDefault="00295810" w:rsidP="00295810">
      <w:r>
        <w:t>279.3209</w:t>
      </w:r>
      <w:r>
        <w:tab/>
        <w:t>1.013e0</w:t>
      </w:r>
    </w:p>
    <w:p w:rsidR="00295810" w:rsidRDefault="00295810" w:rsidP="00295810">
      <w:r>
        <w:t>279.3705</w:t>
      </w:r>
      <w:r>
        <w:tab/>
        <w:t>1.013e0</w:t>
      </w:r>
    </w:p>
    <w:p w:rsidR="00295810" w:rsidRDefault="00295810" w:rsidP="00295810">
      <w:r>
        <w:t>279.3927</w:t>
      </w:r>
      <w:r>
        <w:tab/>
        <w:t>1.013e0</w:t>
      </w:r>
    </w:p>
    <w:p w:rsidR="00295810" w:rsidRDefault="00295810" w:rsidP="00295810">
      <w:r>
        <w:t>279.5159</w:t>
      </w:r>
      <w:r>
        <w:tab/>
        <w:t>2.025e0</w:t>
      </w:r>
    </w:p>
    <w:p w:rsidR="00295810" w:rsidRDefault="00295810" w:rsidP="00295810">
      <w:r>
        <w:t>279.5713</w:t>
      </w:r>
      <w:r>
        <w:tab/>
        <w:t>4.051e0</w:t>
      </w:r>
    </w:p>
    <w:p w:rsidR="00295810" w:rsidRDefault="00295810" w:rsidP="00295810">
      <w:r>
        <w:lastRenderedPageBreak/>
        <w:t>279.6600</w:t>
      </w:r>
      <w:r>
        <w:tab/>
        <w:t>3.038e0</w:t>
      </w:r>
    </w:p>
    <w:p w:rsidR="00295810" w:rsidRDefault="00295810" w:rsidP="00295810">
      <w:r>
        <w:t>279.7031</w:t>
      </w:r>
      <w:r>
        <w:tab/>
        <w:t>3.038e0</w:t>
      </w:r>
    </w:p>
    <w:p w:rsidR="00295810" w:rsidRDefault="00295810" w:rsidP="00295810">
      <w:r>
        <w:t>279.7914</w:t>
      </w:r>
      <w:r>
        <w:tab/>
        <w:t>1.013e0</w:t>
      </w:r>
    </w:p>
    <w:p w:rsidR="00295810" w:rsidRDefault="00295810" w:rsidP="00295810">
      <w:r>
        <w:t>279.9094</w:t>
      </w:r>
      <w:r>
        <w:tab/>
        <w:t>2.025e0</w:t>
      </w:r>
    </w:p>
    <w:p w:rsidR="00295810" w:rsidRDefault="00295810" w:rsidP="00295810">
      <w:r>
        <w:t>279.9521</w:t>
      </w:r>
      <w:r>
        <w:tab/>
        <w:t>1.013e0</w:t>
      </w:r>
    </w:p>
    <w:p w:rsidR="00295810" w:rsidRDefault="00295810" w:rsidP="00295810">
      <w:r>
        <w:t>280.0518</w:t>
      </w:r>
      <w:r>
        <w:tab/>
        <w:t>2.025e0</w:t>
      </w:r>
    </w:p>
    <w:p w:rsidR="00295810" w:rsidRDefault="00295810" w:rsidP="00295810">
      <w:r>
        <w:t>280.1032</w:t>
      </w:r>
      <w:r>
        <w:tab/>
        <w:t>6.076e0</w:t>
      </w:r>
    </w:p>
    <w:p w:rsidR="00295810" w:rsidRDefault="00295810" w:rsidP="00295810">
      <w:r>
        <w:t>280.1631</w:t>
      </w:r>
      <w:r>
        <w:tab/>
        <w:t>2.025e0</w:t>
      </w:r>
    </w:p>
    <w:p w:rsidR="00295810" w:rsidRDefault="00295810" w:rsidP="00295810">
      <w:r>
        <w:t>280.1944</w:t>
      </w:r>
      <w:r>
        <w:tab/>
        <w:t>2.025e0</w:t>
      </w:r>
    </w:p>
    <w:p w:rsidR="00295810" w:rsidRDefault="00295810" w:rsidP="00295810">
      <w:r>
        <w:t>280.2276</w:t>
      </w:r>
      <w:r>
        <w:tab/>
        <w:t>1.013e0</w:t>
      </w:r>
    </w:p>
    <w:p w:rsidR="00295810" w:rsidRDefault="00295810" w:rsidP="00295810">
      <w:r>
        <w:t>280.2507</w:t>
      </w:r>
      <w:r>
        <w:tab/>
        <w:t>1.013e0</w:t>
      </w:r>
    </w:p>
    <w:p w:rsidR="00295810" w:rsidRDefault="00295810" w:rsidP="00295810">
      <w:r>
        <w:t>280.3325</w:t>
      </w:r>
      <w:r>
        <w:tab/>
        <w:t>2.025e0</w:t>
      </w:r>
    </w:p>
    <w:p w:rsidR="00295810" w:rsidRDefault="00295810" w:rsidP="00295810">
      <w:r>
        <w:t>280.4458</w:t>
      </w:r>
      <w:r>
        <w:tab/>
        <w:t>1.013e0</w:t>
      </w:r>
    </w:p>
    <w:p w:rsidR="00295810" w:rsidRDefault="00295810" w:rsidP="00295810">
      <w:r>
        <w:t>280.5568</w:t>
      </w:r>
      <w:r>
        <w:tab/>
        <w:t>1.013e0</w:t>
      </w:r>
    </w:p>
    <w:p w:rsidR="00295810" w:rsidRDefault="00295810" w:rsidP="00295810">
      <w:r>
        <w:t>281.0280</w:t>
      </w:r>
      <w:r>
        <w:tab/>
        <w:t>1.013e0</w:t>
      </w:r>
    </w:p>
    <w:p w:rsidR="00295810" w:rsidRDefault="00295810" w:rsidP="00295810">
      <w:r>
        <w:t>281.0863</w:t>
      </w:r>
      <w:r>
        <w:tab/>
        <w:t>2.025e0</w:t>
      </w:r>
    </w:p>
    <w:p w:rsidR="00295810" w:rsidRDefault="00295810" w:rsidP="00295810">
      <w:r>
        <w:t>281.1789</w:t>
      </w:r>
      <w:r>
        <w:tab/>
        <w:t>2.025e0</w:t>
      </w:r>
    </w:p>
    <w:p w:rsidR="00295810" w:rsidRDefault="00295810" w:rsidP="00295810">
      <w:r>
        <w:t>281.3803</w:t>
      </w:r>
      <w:r>
        <w:tab/>
        <w:t>1.013e0</w:t>
      </w:r>
    </w:p>
    <w:p w:rsidR="00295810" w:rsidRDefault="00295810" w:rsidP="00295810">
      <w:r>
        <w:t>281.4513</w:t>
      </w:r>
      <w:r>
        <w:tab/>
        <w:t>2.025e0</w:t>
      </w:r>
    </w:p>
    <w:p w:rsidR="00295810" w:rsidRDefault="00295810" w:rsidP="00295810">
      <w:r>
        <w:lastRenderedPageBreak/>
        <w:t>281.5064</w:t>
      </w:r>
      <w:r>
        <w:tab/>
        <w:t>2.025e0</w:t>
      </w:r>
    </w:p>
    <w:p w:rsidR="00295810" w:rsidRDefault="00295810" w:rsidP="00295810">
      <w:r>
        <w:t>281.5719</w:t>
      </w:r>
      <w:r>
        <w:tab/>
        <w:t>1.013e0</w:t>
      </w:r>
    </w:p>
    <w:p w:rsidR="00295810" w:rsidRDefault="00295810" w:rsidP="00295810">
      <w:r>
        <w:t>281.6868</w:t>
      </w:r>
      <w:r>
        <w:tab/>
        <w:t>1.013e0</w:t>
      </w:r>
    </w:p>
    <w:p w:rsidR="00295810" w:rsidRDefault="00295810" w:rsidP="00295810">
      <w:r>
        <w:t>281.7596</w:t>
      </w:r>
      <w:r>
        <w:tab/>
        <w:t>1.013e0</w:t>
      </w:r>
    </w:p>
    <w:p w:rsidR="00295810" w:rsidRDefault="00295810" w:rsidP="00295810">
      <w:r>
        <w:t>281.8171</w:t>
      </w:r>
      <w:r>
        <w:tab/>
        <w:t>1.013e0</w:t>
      </w:r>
    </w:p>
    <w:p w:rsidR="00295810" w:rsidRDefault="00295810" w:rsidP="00295810">
      <w:r>
        <w:t>281.9690</w:t>
      </w:r>
      <w:r>
        <w:tab/>
        <w:t>1.013e0</w:t>
      </w:r>
    </w:p>
    <w:p w:rsidR="00295810" w:rsidRDefault="00295810" w:rsidP="00295810">
      <w:r>
        <w:t>281.9903</w:t>
      </w:r>
      <w:r>
        <w:tab/>
        <w:t>1.013e0</w:t>
      </w:r>
    </w:p>
    <w:p w:rsidR="00295810" w:rsidRDefault="00295810" w:rsidP="00295810">
      <w:r>
        <w:t>282.0224</w:t>
      </w:r>
      <w:r>
        <w:tab/>
        <w:t>1.013e0</w:t>
      </w:r>
    </w:p>
    <w:p w:rsidR="00295810" w:rsidRDefault="00295810" w:rsidP="00295810">
      <w:r>
        <w:t>282.0718</w:t>
      </w:r>
      <w:r>
        <w:tab/>
        <w:t>3.038e0</w:t>
      </w:r>
    </w:p>
    <w:p w:rsidR="00295810" w:rsidRDefault="00295810" w:rsidP="00295810">
      <w:r>
        <w:t>282.1221</w:t>
      </w:r>
      <w:r>
        <w:tab/>
        <w:t>2.025e0</w:t>
      </w:r>
    </w:p>
    <w:p w:rsidR="00295810" w:rsidRDefault="00295810" w:rsidP="00295810">
      <w:r>
        <w:t>282.1467</w:t>
      </w:r>
      <w:r>
        <w:tab/>
        <w:t>2.025e0</w:t>
      </w:r>
    </w:p>
    <w:p w:rsidR="00295810" w:rsidRDefault="00295810" w:rsidP="00295810">
      <w:r>
        <w:t>282.2184</w:t>
      </w:r>
      <w:r>
        <w:tab/>
        <w:t>2.025e0</w:t>
      </w:r>
    </w:p>
    <w:p w:rsidR="00295810" w:rsidRDefault="00295810" w:rsidP="00295810">
      <w:r>
        <w:t>282.2946</w:t>
      </w:r>
      <w:r>
        <w:tab/>
        <w:t>1.013e0</w:t>
      </w:r>
    </w:p>
    <w:p w:rsidR="00295810" w:rsidRDefault="00295810" w:rsidP="00295810">
      <w:r>
        <w:t>282.4419</w:t>
      </w:r>
      <w:r>
        <w:tab/>
        <w:t>1.013e0</w:t>
      </w:r>
    </w:p>
    <w:p w:rsidR="00295810" w:rsidRDefault="00295810" w:rsidP="00295810">
      <w:r>
        <w:t>282.4688</w:t>
      </w:r>
      <w:r>
        <w:tab/>
        <w:t>1.013e0</w:t>
      </w:r>
    </w:p>
    <w:p w:rsidR="00295810" w:rsidRDefault="00295810" w:rsidP="00295810">
      <w:r>
        <w:t>282.6133</w:t>
      </w:r>
      <w:r>
        <w:tab/>
        <w:t>2.025e0</w:t>
      </w:r>
    </w:p>
    <w:p w:rsidR="00295810" w:rsidRDefault="00295810" w:rsidP="00295810">
      <w:r>
        <w:t>282.8396</w:t>
      </w:r>
      <w:r>
        <w:tab/>
        <w:t>1.013e0</w:t>
      </w:r>
    </w:p>
    <w:p w:rsidR="00295810" w:rsidRDefault="00295810" w:rsidP="00295810">
      <w:r>
        <w:t>283.0269</w:t>
      </w:r>
      <w:r>
        <w:tab/>
        <w:t>4.051e0</w:t>
      </w:r>
    </w:p>
    <w:p w:rsidR="00295810" w:rsidRDefault="00295810" w:rsidP="00295810">
      <w:r>
        <w:t>283.1660</w:t>
      </w:r>
      <w:r>
        <w:tab/>
        <w:t>1.013e0</w:t>
      </w:r>
    </w:p>
    <w:p w:rsidR="00295810" w:rsidRDefault="00295810" w:rsidP="00295810">
      <w:r>
        <w:lastRenderedPageBreak/>
        <w:t>283.1996</w:t>
      </w:r>
      <w:r>
        <w:tab/>
        <w:t>2.025e0</w:t>
      </w:r>
    </w:p>
    <w:p w:rsidR="00295810" w:rsidRDefault="00295810" w:rsidP="00295810">
      <w:r>
        <w:t>283.2628</w:t>
      </w:r>
      <w:r>
        <w:tab/>
        <w:t>1.013e0</w:t>
      </w:r>
    </w:p>
    <w:p w:rsidR="00295810" w:rsidRDefault="00295810" w:rsidP="00295810">
      <w:r>
        <w:t>283.3336</w:t>
      </w:r>
      <w:r>
        <w:tab/>
        <w:t>2.025e0</w:t>
      </w:r>
    </w:p>
    <w:p w:rsidR="00295810" w:rsidRDefault="00295810" w:rsidP="00295810">
      <w:r>
        <w:t>283.5196</w:t>
      </w:r>
      <w:r>
        <w:tab/>
        <w:t>1.013e0</w:t>
      </w:r>
    </w:p>
    <w:p w:rsidR="00295810" w:rsidRDefault="00295810" w:rsidP="00295810">
      <w:r>
        <w:t>283.6710</w:t>
      </w:r>
      <w:r>
        <w:tab/>
        <w:t>2.025e0</w:t>
      </w:r>
    </w:p>
    <w:p w:rsidR="00295810" w:rsidRDefault="00295810" w:rsidP="00295810">
      <w:r>
        <w:t>283.7386</w:t>
      </w:r>
      <w:r>
        <w:tab/>
        <w:t>1.013e0</w:t>
      </w:r>
    </w:p>
    <w:p w:rsidR="00295810" w:rsidRDefault="00295810" w:rsidP="00295810">
      <w:r>
        <w:t>283.8091</w:t>
      </w:r>
      <w:r>
        <w:tab/>
        <w:t>1.013e0</w:t>
      </w:r>
    </w:p>
    <w:p w:rsidR="00295810" w:rsidRDefault="00295810" w:rsidP="00295810">
      <w:r>
        <w:t>283.8461</w:t>
      </w:r>
      <w:r>
        <w:tab/>
        <w:t>1.013e0</w:t>
      </w:r>
    </w:p>
    <w:p w:rsidR="00295810" w:rsidRDefault="00295810" w:rsidP="00295810">
      <w:r>
        <w:t>283.9075</w:t>
      </w:r>
      <w:r>
        <w:tab/>
        <w:t>2.025e0</w:t>
      </w:r>
    </w:p>
    <w:p w:rsidR="00295810" w:rsidRDefault="00295810" w:rsidP="00295810">
      <w:r>
        <w:t>284.0688</w:t>
      </w:r>
      <w:r>
        <w:tab/>
        <w:t>1.013e0</w:t>
      </w:r>
    </w:p>
    <w:p w:rsidR="00295810" w:rsidRDefault="00295810" w:rsidP="00295810">
      <w:r>
        <w:t>284.1226</w:t>
      </w:r>
      <w:r>
        <w:tab/>
        <w:t>1.013e0</w:t>
      </w:r>
    </w:p>
    <w:p w:rsidR="00295810" w:rsidRDefault="00295810" w:rsidP="00295810">
      <w:r>
        <w:t>284.3245</w:t>
      </w:r>
      <w:r>
        <w:tab/>
        <w:t>1.013e0</w:t>
      </w:r>
    </w:p>
    <w:p w:rsidR="00295810" w:rsidRDefault="00295810" w:rsidP="00295810">
      <w:r>
        <w:t>284.4451</w:t>
      </w:r>
      <w:r>
        <w:tab/>
        <w:t>1.013e0</w:t>
      </w:r>
    </w:p>
    <w:p w:rsidR="00295810" w:rsidRDefault="00295810" w:rsidP="00295810">
      <w:r>
        <w:t>284.6064</w:t>
      </w:r>
      <w:r>
        <w:tab/>
        <w:t>1.013e0</w:t>
      </w:r>
    </w:p>
    <w:p w:rsidR="00295810" w:rsidRDefault="00295810" w:rsidP="00295810">
      <w:r>
        <w:t>284.6371</w:t>
      </w:r>
      <w:r>
        <w:tab/>
        <w:t>1.013e0</w:t>
      </w:r>
    </w:p>
    <w:p w:rsidR="00295810" w:rsidRDefault="00295810" w:rsidP="00295810">
      <w:r>
        <w:t>284.7408</w:t>
      </w:r>
      <w:r>
        <w:tab/>
        <w:t>1.013e0</w:t>
      </w:r>
    </w:p>
    <w:p w:rsidR="00295810" w:rsidRDefault="00295810" w:rsidP="00295810">
      <w:r>
        <w:t>284.8176</w:t>
      </w:r>
      <w:r>
        <w:tab/>
        <w:t>1.013e0</w:t>
      </w:r>
    </w:p>
    <w:p w:rsidR="00295810" w:rsidRDefault="00295810" w:rsidP="00295810">
      <w:r>
        <w:t>284.8484</w:t>
      </w:r>
      <w:r>
        <w:tab/>
        <w:t>1.013e0</w:t>
      </w:r>
    </w:p>
    <w:p w:rsidR="00295810" w:rsidRDefault="00295810" w:rsidP="00295810">
      <w:r>
        <w:t>284.9161</w:t>
      </w:r>
      <w:r>
        <w:tab/>
        <w:t>1.013e0</w:t>
      </w:r>
    </w:p>
    <w:p w:rsidR="00295810" w:rsidRDefault="00295810" w:rsidP="00295810">
      <w:r>
        <w:lastRenderedPageBreak/>
        <w:t>284.9500</w:t>
      </w:r>
      <w:r>
        <w:tab/>
        <w:t>2.025e0</w:t>
      </w:r>
    </w:p>
    <w:p w:rsidR="00295810" w:rsidRDefault="00295810" w:rsidP="00295810">
      <w:r>
        <w:t>285.0251</w:t>
      </w:r>
      <w:r>
        <w:tab/>
        <w:t>2.025e0</w:t>
      </w:r>
    </w:p>
    <w:p w:rsidR="00295810" w:rsidRDefault="00295810" w:rsidP="00295810">
      <w:r>
        <w:t>285.1097</w:t>
      </w:r>
      <w:r>
        <w:tab/>
        <w:t>1.013e0</w:t>
      </w:r>
    </w:p>
    <w:p w:rsidR="00295810" w:rsidRDefault="00295810" w:rsidP="00295810">
      <w:r>
        <w:t>285.1366</w:t>
      </w:r>
      <w:r>
        <w:tab/>
        <w:t>1.013e0</w:t>
      </w:r>
    </w:p>
    <w:p w:rsidR="00295810" w:rsidRDefault="00295810" w:rsidP="00295810">
      <w:r>
        <w:t>285.2787</w:t>
      </w:r>
      <w:r>
        <w:tab/>
        <w:t>1.013e0</w:t>
      </w:r>
    </w:p>
    <w:p w:rsidR="00295810" w:rsidRDefault="00295810" w:rsidP="00295810">
      <w:r>
        <w:t>285.3120</w:t>
      </w:r>
      <w:r>
        <w:tab/>
        <w:t>2.025e0</w:t>
      </w:r>
    </w:p>
    <w:p w:rsidR="00295810" w:rsidRDefault="00295810" w:rsidP="00295810">
      <w:r>
        <w:t>285.5304</w:t>
      </w:r>
      <w:r>
        <w:tab/>
        <w:t>1.013e0</w:t>
      </w:r>
    </w:p>
    <w:p w:rsidR="00295810" w:rsidRDefault="00295810" w:rsidP="00295810">
      <w:r>
        <w:t>285.8399</w:t>
      </w:r>
      <w:r>
        <w:tab/>
        <w:t>2.025e0</w:t>
      </w:r>
    </w:p>
    <w:p w:rsidR="00295810" w:rsidRDefault="00295810" w:rsidP="00295810">
      <w:r>
        <w:t>285.8737</w:t>
      </w:r>
      <w:r>
        <w:tab/>
        <w:t>2.025e0</w:t>
      </w:r>
    </w:p>
    <w:p w:rsidR="00295810" w:rsidRDefault="00295810" w:rsidP="00295810">
      <w:r>
        <w:t>286.1134</w:t>
      </w:r>
      <w:r>
        <w:tab/>
        <w:t>1.013e0</w:t>
      </w:r>
    </w:p>
    <w:p w:rsidR="00295810" w:rsidRDefault="00295810" w:rsidP="00295810">
      <w:r>
        <w:t>286.1999</w:t>
      </w:r>
      <w:r>
        <w:tab/>
        <w:t>1.013e0</w:t>
      </w:r>
    </w:p>
    <w:p w:rsidR="00295810" w:rsidRDefault="00295810" w:rsidP="00295810">
      <w:r>
        <w:t>286.2215</w:t>
      </w:r>
      <w:r>
        <w:tab/>
        <w:t>1.013e0</w:t>
      </w:r>
    </w:p>
    <w:p w:rsidR="00295810" w:rsidRDefault="00295810" w:rsidP="00295810">
      <w:r>
        <w:t>286.2540</w:t>
      </w:r>
      <w:r>
        <w:tab/>
        <w:t>1.013e0</w:t>
      </w:r>
    </w:p>
    <w:p w:rsidR="00295810" w:rsidRDefault="00295810" w:rsidP="00295810">
      <w:r>
        <w:t>286.2860</w:t>
      </w:r>
      <w:r>
        <w:tab/>
        <w:t>1.013e0</w:t>
      </w:r>
    </w:p>
    <w:p w:rsidR="00295810" w:rsidRDefault="00295810" w:rsidP="00295810">
      <w:r>
        <w:t>286.4205</w:t>
      </w:r>
      <w:r>
        <w:tab/>
        <w:t>1.013e0</w:t>
      </w:r>
    </w:p>
    <w:p w:rsidR="00295810" w:rsidRDefault="00295810" w:rsidP="00295810">
      <w:r>
        <w:t>286.4782</w:t>
      </w:r>
      <w:r>
        <w:tab/>
        <w:t>1.013e0</w:t>
      </w:r>
    </w:p>
    <w:p w:rsidR="00295810" w:rsidRDefault="00295810" w:rsidP="00295810">
      <w:r>
        <w:t>286.5321</w:t>
      </w:r>
      <w:r>
        <w:tab/>
        <w:t>1.013e0</w:t>
      </w:r>
    </w:p>
    <w:p w:rsidR="00295810" w:rsidRDefault="00295810" w:rsidP="00295810">
      <w:r>
        <w:t>286.6294</w:t>
      </w:r>
      <w:r>
        <w:tab/>
        <w:t>2.025e0</w:t>
      </w:r>
    </w:p>
    <w:p w:rsidR="00295810" w:rsidRDefault="00295810" w:rsidP="00295810">
      <w:r>
        <w:t>286.6897</w:t>
      </w:r>
      <w:r>
        <w:tab/>
        <w:t>1.013e0</w:t>
      </w:r>
    </w:p>
    <w:p w:rsidR="00295810" w:rsidRDefault="00295810" w:rsidP="00295810">
      <w:r>
        <w:lastRenderedPageBreak/>
        <w:t>286.8014</w:t>
      </w:r>
      <w:r>
        <w:tab/>
        <w:t>1.013e0</w:t>
      </w:r>
    </w:p>
    <w:p w:rsidR="00295810" w:rsidRDefault="00295810" w:rsidP="00295810">
      <w:r>
        <w:t>286.8708</w:t>
      </w:r>
      <w:r>
        <w:tab/>
        <w:t>1.013e0</w:t>
      </w:r>
    </w:p>
    <w:p w:rsidR="00295810" w:rsidRDefault="00295810" w:rsidP="00295810">
      <w:r>
        <w:t>286.9861</w:t>
      </w:r>
      <w:r>
        <w:tab/>
        <w:t>1.013e0</w:t>
      </w:r>
    </w:p>
    <w:p w:rsidR="00295810" w:rsidRDefault="00295810" w:rsidP="00295810">
      <w:r>
        <w:t>287.1322</w:t>
      </w:r>
      <w:r>
        <w:tab/>
        <w:t>3.038e0</w:t>
      </w:r>
    </w:p>
    <w:p w:rsidR="00295810" w:rsidRDefault="00295810" w:rsidP="00295810">
      <w:r>
        <w:t>287.1938</w:t>
      </w:r>
      <w:r>
        <w:tab/>
        <w:t>1.013e0</w:t>
      </w:r>
    </w:p>
    <w:p w:rsidR="00295810" w:rsidRDefault="00295810" w:rsidP="00295810">
      <w:r>
        <w:t>287.2477</w:t>
      </w:r>
      <w:r>
        <w:tab/>
        <w:t>1.013e0</w:t>
      </w:r>
    </w:p>
    <w:p w:rsidR="00295810" w:rsidRDefault="00295810" w:rsidP="00295810">
      <w:r>
        <w:t>287.3911</w:t>
      </w:r>
      <w:r>
        <w:tab/>
        <w:t>2.025e0</w:t>
      </w:r>
    </w:p>
    <w:p w:rsidR="00295810" w:rsidRDefault="00295810" w:rsidP="00295810">
      <w:r>
        <w:t>287.6518</w:t>
      </w:r>
      <w:r>
        <w:tab/>
        <w:t>1.013e0</w:t>
      </w:r>
    </w:p>
    <w:p w:rsidR="00295810" w:rsidRDefault="00295810" w:rsidP="00295810">
      <w:r>
        <w:t>287.6842</w:t>
      </w:r>
      <w:r>
        <w:tab/>
        <w:t>1.013e0</w:t>
      </w:r>
    </w:p>
    <w:p w:rsidR="00295810" w:rsidRDefault="00295810" w:rsidP="00295810">
      <w:r>
        <w:t>287.7385</w:t>
      </w:r>
      <w:r>
        <w:tab/>
        <w:t>1.013e0</w:t>
      </w:r>
    </w:p>
    <w:p w:rsidR="00295810" w:rsidRDefault="00295810" w:rsidP="00295810">
      <w:r>
        <w:t>287.8098</w:t>
      </w:r>
      <w:r>
        <w:tab/>
        <w:t>1.013e0</w:t>
      </w:r>
    </w:p>
    <w:p w:rsidR="00295810" w:rsidRDefault="00295810" w:rsidP="00295810">
      <w:r>
        <w:t>287.9993</w:t>
      </w:r>
      <w:r>
        <w:tab/>
        <w:t>1.013e0</w:t>
      </w:r>
    </w:p>
    <w:p w:rsidR="00295810" w:rsidRDefault="00295810" w:rsidP="00295810">
      <w:r>
        <w:t>288.0339</w:t>
      </w:r>
      <w:r>
        <w:tab/>
        <w:t>2.025e0</w:t>
      </w:r>
    </w:p>
    <w:p w:rsidR="00295810" w:rsidRDefault="00295810" w:rsidP="00295810">
      <w:r>
        <w:t>288.0717</w:t>
      </w:r>
      <w:r>
        <w:tab/>
        <w:t>1.013e0</w:t>
      </w:r>
    </w:p>
    <w:p w:rsidR="00295810" w:rsidRDefault="00295810" w:rsidP="00295810">
      <w:r>
        <w:t>288.0986</w:t>
      </w:r>
      <w:r>
        <w:tab/>
        <w:t>1.013e0</w:t>
      </w:r>
    </w:p>
    <w:p w:rsidR="00295810" w:rsidRDefault="00295810" w:rsidP="00295810">
      <w:r>
        <w:t>288.1525</w:t>
      </w:r>
      <w:r>
        <w:tab/>
        <w:t>1.013e0</w:t>
      </w:r>
    </w:p>
    <w:p w:rsidR="00295810" w:rsidRDefault="00295810" w:rsidP="00295810">
      <w:r>
        <w:t>288.1896</w:t>
      </w:r>
      <w:r>
        <w:tab/>
        <w:t>1.013e0</w:t>
      </w:r>
    </w:p>
    <w:p w:rsidR="00295810" w:rsidRDefault="00295810" w:rsidP="00295810">
      <w:r>
        <w:t>288.2295</w:t>
      </w:r>
      <w:r>
        <w:tab/>
        <w:t>2.025e0</w:t>
      </w:r>
    </w:p>
    <w:p w:rsidR="00295810" w:rsidRDefault="00295810" w:rsidP="00295810">
      <w:r>
        <w:t>288.4834</w:t>
      </w:r>
      <w:r>
        <w:tab/>
        <w:t>1.013e0</w:t>
      </w:r>
    </w:p>
    <w:p w:rsidR="00295810" w:rsidRDefault="00295810" w:rsidP="00295810">
      <w:r>
        <w:lastRenderedPageBreak/>
        <w:t>288.5724</w:t>
      </w:r>
      <w:r>
        <w:tab/>
        <w:t>1.013e0</w:t>
      </w:r>
    </w:p>
    <w:p w:rsidR="00295810" w:rsidRDefault="00295810" w:rsidP="00295810">
      <w:r>
        <w:t>288.6848</w:t>
      </w:r>
      <w:r>
        <w:tab/>
        <w:t>1.013e0</w:t>
      </w:r>
    </w:p>
    <w:p w:rsidR="00295810" w:rsidRDefault="00295810" w:rsidP="00295810">
      <w:r>
        <w:t>288.7497</w:t>
      </w:r>
      <w:r>
        <w:tab/>
        <w:t>1.013e0</w:t>
      </w:r>
    </w:p>
    <w:p w:rsidR="00295810" w:rsidRDefault="00295810" w:rsidP="00295810">
      <w:r>
        <w:t>288.8383</w:t>
      </w:r>
      <w:r>
        <w:tab/>
        <w:t>1.013e0</w:t>
      </w:r>
    </w:p>
    <w:p w:rsidR="00295810" w:rsidRDefault="00295810" w:rsidP="00295810">
      <w:r>
        <w:t>289.1318</w:t>
      </w:r>
      <w:r>
        <w:tab/>
        <w:t>1.013e0</w:t>
      </w:r>
    </w:p>
    <w:p w:rsidR="00295810" w:rsidRDefault="00295810" w:rsidP="00295810">
      <w:r>
        <w:t>289.1774</w:t>
      </w:r>
      <w:r>
        <w:tab/>
        <w:t>1.013e0</w:t>
      </w:r>
    </w:p>
    <w:p w:rsidR="00295810" w:rsidRDefault="00295810" w:rsidP="00295810">
      <w:r>
        <w:t>289.2237</w:t>
      </w:r>
      <w:r>
        <w:tab/>
        <w:t>1.013e0</w:t>
      </w:r>
    </w:p>
    <w:p w:rsidR="00295810" w:rsidRDefault="00295810" w:rsidP="00295810">
      <w:r>
        <w:t>289.2545</w:t>
      </w:r>
      <w:r>
        <w:tab/>
        <w:t>1.013e0</w:t>
      </w:r>
    </w:p>
    <w:p w:rsidR="00295810" w:rsidRDefault="00295810" w:rsidP="00295810">
      <w:r>
        <w:t>289.5321</w:t>
      </w:r>
      <w:r>
        <w:tab/>
        <w:t>2.025e0</w:t>
      </w:r>
    </w:p>
    <w:p w:rsidR="00295810" w:rsidRDefault="00295810" w:rsidP="00295810">
      <w:r>
        <w:t>289.5707</w:t>
      </w:r>
      <w:r>
        <w:tab/>
        <w:t>1.013e0</w:t>
      </w:r>
    </w:p>
    <w:p w:rsidR="00295810" w:rsidRDefault="00295810" w:rsidP="00295810">
      <w:r>
        <w:t>289.6207</w:t>
      </w:r>
      <w:r>
        <w:tab/>
        <w:t>1.013e0</w:t>
      </w:r>
    </w:p>
    <w:p w:rsidR="00295810" w:rsidRDefault="00295810" w:rsidP="00295810">
      <w:r>
        <w:t>290.1001</w:t>
      </w:r>
      <w:r>
        <w:tab/>
        <w:t>2.061e0</w:t>
      </w:r>
    </w:p>
    <w:p w:rsidR="00295810" w:rsidRDefault="00295810" w:rsidP="00295810">
      <w:r>
        <w:t>290.1630</w:t>
      </w:r>
      <w:r>
        <w:tab/>
        <w:t>2.025e0</w:t>
      </w:r>
    </w:p>
    <w:p w:rsidR="00295810" w:rsidRDefault="00295810" w:rsidP="00295810">
      <w:r>
        <w:t>290.2682</w:t>
      </w:r>
      <w:r>
        <w:tab/>
        <w:t>1.013e0</w:t>
      </w:r>
    </w:p>
    <w:p w:rsidR="00295810" w:rsidRDefault="00295810" w:rsidP="00295810">
      <w:r>
        <w:t>290.3228</w:t>
      </w:r>
      <w:r>
        <w:tab/>
        <w:t>1.013e0</w:t>
      </w:r>
    </w:p>
    <w:p w:rsidR="00295810" w:rsidRDefault="00295810" w:rsidP="00295810">
      <w:r>
        <w:t>290.4037</w:t>
      </w:r>
      <w:r>
        <w:tab/>
        <w:t>1.013e0</w:t>
      </w:r>
    </w:p>
    <w:p w:rsidR="00295810" w:rsidRDefault="00295810" w:rsidP="00295810">
      <w:r>
        <w:t>290.4481</w:t>
      </w:r>
      <w:r>
        <w:tab/>
        <w:t>2.025e0</w:t>
      </w:r>
    </w:p>
    <w:p w:rsidR="00295810" w:rsidRDefault="00295810" w:rsidP="00295810">
      <w:r>
        <w:t>290.4866</w:t>
      </w:r>
      <w:r>
        <w:tab/>
        <w:t>2.025e0</w:t>
      </w:r>
    </w:p>
    <w:p w:rsidR="00295810" w:rsidRDefault="00295810" w:rsidP="00295810">
      <w:r>
        <w:t>290.7392</w:t>
      </w:r>
      <w:r>
        <w:tab/>
        <w:t>1.013e0</w:t>
      </w:r>
    </w:p>
    <w:p w:rsidR="00295810" w:rsidRDefault="00295810" w:rsidP="00295810">
      <w:r>
        <w:lastRenderedPageBreak/>
        <w:t>290.8355</w:t>
      </w:r>
      <w:r>
        <w:tab/>
        <w:t>2.025e0</w:t>
      </w:r>
    </w:p>
    <w:p w:rsidR="00295810" w:rsidRDefault="00295810" w:rsidP="00295810">
      <w:r>
        <w:t>290.9201</w:t>
      </w:r>
      <w:r>
        <w:tab/>
        <w:t>1.013e0</w:t>
      </w:r>
    </w:p>
    <w:p w:rsidR="00295810" w:rsidRDefault="00295810" w:rsidP="00295810">
      <w:r>
        <w:t>291.0020</w:t>
      </w:r>
      <w:r>
        <w:tab/>
        <w:t>1.013e0</w:t>
      </w:r>
    </w:p>
    <w:p w:rsidR="00295810" w:rsidRDefault="00295810" w:rsidP="00295810">
      <w:r>
        <w:t>291.1563</w:t>
      </w:r>
      <w:r>
        <w:tab/>
        <w:t>2.025e0</w:t>
      </w:r>
    </w:p>
    <w:p w:rsidR="00295810" w:rsidRDefault="00295810" w:rsidP="00295810">
      <w:r>
        <w:t>291.1999</w:t>
      </w:r>
      <w:r>
        <w:tab/>
        <w:t>1.013e0</w:t>
      </w:r>
    </w:p>
    <w:p w:rsidR="00295810" w:rsidRDefault="00295810" w:rsidP="00295810">
      <w:r>
        <w:t>291.2643</w:t>
      </w:r>
      <w:r>
        <w:tab/>
        <w:t>1.013e0</w:t>
      </w:r>
    </w:p>
    <w:p w:rsidR="00295810" w:rsidRDefault="00295810" w:rsidP="00295810">
      <w:r>
        <w:t>291.3184</w:t>
      </w:r>
      <w:r>
        <w:tab/>
        <w:t>1.013e0</w:t>
      </w:r>
    </w:p>
    <w:p w:rsidR="00295810" w:rsidRDefault="00295810" w:rsidP="00295810">
      <w:r>
        <w:t>291.3725</w:t>
      </w:r>
      <w:r>
        <w:tab/>
        <w:t>1.013e0</w:t>
      </w:r>
    </w:p>
    <w:p w:rsidR="00295810" w:rsidRDefault="00295810" w:rsidP="00295810">
      <w:r>
        <w:t>291.5404</w:t>
      </w:r>
      <w:r>
        <w:tab/>
        <w:t>1.013e0</w:t>
      </w:r>
    </w:p>
    <w:p w:rsidR="00295810" w:rsidRDefault="00295810" w:rsidP="00295810">
      <w:r>
        <w:t>291.7760</w:t>
      </w:r>
      <w:r>
        <w:tab/>
        <w:t>2.025e0</w:t>
      </w:r>
    </w:p>
    <w:p w:rsidR="00295810" w:rsidRDefault="00295810" w:rsidP="00295810">
      <w:r>
        <w:t>291.8629</w:t>
      </w:r>
      <w:r>
        <w:tab/>
        <w:t>1.013e0</w:t>
      </w:r>
    </w:p>
    <w:p w:rsidR="00295810" w:rsidRDefault="00295810" w:rsidP="00295810">
      <w:r>
        <w:t>291.9482</w:t>
      </w:r>
      <w:r>
        <w:tab/>
        <w:t>3.038e0</w:t>
      </w:r>
    </w:p>
    <w:p w:rsidR="00295810" w:rsidRDefault="00295810" w:rsidP="00295810">
      <w:r>
        <w:t>291.9942</w:t>
      </w:r>
      <w:r>
        <w:tab/>
        <w:t>1.013e0</w:t>
      </w:r>
    </w:p>
    <w:p w:rsidR="00295810" w:rsidRDefault="00295810" w:rsidP="00295810">
      <w:r>
        <w:t>292.0685</w:t>
      </w:r>
      <w:r>
        <w:tab/>
        <w:t>3.038e0</w:t>
      </w:r>
    </w:p>
    <w:p w:rsidR="00295810" w:rsidRDefault="00295810" w:rsidP="00295810">
      <w:r>
        <w:t>292.1399</w:t>
      </w:r>
      <w:r>
        <w:tab/>
        <w:t>2.025e0</w:t>
      </w:r>
    </w:p>
    <w:p w:rsidR="00295810" w:rsidRDefault="00295810" w:rsidP="00295810">
      <w:r>
        <w:t>292.2181</w:t>
      </w:r>
      <w:r>
        <w:tab/>
        <w:t>7.089e0</w:t>
      </w:r>
    </w:p>
    <w:p w:rsidR="00295810" w:rsidRDefault="00295810" w:rsidP="00295810">
      <w:r>
        <w:t>292.2820</w:t>
      </w:r>
      <w:r>
        <w:tab/>
        <w:t>2.025e0</w:t>
      </w:r>
    </w:p>
    <w:p w:rsidR="00295810" w:rsidRDefault="00295810" w:rsidP="00295810">
      <w:r>
        <w:t>292.3987</w:t>
      </w:r>
      <w:r>
        <w:tab/>
        <w:t>1.013e0</w:t>
      </w:r>
    </w:p>
    <w:p w:rsidR="00295810" w:rsidRDefault="00295810" w:rsidP="00295810">
      <w:r>
        <w:t>292.7128</w:t>
      </w:r>
      <w:r>
        <w:tab/>
        <w:t>1.013e0</w:t>
      </w:r>
    </w:p>
    <w:p w:rsidR="00295810" w:rsidRDefault="00295810" w:rsidP="00295810">
      <w:r>
        <w:lastRenderedPageBreak/>
        <w:t>292.7595</w:t>
      </w:r>
      <w:r>
        <w:tab/>
        <w:t>2.025e0</w:t>
      </w:r>
    </w:p>
    <w:p w:rsidR="00295810" w:rsidRDefault="00295810" w:rsidP="00295810">
      <w:r>
        <w:t>292.9061</w:t>
      </w:r>
      <w:r>
        <w:tab/>
        <w:t>1.013e0</w:t>
      </w:r>
    </w:p>
    <w:p w:rsidR="00295810" w:rsidRDefault="00295810" w:rsidP="00295810">
      <w:r>
        <w:t>292.9776</w:t>
      </w:r>
      <w:r>
        <w:tab/>
        <w:t>4.051e0</w:t>
      </w:r>
    </w:p>
    <w:p w:rsidR="00295810" w:rsidRDefault="00295810" w:rsidP="00295810">
      <w:r>
        <w:t>293.0338</w:t>
      </w:r>
      <w:r>
        <w:tab/>
        <w:t>1.013e0</w:t>
      </w:r>
    </w:p>
    <w:p w:rsidR="00295810" w:rsidRDefault="00295810" w:rsidP="00295810">
      <w:r>
        <w:t>293.1111</w:t>
      </w:r>
      <w:r>
        <w:tab/>
        <w:t>1.013e0</w:t>
      </w:r>
    </w:p>
    <w:p w:rsidR="00295810" w:rsidRDefault="00295810" w:rsidP="00295810">
      <w:r>
        <w:t>293.1637</w:t>
      </w:r>
      <w:r>
        <w:tab/>
        <w:t>2.025e0</w:t>
      </w:r>
    </w:p>
    <w:p w:rsidR="00295810" w:rsidRDefault="00295810" w:rsidP="00295810">
      <w:r>
        <w:t>293.1884</w:t>
      </w:r>
      <w:r>
        <w:tab/>
        <w:t>1.013e0</w:t>
      </w:r>
    </w:p>
    <w:p w:rsidR="00295810" w:rsidRDefault="00295810" w:rsidP="00295810">
      <w:r>
        <w:t>293.3186</w:t>
      </w:r>
      <w:r>
        <w:tab/>
        <w:t>3.038e0</w:t>
      </w:r>
    </w:p>
    <w:p w:rsidR="00295810" w:rsidRDefault="00295810" w:rsidP="00295810">
      <w:r>
        <w:t>293.4525</w:t>
      </w:r>
      <w:r>
        <w:tab/>
        <w:t>1.013e0</w:t>
      </w:r>
    </w:p>
    <w:p w:rsidR="00295810" w:rsidRDefault="00295810" w:rsidP="00295810">
      <w:r>
        <w:t>293.4921</w:t>
      </w:r>
      <w:r>
        <w:tab/>
        <w:t>2.025e0</w:t>
      </w:r>
    </w:p>
    <w:p w:rsidR="00295810" w:rsidRDefault="00295810" w:rsidP="00295810">
      <w:r>
        <w:t>293.6794</w:t>
      </w:r>
      <w:r>
        <w:tab/>
        <w:t>2.025e0</w:t>
      </w:r>
    </w:p>
    <w:p w:rsidR="00295810" w:rsidRDefault="00295810" w:rsidP="00295810">
      <w:r>
        <w:t>293.8575</w:t>
      </w:r>
      <w:r>
        <w:tab/>
        <w:t>1.013e0</w:t>
      </w:r>
    </w:p>
    <w:p w:rsidR="00295810" w:rsidRDefault="00295810" w:rsidP="00295810">
      <w:r>
        <w:t>293.9775</w:t>
      </w:r>
      <w:r>
        <w:tab/>
        <w:t>1.013e0</w:t>
      </w:r>
    </w:p>
    <w:p w:rsidR="00295810" w:rsidRDefault="00295810" w:rsidP="00295810">
      <w:r>
        <w:t>294.0045</w:t>
      </w:r>
      <w:r>
        <w:tab/>
        <w:t>1.013e0</w:t>
      </w:r>
    </w:p>
    <w:p w:rsidR="00295810" w:rsidRDefault="00295810" w:rsidP="00295810">
      <w:r>
        <w:t>294.0626</w:t>
      </w:r>
      <w:r>
        <w:tab/>
        <w:t>1.013e0</w:t>
      </w:r>
    </w:p>
    <w:p w:rsidR="00295810" w:rsidRDefault="00295810" w:rsidP="00295810">
      <w:r>
        <w:t>294.3269</w:t>
      </w:r>
      <w:r>
        <w:tab/>
        <w:t>1.013e0</w:t>
      </w:r>
    </w:p>
    <w:p w:rsidR="00295810" w:rsidRDefault="00295810" w:rsidP="00295810">
      <w:r>
        <w:t>294.4100</w:t>
      </w:r>
      <w:r>
        <w:tab/>
        <w:t>1.013e0</w:t>
      </w:r>
    </w:p>
    <w:p w:rsidR="00295810" w:rsidRDefault="00295810" w:rsidP="00295810">
      <w:r>
        <w:t>294.5819</w:t>
      </w:r>
      <w:r>
        <w:tab/>
        <w:t>1.013e0</w:t>
      </w:r>
    </w:p>
    <w:p w:rsidR="00295810" w:rsidRDefault="00295810" w:rsidP="00295810">
      <w:r>
        <w:t>294.6928</w:t>
      </w:r>
      <w:r>
        <w:tab/>
        <w:t>1.013e0</w:t>
      </w:r>
    </w:p>
    <w:p w:rsidR="00295810" w:rsidRDefault="00295810" w:rsidP="00295810">
      <w:r>
        <w:lastRenderedPageBreak/>
        <w:t>294.8926</w:t>
      </w:r>
      <w:r>
        <w:tab/>
        <w:t>1.013e0</w:t>
      </w:r>
    </w:p>
    <w:p w:rsidR="00295810" w:rsidRDefault="00295810" w:rsidP="00295810">
      <w:r>
        <w:t>294.9726</w:t>
      </w:r>
      <w:r>
        <w:tab/>
        <w:t>2.025e0</w:t>
      </w:r>
    </w:p>
    <w:p w:rsidR="00295810" w:rsidRDefault="00295810" w:rsidP="00295810">
      <w:r>
        <w:t>295.0870</w:t>
      </w:r>
      <w:r>
        <w:tab/>
        <w:t>2.025e0</w:t>
      </w:r>
    </w:p>
    <w:p w:rsidR="00295810" w:rsidRDefault="00295810" w:rsidP="00295810">
      <w:r>
        <w:t>295.2122</w:t>
      </w:r>
      <w:r>
        <w:tab/>
        <w:t>1.013e0</w:t>
      </w:r>
    </w:p>
    <w:p w:rsidR="00295810" w:rsidRDefault="00295810" w:rsidP="00295810">
      <w:r>
        <w:t>295.2543</w:t>
      </w:r>
      <w:r>
        <w:tab/>
        <w:t>2.025e0</w:t>
      </w:r>
    </w:p>
    <w:p w:rsidR="00295810" w:rsidRDefault="00295810" w:rsidP="00295810">
      <w:r>
        <w:t>295.2813</w:t>
      </w:r>
      <w:r>
        <w:tab/>
        <w:t>1.013e0</w:t>
      </w:r>
    </w:p>
    <w:p w:rsidR="00295810" w:rsidRDefault="00295810" w:rsidP="00295810">
      <w:r>
        <w:t>295.7040</w:t>
      </w:r>
      <w:r>
        <w:tab/>
        <w:t>1.013e0</w:t>
      </w:r>
    </w:p>
    <w:p w:rsidR="00295810" w:rsidRDefault="00295810" w:rsidP="00295810">
      <w:r>
        <w:t>295.7986</w:t>
      </w:r>
      <w:r>
        <w:tab/>
        <w:t>2.025e0</w:t>
      </w:r>
    </w:p>
    <w:p w:rsidR="00295810" w:rsidRDefault="00295810" w:rsidP="00295810">
      <w:r>
        <w:t>295.9559</w:t>
      </w:r>
      <w:r>
        <w:tab/>
        <w:t>1.013e0</w:t>
      </w:r>
    </w:p>
    <w:p w:rsidR="00295810" w:rsidRDefault="00295810" w:rsidP="00295810">
      <w:r>
        <w:t>296.0547</w:t>
      </w:r>
      <w:r>
        <w:tab/>
        <w:t>2.025e0</w:t>
      </w:r>
    </w:p>
    <w:p w:rsidR="00295810" w:rsidRDefault="00295810" w:rsidP="00295810">
      <w:r>
        <w:t>296.0934</w:t>
      </w:r>
      <w:r>
        <w:tab/>
        <w:t>2.025e0</w:t>
      </w:r>
    </w:p>
    <w:p w:rsidR="00295810" w:rsidRDefault="00295810" w:rsidP="00295810">
      <w:r>
        <w:t>296.1303</w:t>
      </w:r>
      <w:r>
        <w:tab/>
        <w:t>3.038e0</w:t>
      </w:r>
    </w:p>
    <w:p w:rsidR="00295810" w:rsidRDefault="00295810" w:rsidP="00295810">
      <w:r>
        <w:t>296.1806</w:t>
      </w:r>
      <w:r>
        <w:tab/>
        <w:t>1.013e0</w:t>
      </w:r>
    </w:p>
    <w:p w:rsidR="00295810" w:rsidRDefault="00295810" w:rsidP="00295810">
      <w:r>
        <w:t>296.2135</w:t>
      </w:r>
      <w:r>
        <w:tab/>
        <w:t>3.038e0</w:t>
      </w:r>
    </w:p>
    <w:p w:rsidR="00295810" w:rsidRDefault="00295810" w:rsidP="00295810">
      <w:r>
        <w:t>296.3124</w:t>
      </w:r>
      <w:r>
        <w:tab/>
        <w:t>1.013e0</w:t>
      </w:r>
    </w:p>
    <w:p w:rsidR="00295810" w:rsidRDefault="00295810" w:rsidP="00295810">
      <w:r>
        <w:t>296.4914</w:t>
      </w:r>
      <w:r>
        <w:tab/>
        <w:t>3.038e0</w:t>
      </w:r>
    </w:p>
    <w:p w:rsidR="00295810" w:rsidRDefault="00295810" w:rsidP="00295810">
      <w:r>
        <w:t>296.5275</w:t>
      </w:r>
      <w:r>
        <w:tab/>
        <w:t>2.025e0</w:t>
      </w:r>
    </w:p>
    <w:p w:rsidR="00295810" w:rsidRDefault="00295810" w:rsidP="00295810">
      <w:r>
        <w:t>296.6011</w:t>
      </w:r>
      <w:r>
        <w:tab/>
        <w:t>1.013e0</w:t>
      </w:r>
    </w:p>
    <w:p w:rsidR="00295810" w:rsidRDefault="00295810" w:rsidP="00295810">
      <w:r>
        <w:t>296.6441</w:t>
      </w:r>
      <w:r>
        <w:tab/>
        <w:t>2.025e0</w:t>
      </w:r>
    </w:p>
    <w:p w:rsidR="00295810" w:rsidRDefault="00295810" w:rsidP="00295810">
      <w:r>
        <w:lastRenderedPageBreak/>
        <w:t>296.6848</w:t>
      </w:r>
      <w:r>
        <w:tab/>
        <w:t>2.025e0</w:t>
      </w:r>
    </w:p>
    <w:p w:rsidR="00295810" w:rsidRDefault="00295810" w:rsidP="00295810">
      <w:r>
        <w:t>296.7428</w:t>
      </w:r>
      <w:r>
        <w:tab/>
        <w:t>1.013e0</w:t>
      </w:r>
    </w:p>
    <w:p w:rsidR="00295810" w:rsidRDefault="00295810" w:rsidP="00295810">
      <w:r>
        <w:t>296.8076</w:t>
      </w:r>
      <w:r>
        <w:tab/>
        <w:t>1.013e0</w:t>
      </w:r>
    </w:p>
    <w:p w:rsidR="00295810" w:rsidRDefault="00295810" w:rsidP="00295810">
      <w:r>
        <w:t>296.9305</w:t>
      </w:r>
      <w:r>
        <w:tab/>
        <w:t>1.013e0</w:t>
      </w:r>
    </w:p>
    <w:p w:rsidR="00295810" w:rsidRDefault="00295810" w:rsidP="00295810">
      <w:r>
        <w:t>296.9655</w:t>
      </w:r>
      <w:r>
        <w:tab/>
        <w:t>2.025e0</w:t>
      </w:r>
    </w:p>
    <w:p w:rsidR="00295810" w:rsidRDefault="00295810" w:rsidP="00295810">
      <w:r>
        <w:t>297.0533</w:t>
      </w:r>
      <w:r>
        <w:tab/>
        <w:t>1.013e0</w:t>
      </w:r>
    </w:p>
    <w:p w:rsidR="00295810" w:rsidRDefault="00295810" w:rsidP="00295810">
      <w:r>
        <w:t>297.1036</w:t>
      </w:r>
      <w:r>
        <w:tab/>
        <w:t>1.013e0</w:t>
      </w:r>
    </w:p>
    <w:p w:rsidR="00295810" w:rsidRDefault="00295810" w:rsidP="00295810">
      <w:r>
        <w:t>297.1769</w:t>
      </w:r>
      <w:r>
        <w:tab/>
        <w:t>1.013e0</w:t>
      </w:r>
    </w:p>
    <w:p w:rsidR="00295810" w:rsidRDefault="00295810" w:rsidP="00295810">
      <w:r>
        <w:t>297.2235</w:t>
      </w:r>
      <w:r>
        <w:tab/>
        <w:t>2.025e0</w:t>
      </w:r>
    </w:p>
    <w:p w:rsidR="00295810" w:rsidRDefault="00295810" w:rsidP="00295810">
      <w:r>
        <w:t>297.2529</w:t>
      </w:r>
      <w:r>
        <w:tab/>
        <w:t>2.025e0</w:t>
      </w:r>
    </w:p>
    <w:p w:rsidR="00295810" w:rsidRDefault="00295810" w:rsidP="00295810">
      <w:r>
        <w:t>297.3104</w:t>
      </w:r>
      <w:r>
        <w:tab/>
        <w:t>1.013e0</w:t>
      </w:r>
    </w:p>
    <w:p w:rsidR="00295810" w:rsidRDefault="00295810" w:rsidP="00295810">
      <w:r>
        <w:t>297.4273</w:t>
      </w:r>
      <w:r>
        <w:tab/>
        <w:t>3.038e0</w:t>
      </w:r>
    </w:p>
    <w:p w:rsidR="00295810" w:rsidRDefault="00295810" w:rsidP="00295810">
      <w:r>
        <w:t>297.5677</w:t>
      </w:r>
      <w:r>
        <w:tab/>
        <w:t>1.013e0</w:t>
      </w:r>
    </w:p>
    <w:p w:rsidR="00295810" w:rsidRDefault="00295810" w:rsidP="00295810">
      <w:r>
        <w:t>297.6232</w:t>
      </w:r>
      <w:r>
        <w:tab/>
        <w:t>1.013e0</w:t>
      </w:r>
    </w:p>
    <w:p w:rsidR="00295810" w:rsidRDefault="00295810" w:rsidP="00295810">
      <w:r>
        <w:t>297.6964</w:t>
      </w:r>
      <w:r>
        <w:tab/>
        <w:t>2.025e0</w:t>
      </w:r>
    </w:p>
    <w:p w:rsidR="00295810" w:rsidRDefault="00295810" w:rsidP="00295810">
      <w:r>
        <w:t>297.7556</w:t>
      </w:r>
      <w:r>
        <w:tab/>
        <w:t>2.025e0</w:t>
      </w:r>
    </w:p>
    <w:p w:rsidR="00295810" w:rsidRDefault="00295810" w:rsidP="00295810">
      <w:r>
        <w:t>297.8439</w:t>
      </w:r>
      <w:r>
        <w:tab/>
        <w:t>4.051e0</w:t>
      </w:r>
    </w:p>
    <w:p w:rsidR="00295810" w:rsidRDefault="00295810" w:rsidP="00295810">
      <w:r>
        <w:t>297.9094</w:t>
      </w:r>
      <w:r>
        <w:tab/>
        <w:t>2.025e0</w:t>
      </w:r>
    </w:p>
    <w:p w:rsidR="00295810" w:rsidRDefault="00295810" w:rsidP="00295810">
      <w:r>
        <w:t>297.9764</w:t>
      </w:r>
      <w:r>
        <w:tab/>
        <w:t>1.013e0</w:t>
      </w:r>
    </w:p>
    <w:p w:rsidR="00295810" w:rsidRDefault="00295810" w:rsidP="00295810">
      <w:r>
        <w:lastRenderedPageBreak/>
        <w:t>298.0157</w:t>
      </w:r>
      <w:r>
        <w:tab/>
        <w:t>1.013e0</w:t>
      </w:r>
    </w:p>
    <w:p w:rsidR="00295810" w:rsidRDefault="00295810" w:rsidP="00295810">
      <w:r>
        <w:t>298.0809</w:t>
      </w:r>
      <w:r>
        <w:tab/>
        <w:t>1.013e0</w:t>
      </w:r>
    </w:p>
    <w:p w:rsidR="00295810" w:rsidRDefault="00295810" w:rsidP="00295810">
      <w:r>
        <w:t>298.1649</w:t>
      </w:r>
      <w:r>
        <w:tab/>
        <w:t>3.038e0</w:t>
      </w:r>
    </w:p>
    <w:p w:rsidR="00295810" w:rsidRDefault="00295810" w:rsidP="00295810">
      <w:r>
        <w:t>298.2141</w:t>
      </w:r>
      <w:r>
        <w:tab/>
        <w:t>4.051e0</w:t>
      </w:r>
    </w:p>
    <w:p w:rsidR="00295810" w:rsidRDefault="00295810" w:rsidP="00295810">
      <w:r>
        <w:t>298.2693</w:t>
      </w:r>
      <w:r>
        <w:tab/>
        <w:t>2.025e0</w:t>
      </w:r>
    </w:p>
    <w:p w:rsidR="00295810" w:rsidRDefault="00295810" w:rsidP="00295810">
      <w:r>
        <w:t>298.3408</w:t>
      </w:r>
      <w:r>
        <w:tab/>
        <w:t>1.013e0</w:t>
      </w:r>
    </w:p>
    <w:p w:rsidR="00295810" w:rsidRDefault="00295810" w:rsidP="00295810">
      <w:r>
        <w:t>298.4341</w:t>
      </w:r>
      <w:r>
        <w:tab/>
        <w:t>1.013e0</w:t>
      </w:r>
    </w:p>
    <w:p w:rsidR="00295810" w:rsidRDefault="00295810" w:rsidP="00295810">
      <w:r>
        <w:t>298.4698</w:t>
      </w:r>
      <w:r>
        <w:tab/>
        <w:t>1.013e0</w:t>
      </w:r>
    </w:p>
    <w:p w:rsidR="00295810" w:rsidRDefault="00295810" w:rsidP="00295810">
      <w:r>
        <w:t>298.4923</w:t>
      </w:r>
      <w:r>
        <w:tab/>
        <w:t>1.013e0</w:t>
      </w:r>
    </w:p>
    <w:p w:rsidR="00295810" w:rsidRDefault="00295810" w:rsidP="00295810">
      <w:r>
        <w:t>298.7000</w:t>
      </w:r>
      <w:r>
        <w:tab/>
        <w:t>1.013e0</w:t>
      </w:r>
    </w:p>
    <w:p w:rsidR="00295810" w:rsidRDefault="00295810" w:rsidP="00295810">
      <w:r>
        <w:t>298.7680</w:t>
      </w:r>
      <w:r>
        <w:tab/>
        <w:t>1.013e0</w:t>
      </w:r>
    </w:p>
    <w:p w:rsidR="00295810" w:rsidRDefault="00295810" w:rsidP="00295810">
      <w:r>
        <w:t>298.9977</w:t>
      </w:r>
      <w:r>
        <w:tab/>
        <w:t>1.013e0</w:t>
      </w:r>
    </w:p>
    <w:p w:rsidR="00295810" w:rsidRDefault="00295810" w:rsidP="00295810">
      <w:r>
        <w:t>299.0258</w:t>
      </w:r>
      <w:r>
        <w:tab/>
        <w:t>1.013e0</w:t>
      </w:r>
    </w:p>
    <w:p w:rsidR="00295810" w:rsidRDefault="00295810" w:rsidP="00295810">
      <w:r>
        <w:t>299.1572</w:t>
      </w:r>
      <w:r>
        <w:tab/>
        <w:t>2.025e0</w:t>
      </w:r>
    </w:p>
    <w:p w:rsidR="00295810" w:rsidRDefault="00295810" w:rsidP="00295810">
      <w:r>
        <w:t>299.2732</w:t>
      </w:r>
      <w:r>
        <w:tab/>
        <w:t>1.013e0</w:t>
      </w:r>
    </w:p>
    <w:p w:rsidR="00295810" w:rsidRDefault="00295810" w:rsidP="00295810">
      <w:r>
        <w:t>299.3775</w:t>
      </w:r>
      <w:r>
        <w:tab/>
        <w:t>2.025e0</w:t>
      </w:r>
    </w:p>
    <w:p w:rsidR="00295810" w:rsidRDefault="00295810" w:rsidP="00295810">
      <w:r>
        <w:t>299.5545</w:t>
      </w:r>
      <w:r>
        <w:tab/>
        <w:t>1.013e0</w:t>
      </w:r>
    </w:p>
    <w:p w:rsidR="00295810" w:rsidRDefault="00295810" w:rsidP="00295810">
      <w:r>
        <w:t>299.6402</w:t>
      </w:r>
      <w:r>
        <w:tab/>
        <w:t>2.025e0</w:t>
      </w:r>
    </w:p>
    <w:p w:rsidR="00295810" w:rsidRDefault="00295810" w:rsidP="00295810">
      <w:r>
        <w:t>299.7741</w:t>
      </w:r>
      <w:r>
        <w:tab/>
        <w:t>1.013e0</w:t>
      </w:r>
    </w:p>
    <w:p w:rsidR="00295810" w:rsidRDefault="00295810" w:rsidP="00295810">
      <w:r>
        <w:lastRenderedPageBreak/>
        <w:t>299.8304</w:t>
      </w:r>
      <w:r>
        <w:tab/>
        <w:t>1.013e0</w:t>
      </w:r>
    </w:p>
    <w:p w:rsidR="00295810" w:rsidRDefault="00295810" w:rsidP="00295810">
      <w:r>
        <w:t>300.0784</w:t>
      </w:r>
      <w:r>
        <w:tab/>
        <w:t>1.013e0</w:t>
      </w:r>
    </w:p>
    <w:p w:rsidR="00295810" w:rsidRDefault="00295810" w:rsidP="00295810">
      <w:r>
        <w:t>300.1682</w:t>
      </w:r>
      <w:r>
        <w:tab/>
        <w:t>3.038e0</w:t>
      </w:r>
    </w:p>
    <w:p w:rsidR="00295810" w:rsidRDefault="00295810" w:rsidP="00295810">
      <w:r>
        <w:t>300.2025</w:t>
      </w:r>
      <w:r>
        <w:tab/>
        <w:t>1.013e0</w:t>
      </w:r>
    </w:p>
    <w:p w:rsidR="00295810" w:rsidRDefault="00295810" w:rsidP="00295810">
      <w:r>
        <w:t>300.2532</w:t>
      </w:r>
      <w:r>
        <w:tab/>
        <w:t>1.013e0</w:t>
      </w:r>
    </w:p>
    <w:p w:rsidR="00295810" w:rsidRDefault="00295810" w:rsidP="00295810">
      <w:r>
        <w:t>300.2814</w:t>
      </w:r>
      <w:r>
        <w:tab/>
        <w:t>1.013e0</w:t>
      </w:r>
    </w:p>
    <w:p w:rsidR="00295810" w:rsidRDefault="00295810" w:rsidP="00295810">
      <w:r>
        <w:t>300.5186</w:t>
      </w:r>
      <w:r>
        <w:tab/>
        <w:t>2.025e0</w:t>
      </w:r>
    </w:p>
    <w:p w:rsidR="00295810" w:rsidRDefault="00295810" w:rsidP="00295810">
      <w:r>
        <w:t>300.6216</w:t>
      </w:r>
      <w:r>
        <w:tab/>
        <w:t>1.013e0</w:t>
      </w:r>
    </w:p>
    <w:p w:rsidR="00295810" w:rsidRDefault="00295810" w:rsidP="00295810">
      <w:r>
        <w:t>300.7104</w:t>
      </w:r>
      <w:r>
        <w:tab/>
        <w:t>1.013e0</w:t>
      </w:r>
    </w:p>
    <w:p w:rsidR="00295810" w:rsidRDefault="00295810" w:rsidP="00295810">
      <w:r>
        <w:t>300.8743</w:t>
      </w:r>
      <w:r>
        <w:tab/>
        <w:t>1.013e0</w:t>
      </w:r>
    </w:p>
    <w:p w:rsidR="00295810" w:rsidRDefault="00295810" w:rsidP="00295810">
      <w:r>
        <w:t>300.9481</w:t>
      </w:r>
      <w:r>
        <w:tab/>
        <w:t>1.013e0</w:t>
      </w:r>
    </w:p>
    <w:p w:rsidR="00295810" w:rsidRDefault="00295810" w:rsidP="00295810">
      <w:r>
        <w:t>300.9873</w:t>
      </w:r>
      <w:r>
        <w:tab/>
        <w:t>1.013e0</w:t>
      </w:r>
    </w:p>
    <w:p w:rsidR="00295810" w:rsidRDefault="00295810" w:rsidP="00295810">
      <w:r>
        <w:t>301.0407</w:t>
      </w:r>
      <w:r>
        <w:tab/>
        <w:t>3.038e0</w:t>
      </w:r>
    </w:p>
    <w:p w:rsidR="00295810" w:rsidRDefault="00295810" w:rsidP="00295810">
      <w:r>
        <w:t>301.1060</w:t>
      </w:r>
      <w:r>
        <w:tab/>
        <w:t>1.013e0</w:t>
      </w:r>
    </w:p>
    <w:p w:rsidR="00295810" w:rsidRDefault="00295810" w:rsidP="00295810">
      <w:r>
        <w:t>301.1466</w:t>
      </w:r>
      <w:r>
        <w:tab/>
        <w:t>1.013e0</w:t>
      </w:r>
    </w:p>
    <w:p w:rsidR="00295810" w:rsidRDefault="00295810" w:rsidP="00295810">
      <w:r>
        <w:t>301.1971</w:t>
      </w:r>
      <w:r>
        <w:tab/>
        <w:t>1.013e0</w:t>
      </w:r>
    </w:p>
    <w:p w:rsidR="00295810" w:rsidRDefault="00295810" w:rsidP="00295810">
      <w:r>
        <w:t>301.2305</w:t>
      </w:r>
      <w:r>
        <w:tab/>
        <w:t>1.013e0</w:t>
      </w:r>
    </w:p>
    <w:p w:rsidR="00295810" w:rsidRDefault="00295810" w:rsidP="00295810">
      <w:r>
        <w:t>301.2906</w:t>
      </w:r>
      <w:r>
        <w:tab/>
        <w:t>2.025e0</w:t>
      </w:r>
    </w:p>
    <w:p w:rsidR="00295810" w:rsidRDefault="00295810" w:rsidP="00295810">
      <w:r>
        <w:t>301.3684</w:t>
      </w:r>
      <w:r>
        <w:tab/>
        <w:t>1.013e0</w:t>
      </w:r>
    </w:p>
    <w:p w:rsidR="00295810" w:rsidRDefault="00295810" w:rsidP="00295810">
      <w:r>
        <w:lastRenderedPageBreak/>
        <w:t>301.4929</w:t>
      </w:r>
      <w:r>
        <w:tab/>
        <w:t>2.025e0</w:t>
      </w:r>
    </w:p>
    <w:p w:rsidR="00295810" w:rsidRDefault="00295810" w:rsidP="00295810">
      <w:r>
        <w:t>301.5941</w:t>
      </w:r>
      <w:r>
        <w:tab/>
        <w:t>1.013e0</w:t>
      </w:r>
    </w:p>
    <w:p w:rsidR="00295810" w:rsidRDefault="00295810" w:rsidP="00295810">
      <w:r>
        <w:t>301.6628</w:t>
      </w:r>
      <w:r>
        <w:tab/>
        <w:t>2.025e0</w:t>
      </w:r>
    </w:p>
    <w:p w:rsidR="00295810" w:rsidRDefault="00295810" w:rsidP="00295810">
      <w:r>
        <w:t>301.7501</w:t>
      </w:r>
      <w:r>
        <w:tab/>
        <w:t>2.025e0</w:t>
      </w:r>
    </w:p>
    <w:p w:rsidR="00295810" w:rsidRDefault="00295810" w:rsidP="00295810">
      <w:r>
        <w:t>301.9214</w:t>
      </w:r>
      <w:r>
        <w:tab/>
        <w:t>1.013e0</w:t>
      </w:r>
    </w:p>
    <w:p w:rsidR="00295810" w:rsidRDefault="00295810" w:rsidP="00295810">
      <w:r>
        <w:t>301.9720</w:t>
      </w:r>
      <w:r>
        <w:tab/>
        <w:t>2.025e0</w:t>
      </w:r>
    </w:p>
    <w:p w:rsidR="00295810" w:rsidRDefault="00295810" w:rsidP="00295810">
      <w:r>
        <w:t>302.0145</w:t>
      </w:r>
      <w:r>
        <w:tab/>
        <w:t>1.013e0</w:t>
      </w:r>
    </w:p>
    <w:p w:rsidR="00295810" w:rsidRDefault="00295810" w:rsidP="00295810">
      <w:r>
        <w:t>302.0747</w:t>
      </w:r>
      <w:r>
        <w:tab/>
        <w:t>3.038e0</w:t>
      </w:r>
    </w:p>
    <w:p w:rsidR="00295810" w:rsidRDefault="00295810" w:rsidP="00295810">
      <w:r>
        <w:t>302.1690</w:t>
      </w:r>
      <w:r>
        <w:tab/>
        <w:t>2.025e0</w:t>
      </w:r>
    </w:p>
    <w:p w:rsidR="00295810" w:rsidRDefault="00295810" w:rsidP="00295810">
      <w:r>
        <w:t>302.2049</w:t>
      </w:r>
      <w:r>
        <w:tab/>
        <w:t>1.013e0</w:t>
      </w:r>
    </w:p>
    <w:p w:rsidR="00295810" w:rsidRDefault="00295810" w:rsidP="00295810">
      <w:r>
        <w:t>302.4311</w:t>
      </w:r>
      <w:r>
        <w:tab/>
        <w:t>1.013e0</w:t>
      </w:r>
    </w:p>
    <w:p w:rsidR="00295810" w:rsidRDefault="00295810" w:rsidP="00295810">
      <w:r>
        <w:t>302.5793</w:t>
      </w:r>
      <w:r>
        <w:tab/>
        <w:t>2.025e0</w:t>
      </w:r>
    </w:p>
    <w:p w:rsidR="00295810" w:rsidRDefault="00295810" w:rsidP="00295810">
      <w:r>
        <w:t>302.7075</w:t>
      </w:r>
      <w:r>
        <w:tab/>
        <w:t>1.013e0</w:t>
      </w:r>
    </w:p>
    <w:p w:rsidR="00295810" w:rsidRDefault="00295810" w:rsidP="00295810">
      <w:r>
        <w:t>302.7777</w:t>
      </w:r>
      <w:r>
        <w:tab/>
        <w:t>1.013e0</w:t>
      </w:r>
    </w:p>
    <w:p w:rsidR="00295810" w:rsidRDefault="00295810" w:rsidP="00295810">
      <w:r>
        <w:t>302.8322</w:t>
      </w:r>
      <w:r>
        <w:tab/>
        <w:t>1.013e0</w:t>
      </w:r>
    </w:p>
    <w:p w:rsidR="00295810" w:rsidRDefault="00295810" w:rsidP="00295810">
      <w:r>
        <w:t>303.0191</w:t>
      </w:r>
      <w:r>
        <w:tab/>
        <w:t>2.025e0</w:t>
      </w:r>
    </w:p>
    <w:p w:rsidR="00295810" w:rsidRDefault="00295810" w:rsidP="00295810">
      <w:r>
        <w:t>303.0855</w:t>
      </w:r>
      <w:r>
        <w:tab/>
        <w:t>1.013e0</w:t>
      </w:r>
    </w:p>
    <w:p w:rsidR="00295810" w:rsidRDefault="00295810" w:rsidP="00295810">
      <w:r>
        <w:t>303.1984</w:t>
      </w:r>
      <w:r>
        <w:tab/>
        <w:t>1.013e0</w:t>
      </w:r>
    </w:p>
    <w:p w:rsidR="00295810" w:rsidRDefault="00295810" w:rsidP="00295810">
      <w:r>
        <w:t>303.2996</w:t>
      </w:r>
      <w:r>
        <w:tab/>
        <w:t>1.013e0</w:t>
      </w:r>
    </w:p>
    <w:p w:rsidR="00295810" w:rsidRDefault="00295810" w:rsidP="00295810">
      <w:r>
        <w:lastRenderedPageBreak/>
        <w:t>303.3665</w:t>
      </w:r>
      <w:r>
        <w:tab/>
        <w:t>2.025e0</w:t>
      </w:r>
    </w:p>
    <w:p w:rsidR="00295810" w:rsidRDefault="00295810" w:rsidP="00295810">
      <w:r>
        <w:t>303.4711</w:t>
      </w:r>
      <w:r>
        <w:tab/>
        <w:t>1.013e0</w:t>
      </w:r>
    </w:p>
    <w:p w:rsidR="00295810" w:rsidRDefault="00295810" w:rsidP="00295810">
      <w:r>
        <w:t>303.5067</w:t>
      </w:r>
      <w:r>
        <w:tab/>
        <w:t>1.013e0</w:t>
      </w:r>
    </w:p>
    <w:p w:rsidR="00295810" w:rsidRDefault="00295810" w:rsidP="00295810">
      <w:r>
        <w:t>303.6835</w:t>
      </w:r>
      <w:r>
        <w:tab/>
        <w:t>2.025e0</w:t>
      </w:r>
    </w:p>
    <w:p w:rsidR="00295810" w:rsidRDefault="00295810" w:rsidP="00295810">
      <w:r>
        <w:t>303.7912</w:t>
      </w:r>
      <w:r>
        <w:tab/>
        <w:t>2.025e0</w:t>
      </w:r>
    </w:p>
    <w:p w:rsidR="00295810" w:rsidRDefault="00295810" w:rsidP="00295810">
      <w:r>
        <w:t>303.8315</w:t>
      </w:r>
      <w:r>
        <w:tab/>
        <w:t>1.013e0</w:t>
      </w:r>
    </w:p>
    <w:p w:rsidR="00295810" w:rsidRDefault="00295810" w:rsidP="00295810">
      <w:r>
        <w:t>303.8943</w:t>
      </w:r>
      <w:r>
        <w:tab/>
        <w:t>2.025e0</w:t>
      </w:r>
    </w:p>
    <w:p w:rsidR="00295810" w:rsidRDefault="00295810" w:rsidP="00295810">
      <w:r>
        <w:t>304.0129</w:t>
      </w:r>
      <w:r>
        <w:tab/>
        <w:t>1.013e0</w:t>
      </w:r>
    </w:p>
    <w:p w:rsidR="00295810" w:rsidRDefault="00295810" w:rsidP="00295810">
      <w:r>
        <w:t>304.0767</w:t>
      </w:r>
      <w:r>
        <w:tab/>
        <w:t>1.013e0</w:t>
      </w:r>
    </w:p>
    <w:p w:rsidR="00295810" w:rsidRDefault="00295810" w:rsidP="00295810">
      <w:r>
        <w:t>304.1611</w:t>
      </w:r>
      <w:r>
        <w:tab/>
        <w:t>1.013e0</w:t>
      </w:r>
    </w:p>
    <w:p w:rsidR="00295810" w:rsidRDefault="00295810" w:rsidP="00295810">
      <w:r>
        <w:t>304.2236</w:t>
      </w:r>
      <w:r>
        <w:tab/>
        <w:t>3.125e0</w:t>
      </w:r>
    </w:p>
    <w:p w:rsidR="00295810" w:rsidRDefault="00295810" w:rsidP="00295810">
      <w:r>
        <w:t>304.3054</w:t>
      </w:r>
      <w:r>
        <w:tab/>
        <w:t>5.063e0</w:t>
      </w:r>
    </w:p>
    <w:p w:rsidR="00295810" w:rsidRDefault="00295810" w:rsidP="00295810">
      <w:r>
        <w:t>304.3942</w:t>
      </w:r>
      <w:r>
        <w:tab/>
        <w:t>2.025e0</w:t>
      </w:r>
    </w:p>
    <w:p w:rsidR="00295810" w:rsidRDefault="00295810" w:rsidP="00295810">
      <w:r>
        <w:t>304.4534</w:t>
      </w:r>
      <w:r>
        <w:tab/>
        <w:t>1.013e0</w:t>
      </w:r>
    </w:p>
    <w:p w:rsidR="00295810" w:rsidRDefault="00295810" w:rsidP="00295810">
      <w:r>
        <w:t>304.4808</w:t>
      </w:r>
      <w:r>
        <w:tab/>
        <w:t>1.013e0</w:t>
      </w:r>
    </w:p>
    <w:p w:rsidR="00295810" w:rsidRDefault="00295810" w:rsidP="00295810">
      <w:r>
        <w:t>304.5276</w:t>
      </w:r>
      <w:r>
        <w:tab/>
        <w:t>2.025e0</w:t>
      </w:r>
    </w:p>
    <w:p w:rsidR="00295810" w:rsidRDefault="00295810" w:rsidP="00295810">
      <w:r>
        <w:t>304.6118</w:t>
      </w:r>
      <w:r>
        <w:tab/>
        <w:t>2.025e0</w:t>
      </w:r>
    </w:p>
    <w:p w:rsidR="00295810" w:rsidRDefault="00295810" w:rsidP="00295810">
      <w:r>
        <w:t>304.6705</w:t>
      </w:r>
      <w:r>
        <w:tab/>
        <w:t>1.013e0</w:t>
      </w:r>
    </w:p>
    <w:p w:rsidR="00295810" w:rsidRDefault="00295810" w:rsidP="00295810">
      <w:r>
        <w:t>304.7811</w:t>
      </w:r>
      <w:r>
        <w:tab/>
        <w:t>1.013e0</w:t>
      </w:r>
    </w:p>
    <w:p w:rsidR="00295810" w:rsidRDefault="00295810" w:rsidP="00295810">
      <w:r>
        <w:lastRenderedPageBreak/>
        <w:t>304.8477</w:t>
      </w:r>
      <w:r>
        <w:tab/>
        <w:t>1.013e0</w:t>
      </w:r>
    </w:p>
    <w:p w:rsidR="00295810" w:rsidRDefault="00295810" w:rsidP="00295810">
      <w:r>
        <w:t>304.8941</w:t>
      </w:r>
      <w:r>
        <w:tab/>
        <w:t>2.025e0</w:t>
      </w:r>
    </w:p>
    <w:p w:rsidR="00295810" w:rsidRDefault="00295810" w:rsidP="00295810">
      <w:r>
        <w:t>304.9449</w:t>
      </w:r>
      <w:r>
        <w:tab/>
        <w:t>3.038e0</w:t>
      </w:r>
    </w:p>
    <w:p w:rsidR="00295810" w:rsidRDefault="00295810" w:rsidP="00295810">
      <w:r>
        <w:t>305.0439</w:t>
      </w:r>
      <w:r>
        <w:tab/>
        <w:t>2.025e0</w:t>
      </w:r>
    </w:p>
    <w:p w:rsidR="00295810" w:rsidRDefault="00295810" w:rsidP="00295810">
      <w:r>
        <w:t>305.0971</w:t>
      </w:r>
      <w:r>
        <w:tab/>
        <w:t>1.013e0</w:t>
      </w:r>
    </w:p>
    <w:p w:rsidR="00295810" w:rsidRDefault="00295810" w:rsidP="00295810">
      <w:r>
        <w:t>305.1460</w:t>
      </w:r>
      <w:r>
        <w:tab/>
        <w:t>3.038e0</w:t>
      </w:r>
    </w:p>
    <w:p w:rsidR="00295810" w:rsidRDefault="00295810" w:rsidP="00295810">
      <w:r>
        <w:t>305.3703</w:t>
      </w:r>
      <w:r>
        <w:tab/>
        <w:t>1.013e0</w:t>
      </w:r>
    </w:p>
    <w:p w:rsidR="00295810" w:rsidRDefault="00295810" w:rsidP="00295810">
      <w:r>
        <w:t>305.4253</w:t>
      </w:r>
      <w:r>
        <w:tab/>
        <w:t>2.025e0</w:t>
      </w:r>
    </w:p>
    <w:p w:rsidR="00295810" w:rsidRDefault="00295810" w:rsidP="00295810">
      <w:r>
        <w:t>305.4982</w:t>
      </w:r>
      <w:r>
        <w:tab/>
        <w:t>2.025e0</w:t>
      </w:r>
    </w:p>
    <w:p w:rsidR="00295810" w:rsidRDefault="00295810" w:rsidP="00295810">
      <w:r>
        <w:t>305.5231</w:t>
      </w:r>
      <w:r>
        <w:tab/>
        <w:t>1.013e0</w:t>
      </w:r>
    </w:p>
    <w:p w:rsidR="00295810" w:rsidRDefault="00295810" w:rsidP="00295810">
      <w:r>
        <w:t>305.8816</w:t>
      </w:r>
      <w:r>
        <w:tab/>
        <w:t>1.013e0</w:t>
      </w:r>
    </w:p>
    <w:p w:rsidR="00295810" w:rsidRDefault="00295810" w:rsidP="00295810">
      <w:r>
        <w:t>305.9260</w:t>
      </w:r>
      <w:r>
        <w:tab/>
        <w:t>2.025e0</w:t>
      </w:r>
    </w:p>
    <w:p w:rsidR="00295810" w:rsidRDefault="00295810" w:rsidP="00295810">
      <w:r>
        <w:t>305.9897</w:t>
      </w:r>
      <w:r>
        <w:tab/>
        <w:t>3.038e0</w:t>
      </w:r>
    </w:p>
    <w:p w:rsidR="00295810" w:rsidRDefault="00295810" w:rsidP="00295810">
      <w:r>
        <w:t>306.0398</w:t>
      </w:r>
      <w:r>
        <w:tab/>
        <w:t>2.025e0</w:t>
      </w:r>
    </w:p>
    <w:p w:rsidR="00295810" w:rsidRDefault="00295810" w:rsidP="00295810">
      <w:r>
        <w:t>306.3835</w:t>
      </w:r>
      <w:r>
        <w:tab/>
        <w:t>1.013e0</w:t>
      </w:r>
    </w:p>
    <w:p w:rsidR="00295810" w:rsidRDefault="00295810" w:rsidP="00295810">
      <w:r>
        <w:t>306.6763</w:t>
      </w:r>
      <w:r>
        <w:tab/>
        <w:t>2.025e0</w:t>
      </w:r>
    </w:p>
    <w:p w:rsidR="00295810" w:rsidRDefault="00295810" w:rsidP="00295810">
      <w:r>
        <w:t>306.7135</w:t>
      </w:r>
      <w:r>
        <w:tab/>
        <w:t>1.013e0</w:t>
      </w:r>
    </w:p>
    <w:p w:rsidR="00295810" w:rsidRDefault="00295810" w:rsidP="00295810">
      <w:r>
        <w:t>306.9791</w:t>
      </w:r>
      <w:r>
        <w:tab/>
        <w:t>1.013e0</w:t>
      </w:r>
    </w:p>
    <w:p w:rsidR="00295810" w:rsidRDefault="00295810" w:rsidP="00295810">
      <w:r>
        <w:t>307.0189</w:t>
      </w:r>
      <w:r>
        <w:tab/>
        <w:t>3.038e0</w:t>
      </w:r>
    </w:p>
    <w:p w:rsidR="00295810" w:rsidRDefault="00295810" w:rsidP="00295810">
      <w:r>
        <w:lastRenderedPageBreak/>
        <w:t>307.0981</w:t>
      </w:r>
      <w:r>
        <w:tab/>
        <w:t>2.025e0</w:t>
      </w:r>
    </w:p>
    <w:p w:rsidR="00295810" w:rsidRDefault="00295810" w:rsidP="00295810">
      <w:r>
        <w:t>307.1599</w:t>
      </w:r>
      <w:r>
        <w:tab/>
        <w:t>1.013e0</w:t>
      </w:r>
    </w:p>
    <w:p w:rsidR="00295810" w:rsidRDefault="00295810" w:rsidP="00295810">
      <w:r>
        <w:t>307.4075</w:t>
      </w:r>
      <w:r>
        <w:tab/>
        <w:t>1.013e0</w:t>
      </w:r>
    </w:p>
    <w:p w:rsidR="00295810" w:rsidRDefault="00295810" w:rsidP="00295810">
      <w:r>
        <w:t>307.4744</w:t>
      </w:r>
      <w:r>
        <w:tab/>
        <w:t>2.025e0</w:t>
      </w:r>
    </w:p>
    <w:p w:rsidR="00295810" w:rsidRDefault="00295810" w:rsidP="00295810">
      <w:r>
        <w:t>307.5054</w:t>
      </w:r>
      <w:r>
        <w:tab/>
        <w:t>1.013e0</w:t>
      </w:r>
    </w:p>
    <w:p w:rsidR="00295810" w:rsidRDefault="00295810" w:rsidP="00295810">
      <w:r>
        <w:t>307.5573</w:t>
      </w:r>
      <w:r>
        <w:tab/>
        <w:t>1.013e0</w:t>
      </w:r>
    </w:p>
    <w:p w:rsidR="00295810" w:rsidRDefault="00295810" w:rsidP="00295810">
      <w:r>
        <w:t>307.5976</w:t>
      </w:r>
      <w:r>
        <w:tab/>
        <w:t>1.013e0</w:t>
      </w:r>
    </w:p>
    <w:p w:rsidR="00295810" w:rsidRDefault="00295810" w:rsidP="00295810">
      <w:r>
        <w:t>307.6591</w:t>
      </w:r>
      <w:r>
        <w:tab/>
        <w:t>1.013e0</w:t>
      </w:r>
    </w:p>
    <w:p w:rsidR="00295810" w:rsidRDefault="00295810" w:rsidP="00295810">
      <w:r>
        <w:t>307.7569</w:t>
      </w:r>
      <w:r>
        <w:tab/>
        <w:t>1.013e0</w:t>
      </w:r>
    </w:p>
    <w:p w:rsidR="00295810" w:rsidRDefault="00295810" w:rsidP="00295810">
      <w:r>
        <w:t>307.7936</w:t>
      </w:r>
      <w:r>
        <w:tab/>
        <w:t>1.013e0</w:t>
      </w:r>
    </w:p>
    <w:p w:rsidR="00295810" w:rsidRDefault="00295810" w:rsidP="00295810">
      <w:r>
        <w:t>307.8344</w:t>
      </w:r>
      <w:r>
        <w:tab/>
        <w:t>2.025e0</w:t>
      </w:r>
    </w:p>
    <w:p w:rsidR="00295810" w:rsidRDefault="00295810" w:rsidP="00295810">
      <w:r>
        <w:t>307.9524</w:t>
      </w:r>
      <w:r>
        <w:tab/>
        <w:t>1.013e0</w:t>
      </w:r>
    </w:p>
    <w:p w:rsidR="00295810" w:rsidRDefault="00295810" w:rsidP="00295810">
      <w:r>
        <w:t>308.0408</w:t>
      </w:r>
      <w:r>
        <w:tab/>
        <w:t>3.038e0</w:t>
      </w:r>
    </w:p>
    <w:p w:rsidR="00295810" w:rsidRDefault="00295810" w:rsidP="00295810">
      <w:r>
        <w:t>308.0835</w:t>
      </w:r>
      <w:r>
        <w:tab/>
        <w:t>2.025e0</w:t>
      </w:r>
    </w:p>
    <w:p w:rsidR="00295810" w:rsidRDefault="00295810" w:rsidP="00295810">
      <w:r>
        <w:t>308.1479</w:t>
      </w:r>
      <w:r>
        <w:tab/>
        <w:t>2.025e0</w:t>
      </w:r>
    </w:p>
    <w:p w:rsidR="00295810" w:rsidRDefault="00295810" w:rsidP="00295810">
      <w:r>
        <w:t>308.2183</w:t>
      </w:r>
      <w:r>
        <w:tab/>
        <w:t>1.013e0</w:t>
      </w:r>
    </w:p>
    <w:p w:rsidR="00295810" w:rsidRDefault="00295810" w:rsidP="00295810">
      <w:r>
        <w:t>308.2496</w:t>
      </w:r>
      <w:r>
        <w:tab/>
        <w:t>1.013e0</w:t>
      </w:r>
    </w:p>
    <w:p w:rsidR="00295810" w:rsidRDefault="00295810" w:rsidP="00295810">
      <w:r>
        <w:t>308.3824</w:t>
      </w:r>
      <w:r>
        <w:tab/>
        <w:t>1.013e0</w:t>
      </w:r>
    </w:p>
    <w:p w:rsidR="00295810" w:rsidRDefault="00295810" w:rsidP="00295810">
      <w:r>
        <w:t>308.4749</w:t>
      </w:r>
      <w:r>
        <w:tab/>
        <w:t>1.013e0</w:t>
      </w:r>
    </w:p>
    <w:p w:rsidR="00295810" w:rsidRDefault="00295810" w:rsidP="00295810">
      <w:r>
        <w:lastRenderedPageBreak/>
        <w:t>308.5269</w:t>
      </w:r>
      <w:r>
        <w:tab/>
        <w:t>1.013e0</w:t>
      </w:r>
    </w:p>
    <w:p w:rsidR="00295810" w:rsidRDefault="00295810" w:rsidP="00295810">
      <w:r>
        <w:t>308.6996</w:t>
      </w:r>
      <w:r>
        <w:tab/>
        <w:t>1.013e0</w:t>
      </w:r>
    </w:p>
    <w:p w:rsidR="00295810" w:rsidRDefault="00295810" w:rsidP="00295810">
      <w:r>
        <w:t>308.7973</w:t>
      </w:r>
      <w:r>
        <w:tab/>
        <w:t>1.013e0</w:t>
      </w:r>
    </w:p>
    <w:p w:rsidR="00295810" w:rsidRDefault="00295810" w:rsidP="00295810">
      <w:r>
        <w:t>308.8481</w:t>
      </w:r>
      <w:r>
        <w:tab/>
        <w:t>1.013e0</w:t>
      </w:r>
    </w:p>
    <w:p w:rsidR="00295810" w:rsidRDefault="00295810" w:rsidP="00295810">
      <w:r>
        <w:t>308.9375</w:t>
      </w:r>
      <w:r>
        <w:tab/>
        <w:t>1.013e0</w:t>
      </w:r>
    </w:p>
    <w:p w:rsidR="00295810" w:rsidRDefault="00295810" w:rsidP="00295810">
      <w:r>
        <w:t>308.9929</w:t>
      </w:r>
      <w:r>
        <w:tab/>
        <w:t>1.013e0</w:t>
      </w:r>
    </w:p>
    <w:p w:rsidR="00295810" w:rsidRDefault="00295810" w:rsidP="00295810">
      <w:r>
        <w:t>309.0710</w:t>
      </w:r>
      <w:r>
        <w:tab/>
        <w:t>1.013e0</w:t>
      </w:r>
    </w:p>
    <w:p w:rsidR="00295810" w:rsidRDefault="00295810" w:rsidP="00295810">
      <w:r>
        <w:t>309.1653</w:t>
      </w:r>
      <w:r>
        <w:tab/>
        <w:t>2.025e0</w:t>
      </w:r>
    </w:p>
    <w:p w:rsidR="00295810" w:rsidRDefault="00295810" w:rsidP="00295810">
      <w:r>
        <w:t>309.2092</w:t>
      </w:r>
      <w:r>
        <w:tab/>
        <w:t>2.025e0</w:t>
      </w:r>
    </w:p>
    <w:p w:rsidR="00295810" w:rsidRDefault="00295810" w:rsidP="00295810">
      <w:r>
        <w:t>309.2637</w:t>
      </w:r>
      <w:r>
        <w:tab/>
        <w:t>2.025e0</w:t>
      </w:r>
    </w:p>
    <w:p w:rsidR="00295810" w:rsidRDefault="00295810" w:rsidP="00295810">
      <w:r>
        <w:t>309.3295</w:t>
      </w:r>
      <w:r>
        <w:tab/>
        <w:t>1.013e0</w:t>
      </w:r>
    </w:p>
    <w:p w:rsidR="00295810" w:rsidRDefault="00295810" w:rsidP="00295810">
      <w:r>
        <w:t>309.4181</w:t>
      </w:r>
      <w:r>
        <w:tab/>
        <w:t>1.013e0</w:t>
      </w:r>
    </w:p>
    <w:p w:rsidR="00295810" w:rsidRDefault="00295810" w:rsidP="00295810">
      <w:r>
        <w:t>309.6475</w:t>
      </w:r>
      <w:r>
        <w:tab/>
        <w:t>2.025e0</w:t>
      </w:r>
    </w:p>
    <w:p w:rsidR="00295810" w:rsidRDefault="00295810" w:rsidP="00295810">
      <w:r>
        <w:t>309.8762</w:t>
      </w:r>
      <w:r>
        <w:tab/>
        <w:t>1.013e0</w:t>
      </w:r>
    </w:p>
    <w:p w:rsidR="00295810" w:rsidRDefault="00295810" w:rsidP="00295810">
      <w:r>
        <w:t>309.9089</w:t>
      </w:r>
      <w:r>
        <w:tab/>
        <w:t>1.013e0</w:t>
      </w:r>
    </w:p>
    <w:p w:rsidR="00295810" w:rsidRDefault="00295810" w:rsidP="00295810">
      <w:r>
        <w:t>309.9795</w:t>
      </w:r>
      <w:r>
        <w:tab/>
        <w:t>1.013e0</w:t>
      </w:r>
    </w:p>
    <w:p w:rsidR="00295810" w:rsidRDefault="00295810" w:rsidP="00295810">
      <w:r>
        <w:t>310.0068</w:t>
      </w:r>
      <w:r>
        <w:tab/>
        <w:t>1.013e0</w:t>
      </w:r>
    </w:p>
    <w:p w:rsidR="00295810" w:rsidRDefault="00295810" w:rsidP="00295810">
      <w:r>
        <w:t>310.0619</w:t>
      </w:r>
      <w:r>
        <w:tab/>
        <w:t>1.013e0</w:t>
      </w:r>
    </w:p>
    <w:p w:rsidR="00295810" w:rsidRDefault="00295810" w:rsidP="00295810">
      <w:r>
        <w:t>310.1439</w:t>
      </w:r>
      <w:r>
        <w:tab/>
        <w:t>3.038e0</w:t>
      </w:r>
    </w:p>
    <w:p w:rsidR="00295810" w:rsidRDefault="00295810" w:rsidP="00295810">
      <w:r>
        <w:lastRenderedPageBreak/>
        <w:t>310.1950</w:t>
      </w:r>
      <w:r>
        <w:tab/>
        <w:t>1.013e0</w:t>
      </w:r>
    </w:p>
    <w:p w:rsidR="00295810" w:rsidRDefault="00295810" w:rsidP="00295810">
      <w:r>
        <w:t>310.2303</w:t>
      </w:r>
      <w:r>
        <w:tab/>
        <w:t>1.013e0</w:t>
      </w:r>
    </w:p>
    <w:p w:rsidR="00295810" w:rsidRDefault="00295810" w:rsidP="00295810">
      <w:r>
        <w:t>310.2593</w:t>
      </w:r>
      <w:r>
        <w:tab/>
        <w:t>1.013e0</w:t>
      </w:r>
    </w:p>
    <w:p w:rsidR="00295810" w:rsidRDefault="00295810" w:rsidP="00295810">
      <w:r>
        <w:t>310.3220</w:t>
      </w:r>
      <w:r>
        <w:tab/>
        <w:t>2.025e0</w:t>
      </w:r>
    </w:p>
    <w:p w:rsidR="00295810" w:rsidRDefault="00295810" w:rsidP="00295810">
      <w:r>
        <w:t>310.3581</w:t>
      </w:r>
      <w:r>
        <w:tab/>
        <w:t>1.013e0</w:t>
      </w:r>
    </w:p>
    <w:p w:rsidR="00295810" w:rsidRDefault="00295810" w:rsidP="00295810">
      <w:r>
        <w:t>310.4221</w:t>
      </w:r>
      <w:r>
        <w:tab/>
        <w:t>2.025e0</w:t>
      </w:r>
    </w:p>
    <w:p w:rsidR="00295810" w:rsidRDefault="00295810" w:rsidP="00295810">
      <w:r>
        <w:t>310.4743</w:t>
      </w:r>
      <w:r>
        <w:tab/>
        <w:t>1.013e0</w:t>
      </w:r>
    </w:p>
    <w:p w:rsidR="00295810" w:rsidRDefault="00295810" w:rsidP="00295810">
      <w:r>
        <w:t>310.7418</w:t>
      </w:r>
      <w:r>
        <w:tab/>
        <w:t>1.013e0</w:t>
      </w:r>
    </w:p>
    <w:p w:rsidR="00295810" w:rsidRDefault="00295810" w:rsidP="00295810">
      <w:r>
        <w:t>310.8058</w:t>
      </w:r>
      <w:r>
        <w:tab/>
        <w:t>1.013e0</w:t>
      </w:r>
    </w:p>
    <w:p w:rsidR="00295810" w:rsidRDefault="00295810" w:rsidP="00295810">
      <w:r>
        <w:t>310.9431</w:t>
      </w:r>
      <w:r>
        <w:tab/>
        <w:t>1.013e0</w:t>
      </w:r>
    </w:p>
    <w:p w:rsidR="00295810" w:rsidRDefault="00295810" w:rsidP="00295810">
      <w:r>
        <w:t>311.0036</w:t>
      </w:r>
      <w:r>
        <w:tab/>
        <w:t>1.013e0</w:t>
      </w:r>
    </w:p>
    <w:p w:rsidR="00295810" w:rsidRDefault="00295810" w:rsidP="00295810">
      <w:r>
        <w:t>311.0448</w:t>
      </w:r>
      <w:r>
        <w:tab/>
        <w:t>2.025e0</w:t>
      </w:r>
    </w:p>
    <w:p w:rsidR="00295810" w:rsidRDefault="00295810" w:rsidP="00295810">
      <w:r>
        <w:t>311.1900</w:t>
      </w:r>
      <w:r>
        <w:tab/>
        <w:t>1.013e0</w:t>
      </w:r>
    </w:p>
    <w:p w:rsidR="00295810" w:rsidRDefault="00295810" w:rsidP="00295810">
      <w:r>
        <w:t>311.3076</w:t>
      </w:r>
      <w:r>
        <w:tab/>
        <w:t>1.013e0</w:t>
      </w:r>
    </w:p>
    <w:p w:rsidR="00295810" w:rsidRDefault="00295810" w:rsidP="00295810">
      <w:r>
        <w:t>311.3647</w:t>
      </w:r>
      <w:r>
        <w:tab/>
        <w:t>1.013e0</w:t>
      </w:r>
    </w:p>
    <w:p w:rsidR="00295810" w:rsidRDefault="00295810" w:rsidP="00295810">
      <w:r>
        <w:t>311.4488</w:t>
      </w:r>
      <w:r>
        <w:tab/>
        <w:t>1.013e0</w:t>
      </w:r>
    </w:p>
    <w:p w:rsidR="00295810" w:rsidRDefault="00295810" w:rsidP="00295810">
      <w:r>
        <w:t>311.6314</w:t>
      </w:r>
      <w:r>
        <w:tab/>
        <w:t>2.025e0</w:t>
      </w:r>
    </w:p>
    <w:p w:rsidR="00295810" w:rsidRDefault="00295810" w:rsidP="00295810">
      <w:r>
        <w:t>311.6841</w:t>
      </w:r>
      <w:r>
        <w:tab/>
        <w:t>2.025e0</w:t>
      </w:r>
    </w:p>
    <w:p w:rsidR="00295810" w:rsidRDefault="00295810" w:rsidP="00295810">
      <w:r>
        <w:t>311.7388</w:t>
      </w:r>
      <w:r>
        <w:tab/>
        <w:t>1.013e0</w:t>
      </w:r>
    </w:p>
    <w:p w:rsidR="00295810" w:rsidRDefault="00295810" w:rsidP="00295810">
      <w:r>
        <w:lastRenderedPageBreak/>
        <w:t>311.8019</w:t>
      </w:r>
      <w:r>
        <w:tab/>
        <w:t>1.013e0</w:t>
      </w:r>
    </w:p>
    <w:p w:rsidR="00295810" w:rsidRDefault="00295810" w:rsidP="00295810">
      <w:r>
        <w:t>311.8922</w:t>
      </w:r>
      <w:r>
        <w:tab/>
        <w:t>2.025e0</w:t>
      </w:r>
    </w:p>
    <w:p w:rsidR="00295810" w:rsidRDefault="00295810" w:rsidP="00295810">
      <w:r>
        <w:t>312.0589</w:t>
      </w:r>
      <w:r>
        <w:tab/>
        <w:t>1.013e0</w:t>
      </w:r>
    </w:p>
    <w:p w:rsidR="00295810" w:rsidRDefault="00295810" w:rsidP="00295810">
      <w:r>
        <w:t>312.1056</w:t>
      </w:r>
      <w:r>
        <w:tab/>
        <w:t>1.013e0</w:t>
      </w:r>
    </w:p>
    <w:p w:rsidR="00295810" w:rsidRDefault="00295810" w:rsidP="00295810">
      <w:r>
        <w:t>312.1937</w:t>
      </w:r>
      <w:r>
        <w:tab/>
        <w:t>1.013e0</w:t>
      </w:r>
    </w:p>
    <w:p w:rsidR="00295810" w:rsidRDefault="00295810" w:rsidP="00295810">
      <w:r>
        <w:t>312.2841</w:t>
      </w:r>
      <w:r>
        <w:tab/>
        <w:t>1.013e0</w:t>
      </w:r>
    </w:p>
    <w:p w:rsidR="00295810" w:rsidRDefault="00295810" w:rsidP="00295810">
      <w:r>
        <w:t>312.3393</w:t>
      </w:r>
      <w:r>
        <w:tab/>
        <w:t>1.013e0</w:t>
      </w:r>
    </w:p>
    <w:p w:rsidR="00295810" w:rsidRDefault="00295810" w:rsidP="00295810">
      <w:r>
        <w:t>312.5705</w:t>
      </w:r>
      <w:r>
        <w:tab/>
        <w:t>1.013e0</w:t>
      </w:r>
    </w:p>
    <w:p w:rsidR="00295810" w:rsidRDefault="00295810" w:rsidP="00295810">
      <w:r>
        <w:t>312.6140</w:t>
      </w:r>
      <w:r>
        <w:tab/>
        <w:t>1.013e0</w:t>
      </w:r>
    </w:p>
    <w:p w:rsidR="00295810" w:rsidRDefault="00295810" w:rsidP="00295810">
      <w:r>
        <w:t>312.7018</w:t>
      </w:r>
      <w:r>
        <w:tab/>
        <w:t>1.013e0</w:t>
      </w:r>
    </w:p>
    <w:p w:rsidR="00295810" w:rsidRDefault="00295810" w:rsidP="00295810">
      <w:r>
        <w:t>312.7353</w:t>
      </w:r>
      <w:r>
        <w:tab/>
        <w:t>1.013e0</w:t>
      </w:r>
    </w:p>
    <w:p w:rsidR="00295810" w:rsidRDefault="00295810" w:rsidP="00295810">
      <w:r>
        <w:t>312.9475</w:t>
      </w:r>
      <w:r>
        <w:tab/>
        <w:t>1.013e0</w:t>
      </w:r>
    </w:p>
    <w:p w:rsidR="00295810" w:rsidRDefault="00295810" w:rsidP="00295810">
      <w:r>
        <w:t>313.0728</w:t>
      </w:r>
      <w:r>
        <w:tab/>
        <w:t>1.013e0</w:t>
      </w:r>
    </w:p>
    <w:p w:rsidR="00295810" w:rsidRDefault="00295810" w:rsidP="00295810">
      <w:r>
        <w:t>313.1133</w:t>
      </w:r>
      <w:r>
        <w:tab/>
        <w:t>2.025e0</w:t>
      </w:r>
    </w:p>
    <w:p w:rsidR="00295810" w:rsidRDefault="00295810" w:rsidP="00295810">
      <w:r>
        <w:t>313.1479</w:t>
      </w:r>
      <w:r>
        <w:tab/>
        <w:t>3.038e0</w:t>
      </w:r>
    </w:p>
    <w:p w:rsidR="00295810" w:rsidRDefault="00295810" w:rsidP="00295810">
      <w:r>
        <w:t>313.2024</w:t>
      </w:r>
      <w:r>
        <w:tab/>
        <w:t>2.025e0</w:t>
      </w:r>
    </w:p>
    <w:p w:rsidR="00295810" w:rsidRDefault="00295810" w:rsidP="00295810">
      <w:r>
        <w:t>313.2462</w:t>
      </w:r>
      <w:r>
        <w:tab/>
        <w:t>1.013e0</w:t>
      </w:r>
    </w:p>
    <w:p w:rsidR="00295810" w:rsidRDefault="00295810" w:rsidP="00295810">
      <w:r>
        <w:t>313.3554</w:t>
      </w:r>
      <w:r>
        <w:tab/>
        <w:t>1.013e0</w:t>
      </w:r>
    </w:p>
    <w:p w:rsidR="00295810" w:rsidRDefault="00295810" w:rsidP="00295810">
      <w:r>
        <w:t>313.5078</w:t>
      </w:r>
      <w:r>
        <w:tab/>
        <w:t>2.025e0</w:t>
      </w:r>
    </w:p>
    <w:p w:rsidR="00295810" w:rsidRDefault="00295810" w:rsidP="00295810">
      <w:r>
        <w:lastRenderedPageBreak/>
        <w:t>313.5696</w:t>
      </w:r>
      <w:r>
        <w:tab/>
        <w:t>2.025e0</w:t>
      </w:r>
    </w:p>
    <w:p w:rsidR="00295810" w:rsidRDefault="00295810" w:rsidP="00295810">
      <w:r>
        <w:t>313.6106</w:t>
      </w:r>
      <w:r>
        <w:tab/>
        <w:t>2.025e0</w:t>
      </w:r>
    </w:p>
    <w:p w:rsidR="00295810" w:rsidRDefault="00295810" w:rsidP="00295810">
      <w:r>
        <w:t>313.7128</w:t>
      </w:r>
      <w:r>
        <w:tab/>
        <w:t>1.013e0</w:t>
      </w:r>
    </w:p>
    <w:p w:rsidR="00295810" w:rsidRDefault="00295810" w:rsidP="00295810">
      <w:r>
        <w:t>313.8208</w:t>
      </w:r>
      <w:r>
        <w:tab/>
        <w:t>1.013e0</w:t>
      </w:r>
    </w:p>
    <w:p w:rsidR="00295810" w:rsidRDefault="00295810" w:rsidP="00295810">
      <w:r>
        <w:t>313.9796</w:t>
      </w:r>
      <w:r>
        <w:tab/>
        <w:t>2.025e0</w:t>
      </w:r>
    </w:p>
    <w:p w:rsidR="00295810" w:rsidRDefault="00295810" w:rsidP="00295810">
      <w:r>
        <w:t>314.0208</w:t>
      </w:r>
      <w:r>
        <w:tab/>
        <w:t>3.038e0</w:t>
      </w:r>
    </w:p>
    <w:p w:rsidR="00295810" w:rsidRDefault="00295810" w:rsidP="00295810">
      <w:r>
        <w:t>314.0634</w:t>
      </w:r>
      <w:r>
        <w:tab/>
        <w:t>2.025e0</w:t>
      </w:r>
    </w:p>
    <w:p w:rsidR="00295810" w:rsidRDefault="00295810" w:rsidP="00295810">
      <w:r>
        <w:t>314.1550</w:t>
      </w:r>
      <w:r>
        <w:tab/>
        <w:t>3.038e0</w:t>
      </w:r>
    </w:p>
    <w:p w:rsidR="00295810" w:rsidRDefault="00295810" w:rsidP="00295810">
      <w:r>
        <w:t>314.2260</w:t>
      </w:r>
      <w:r>
        <w:tab/>
        <w:t>1.013e0</w:t>
      </w:r>
    </w:p>
    <w:p w:rsidR="00295810" w:rsidRDefault="00295810" w:rsidP="00295810">
      <w:r>
        <w:t>314.2588</w:t>
      </w:r>
      <w:r>
        <w:tab/>
        <w:t>1.013e0</w:t>
      </w:r>
    </w:p>
    <w:p w:rsidR="00295810" w:rsidRDefault="00295810" w:rsidP="00295810">
      <w:r>
        <w:t>314.3880</w:t>
      </w:r>
      <w:r>
        <w:tab/>
        <w:t>2.025e0</w:t>
      </w:r>
    </w:p>
    <w:p w:rsidR="00295810" w:rsidRDefault="00295810" w:rsidP="00295810">
      <w:r>
        <w:t>314.4552</w:t>
      </w:r>
      <w:r>
        <w:tab/>
        <w:t>1.013e0</w:t>
      </w:r>
    </w:p>
    <w:p w:rsidR="00295810" w:rsidRDefault="00295810" w:rsidP="00295810">
      <w:r>
        <w:t>314.5728</w:t>
      </w:r>
      <w:r>
        <w:tab/>
        <w:t>1.013e0</w:t>
      </w:r>
    </w:p>
    <w:p w:rsidR="00295810" w:rsidRDefault="00295810" w:rsidP="00295810">
      <w:r>
        <w:t>314.6229</w:t>
      </w:r>
      <w:r>
        <w:tab/>
        <w:t>2.025e0</w:t>
      </w:r>
    </w:p>
    <w:p w:rsidR="00295810" w:rsidRDefault="00295810" w:rsidP="00295810">
      <w:r>
        <w:t>314.6596</w:t>
      </w:r>
      <w:r>
        <w:tab/>
        <w:t>1.013e0</w:t>
      </w:r>
    </w:p>
    <w:p w:rsidR="00295810" w:rsidRDefault="00295810" w:rsidP="00295810">
      <w:r>
        <w:t>314.7068</w:t>
      </w:r>
      <w:r>
        <w:tab/>
        <w:t>1.013e0</w:t>
      </w:r>
    </w:p>
    <w:p w:rsidR="00295810" w:rsidRDefault="00295810" w:rsidP="00295810">
      <w:r>
        <w:t>314.7615</w:t>
      </w:r>
      <w:r>
        <w:tab/>
        <w:t>1.013e0</w:t>
      </w:r>
    </w:p>
    <w:p w:rsidR="00295810" w:rsidRDefault="00295810" w:rsidP="00295810">
      <w:r>
        <w:t>315.0789</w:t>
      </w:r>
      <w:r>
        <w:tab/>
        <w:t>1.013e0</w:t>
      </w:r>
    </w:p>
    <w:p w:rsidR="00295810" w:rsidRDefault="00295810" w:rsidP="00295810">
      <w:r>
        <w:t>315.1626</w:t>
      </w:r>
      <w:r>
        <w:tab/>
        <w:t>1.013e0</w:t>
      </w:r>
    </w:p>
    <w:p w:rsidR="00295810" w:rsidRDefault="00295810" w:rsidP="00295810">
      <w:r>
        <w:lastRenderedPageBreak/>
        <w:t>315.5033</w:t>
      </w:r>
      <w:r>
        <w:tab/>
        <w:t>1.013e0</w:t>
      </w:r>
    </w:p>
    <w:p w:rsidR="00295810" w:rsidRDefault="00295810" w:rsidP="00295810">
      <w:r>
        <w:t>315.5872</w:t>
      </w:r>
      <w:r>
        <w:tab/>
        <w:t>1.013e0</w:t>
      </w:r>
    </w:p>
    <w:p w:rsidR="00295810" w:rsidRDefault="00295810" w:rsidP="00295810">
      <w:r>
        <w:t>315.6269</w:t>
      </w:r>
      <w:r>
        <w:tab/>
        <w:t>1.013e0</w:t>
      </w:r>
    </w:p>
    <w:p w:rsidR="00295810" w:rsidRDefault="00295810" w:rsidP="00295810">
      <w:r>
        <w:t>315.7053</w:t>
      </w:r>
      <w:r>
        <w:tab/>
        <w:t>2.025e0</w:t>
      </w:r>
    </w:p>
    <w:p w:rsidR="00295810" w:rsidRDefault="00295810" w:rsidP="00295810">
      <w:r>
        <w:t>315.8629</w:t>
      </w:r>
      <w:r>
        <w:tab/>
        <w:t>1.013e0</w:t>
      </w:r>
    </w:p>
    <w:p w:rsidR="00295810" w:rsidRDefault="00295810" w:rsidP="00295810">
      <w:r>
        <w:t>315.9989</w:t>
      </w:r>
      <w:r>
        <w:tab/>
        <w:t>1.013e0</w:t>
      </w:r>
    </w:p>
    <w:p w:rsidR="00295810" w:rsidRDefault="00295810" w:rsidP="00295810">
      <w:r>
        <w:t>316.0356</w:t>
      </w:r>
      <w:r>
        <w:tab/>
        <w:t>1.013e0</w:t>
      </w:r>
    </w:p>
    <w:p w:rsidR="00295810" w:rsidRDefault="00295810" w:rsidP="00295810">
      <w:r>
        <w:t>316.0753</w:t>
      </w:r>
      <w:r>
        <w:tab/>
        <w:t>1.013e0</w:t>
      </w:r>
    </w:p>
    <w:p w:rsidR="00295810" w:rsidRDefault="00295810" w:rsidP="00295810">
      <w:r>
        <w:t>316.3238</w:t>
      </w:r>
      <w:r>
        <w:tab/>
        <w:t>1.013e0</w:t>
      </w:r>
    </w:p>
    <w:p w:rsidR="00295810" w:rsidRDefault="00295810" w:rsidP="00295810">
      <w:r>
        <w:t>316.4803</w:t>
      </w:r>
      <w:r>
        <w:tab/>
        <w:t>2.025e0</w:t>
      </w:r>
    </w:p>
    <w:p w:rsidR="00295810" w:rsidRDefault="00295810" w:rsidP="00295810">
      <w:r>
        <w:t>316.5473</w:t>
      </w:r>
      <w:r>
        <w:tab/>
        <w:t>1.013e0</w:t>
      </w:r>
    </w:p>
    <w:p w:rsidR="00295810" w:rsidRDefault="00295810" w:rsidP="00295810">
      <w:r>
        <w:t>316.5984</w:t>
      </w:r>
      <w:r>
        <w:tab/>
        <w:t>1.013e0</w:t>
      </w:r>
    </w:p>
    <w:p w:rsidR="00295810" w:rsidRDefault="00295810" w:rsidP="00295810">
      <w:r>
        <w:t>316.6256</w:t>
      </w:r>
      <w:r>
        <w:tab/>
        <w:t>1.013e0</w:t>
      </w:r>
    </w:p>
    <w:p w:rsidR="00295810" w:rsidRDefault="00295810" w:rsidP="00295810">
      <w:r>
        <w:t>316.6909</w:t>
      </w:r>
      <w:r>
        <w:tab/>
        <w:t>2.025e0</w:t>
      </w:r>
    </w:p>
    <w:p w:rsidR="00295810" w:rsidRDefault="00295810" w:rsidP="00295810">
      <w:r>
        <w:t>316.7733</w:t>
      </w:r>
      <w:r>
        <w:tab/>
        <w:t>1.013e0</w:t>
      </w:r>
    </w:p>
    <w:p w:rsidR="00295810" w:rsidRDefault="00295810" w:rsidP="00295810">
      <w:r>
        <w:t>316.8817</w:t>
      </w:r>
      <w:r>
        <w:tab/>
        <w:t>1.013e0</w:t>
      </w:r>
    </w:p>
    <w:p w:rsidR="00295810" w:rsidRDefault="00295810" w:rsidP="00295810">
      <w:r>
        <w:t>316.9259</w:t>
      </w:r>
      <w:r>
        <w:tab/>
        <w:t>4.051e0</w:t>
      </w:r>
    </w:p>
    <w:p w:rsidR="00295810" w:rsidRDefault="00295810" w:rsidP="00295810">
      <w:r>
        <w:t>316.9825</w:t>
      </w:r>
      <w:r>
        <w:tab/>
        <w:t>2.711e0</w:t>
      </w:r>
    </w:p>
    <w:p w:rsidR="00295810" w:rsidRDefault="00295810" w:rsidP="00295810">
      <w:r>
        <w:t>317.0279</w:t>
      </w:r>
      <w:r>
        <w:tab/>
        <w:t>1.013e0</w:t>
      </w:r>
    </w:p>
    <w:p w:rsidR="00295810" w:rsidRDefault="00295810" w:rsidP="00295810">
      <w:r>
        <w:lastRenderedPageBreak/>
        <w:t>317.1700</w:t>
      </w:r>
      <w:r>
        <w:tab/>
        <w:t>1.013e0</w:t>
      </w:r>
    </w:p>
    <w:p w:rsidR="00295810" w:rsidRDefault="00295810" w:rsidP="00295810">
      <w:r>
        <w:t>317.2756</w:t>
      </w:r>
      <w:r>
        <w:tab/>
        <w:t>1.013e0</w:t>
      </w:r>
    </w:p>
    <w:p w:rsidR="00295810" w:rsidRDefault="00295810" w:rsidP="00295810">
      <w:r>
        <w:t>317.3692</w:t>
      </w:r>
      <w:r>
        <w:tab/>
        <w:t>3.038e0</w:t>
      </w:r>
    </w:p>
    <w:p w:rsidR="00295810" w:rsidRDefault="00295810" w:rsidP="00295810">
      <w:r>
        <w:t>317.4612</w:t>
      </w:r>
      <w:r>
        <w:tab/>
        <w:t>3.038e0</w:t>
      </w:r>
    </w:p>
    <w:p w:rsidR="00295810" w:rsidRDefault="00295810" w:rsidP="00295810">
      <w:r>
        <w:t>317.5969</w:t>
      </w:r>
      <w:r>
        <w:tab/>
        <w:t>1.013e0</w:t>
      </w:r>
    </w:p>
    <w:p w:rsidR="00295810" w:rsidRDefault="00295810" w:rsidP="00295810">
      <w:r>
        <w:t>317.7206</w:t>
      </w:r>
      <w:r>
        <w:tab/>
        <w:t>1.013e0</w:t>
      </w:r>
    </w:p>
    <w:p w:rsidR="00295810" w:rsidRDefault="00295810" w:rsidP="00295810">
      <w:r>
        <w:t>317.8046</w:t>
      </w:r>
      <w:r>
        <w:tab/>
        <w:t>1.013e0</w:t>
      </w:r>
    </w:p>
    <w:p w:rsidR="00295810" w:rsidRDefault="00295810" w:rsidP="00295810">
      <w:r>
        <w:t>317.9174</w:t>
      </w:r>
      <w:r>
        <w:tab/>
        <w:t>1.013e0</w:t>
      </w:r>
    </w:p>
    <w:p w:rsidR="00295810" w:rsidRDefault="00295810" w:rsidP="00295810">
      <w:r>
        <w:t>318.0241</w:t>
      </w:r>
      <w:r>
        <w:tab/>
        <w:t>1.013e0</w:t>
      </w:r>
    </w:p>
    <w:p w:rsidR="00295810" w:rsidRDefault="00295810" w:rsidP="00295810">
      <w:r>
        <w:t>318.0713</w:t>
      </w:r>
      <w:r>
        <w:tab/>
        <w:t>1.013e0</w:t>
      </w:r>
    </w:p>
    <w:p w:rsidR="00295810" w:rsidRDefault="00295810" w:rsidP="00295810">
      <w:r>
        <w:t>318.2087</w:t>
      </w:r>
      <w:r>
        <w:tab/>
        <w:t>2.025e0</w:t>
      </w:r>
    </w:p>
    <w:p w:rsidR="00295810" w:rsidRDefault="00295810" w:rsidP="00295810">
      <w:r>
        <w:t>318.3548</w:t>
      </w:r>
      <w:r>
        <w:tab/>
        <w:t>1.013e0</w:t>
      </w:r>
    </w:p>
    <w:p w:rsidR="00295810" w:rsidRDefault="00295810" w:rsidP="00295810">
      <w:r>
        <w:t>318.6246</w:t>
      </w:r>
      <w:r>
        <w:tab/>
        <w:t>2.025e0</w:t>
      </w:r>
    </w:p>
    <w:p w:rsidR="00295810" w:rsidRDefault="00295810" w:rsidP="00295810">
      <w:r>
        <w:t>318.6960</w:t>
      </w:r>
      <w:r>
        <w:tab/>
        <w:t>1.013e0</w:t>
      </w:r>
    </w:p>
    <w:p w:rsidR="00295810" w:rsidRDefault="00295810" w:rsidP="00295810">
      <w:r>
        <w:t>318.7840</w:t>
      </w:r>
      <w:r>
        <w:tab/>
        <w:t>4.051e0</w:t>
      </w:r>
    </w:p>
    <w:p w:rsidR="00295810" w:rsidRDefault="00295810" w:rsidP="00295810">
      <w:r>
        <w:t>318.8764</w:t>
      </w:r>
      <w:r>
        <w:tab/>
        <w:t>2.025e0</w:t>
      </w:r>
    </w:p>
    <w:p w:rsidR="00295810" w:rsidRDefault="00295810" w:rsidP="00295810">
      <w:r>
        <w:t>318.9341</w:t>
      </w:r>
      <w:r>
        <w:tab/>
        <w:t>1.013e0</w:t>
      </w:r>
    </w:p>
    <w:p w:rsidR="00295810" w:rsidRDefault="00295810" w:rsidP="00295810">
      <w:r>
        <w:t>318.9618</w:t>
      </w:r>
      <w:r>
        <w:tab/>
        <w:t>1.013e0</w:t>
      </w:r>
    </w:p>
    <w:p w:rsidR="00295810" w:rsidRDefault="00295810" w:rsidP="00295810">
      <w:r>
        <w:t>318.9996</w:t>
      </w:r>
      <w:r>
        <w:tab/>
        <w:t>1.013e0</w:t>
      </w:r>
    </w:p>
    <w:p w:rsidR="00295810" w:rsidRDefault="00295810" w:rsidP="00295810">
      <w:r>
        <w:lastRenderedPageBreak/>
        <w:t>319.0321</w:t>
      </w:r>
      <w:r>
        <w:tab/>
        <w:t>2.025e0</w:t>
      </w:r>
    </w:p>
    <w:p w:rsidR="00295810" w:rsidRDefault="00295810" w:rsidP="00295810">
      <w:r>
        <w:t>319.1288</w:t>
      </w:r>
      <w:r>
        <w:tab/>
        <w:t>4.051e0</w:t>
      </w:r>
    </w:p>
    <w:p w:rsidR="00295810" w:rsidRDefault="00295810" w:rsidP="00295810">
      <w:r>
        <w:t>319.1904</w:t>
      </w:r>
      <w:r>
        <w:tab/>
        <w:t>2.025e0</w:t>
      </w:r>
    </w:p>
    <w:p w:rsidR="00295810" w:rsidRDefault="00295810" w:rsidP="00295810">
      <w:r>
        <w:t>319.2975</w:t>
      </w:r>
      <w:r>
        <w:tab/>
        <w:t>1.013e0</w:t>
      </w:r>
    </w:p>
    <w:p w:rsidR="00295810" w:rsidRDefault="00295810" w:rsidP="00295810">
      <w:r>
        <w:t>319.3669</w:t>
      </w:r>
      <w:r>
        <w:tab/>
        <w:t>2.025e0</w:t>
      </w:r>
    </w:p>
    <w:p w:rsidR="00295810" w:rsidRDefault="00295810" w:rsidP="00295810">
      <w:r>
        <w:t>319.4547</w:t>
      </w:r>
      <w:r>
        <w:tab/>
        <w:t>1.013e0</w:t>
      </w:r>
    </w:p>
    <w:p w:rsidR="00295810" w:rsidRDefault="00295810" w:rsidP="00295810">
      <w:r>
        <w:t>319.4823</w:t>
      </w:r>
      <w:r>
        <w:tab/>
        <w:t>1.013e0</w:t>
      </w:r>
    </w:p>
    <w:p w:rsidR="00295810" w:rsidRDefault="00295810" w:rsidP="00295810">
      <w:r>
        <w:t>319.8373</w:t>
      </w:r>
      <w:r>
        <w:tab/>
        <w:t>2.025e0</w:t>
      </w:r>
    </w:p>
    <w:p w:rsidR="00295810" w:rsidRDefault="00295810" w:rsidP="00295810">
      <w:r>
        <w:t>319.8827</w:t>
      </w:r>
      <w:r>
        <w:tab/>
        <w:t>2.025e0</w:t>
      </w:r>
    </w:p>
    <w:p w:rsidR="00295810" w:rsidRDefault="00295810" w:rsidP="00295810">
      <w:r>
        <w:t>319.9201</w:t>
      </w:r>
      <w:r>
        <w:tab/>
        <w:t>1.013e0</w:t>
      </w:r>
    </w:p>
    <w:p w:rsidR="00295810" w:rsidRDefault="00295810" w:rsidP="00295810">
      <w:r>
        <w:t>320.0194</w:t>
      </w:r>
      <w:r>
        <w:tab/>
        <w:t>1.013e0</w:t>
      </w:r>
    </w:p>
    <w:p w:rsidR="00295810" w:rsidRDefault="00295810" w:rsidP="00295810">
      <w:r>
        <w:t>320.1490</w:t>
      </w:r>
      <w:r>
        <w:tab/>
        <w:t>2.025e0</w:t>
      </w:r>
    </w:p>
    <w:p w:rsidR="00295810" w:rsidRDefault="00295810" w:rsidP="00295810">
      <w:r>
        <w:t>320.2106</w:t>
      </w:r>
      <w:r>
        <w:tab/>
        <w:t>1.013e0</w:t>
      </w:r>
    </w:p>
    <w:p w:rsidR="00295810" w:rsidRDefault="00295810" w:rsidP="00295810">
      <w:r>
        <w:t>320.3109</w:t>
      </w:r>
      <w:r>
        <w:tab/>
        <w:t>1.013e0</w:t>
      </w:r>
    </w:p>
    <w:p w:rsidR="00295810" w:rsidRDefault="00295810" w:rsidP="00295810">
      <w:r>
        <w:t>320.4310</w:t>
      </w:r>
      <w:r>
        <w:tab/>
        <w:t>2.025e0</w:t>
      </w:r>
    </w:p>
    <w:p w:rsidR="00295810" w:rsidRDefault="00295810" w:rsidP="00295810">
      <w:r>
        <w:t>320.4727</w:t>
      </w:r>
      <w:r>
        <w:tab/>
        <w:t>1.013e0</w:t>
      </w:r>
    </w:p>
    <w:p w:rsidR="00295810" w:rsidRDefault="00295810" w:rsidP="00295810">
      <w:r>
        <w:t>320.6620</w:t>
      </w:r>
      <w:r>
        <w:tab/>
        <w:t>2.025e0</w:t>
      </w:r>
    </w:p>
    <w:p w:rsidR="00295810" w:rsidRDefault="00295810" w:rsidP="00295810">
      <w:r>
        <w:t>320.7488</w:t>
      </w:r>
      <w:r>
        <w:tab/>
        <w:t>1.013e0</w:t>
      </w:r>
    </w:p>
    <w:p w:rsidR="00295810" w:rsidRDefault="00295810" w:rsidP="00295810">
      <w:r>
        <w:t>320.9896</w:t>
      </w:r>
      <w:r>
        <w:tab/>
        <w:t>1.013e0</w:t>
      </w:r>
    </w:p>
    <w:p w:rsidR="00295810" w:rsidRDefault="00295810" w:rsidP="00295810">
      <w:r>
        <w:lastRenderedPageBreak/>
        <w:t>321.0530</w:t>
      </w:r>
      <w:r>
        <w:tab/>
        <w:t>1.013e0</w:t>
      </w:r>
    </w:p>
    <w:p w:rsidR="00295810" w:rsidRDefault="00295810" w:rsidP="00295810">
      <w:r>
        <w:t>321.1677</w:t>
      </w:r>
      <w:r>
        <w:tab/>
        <w:t>1.013e0</w:t>
      </w:r>
    </w:p>
    <w:p w:rsidR="00295810" w:rsidRDefault="00295810" w:rsidP="00295810">
      <w:r>
        <w:t>321.2169</w:t>
      </w:r>
      <w:r>
        <w:tab/>
        <w:t>2.025e0</w:t>
      </w:r>
    </w:p>
    <w:p w:rsidR="00295810" w:rsidRDefault="00295810" w:rsidP="00295810">
      <w:r>
        <w:t>321.6335</w:t>
      </w:r>
      <w:r>
        <w:tab/>
        <w:t>1.013e0</w:t>
      </w:r>
    </w:p>
    <w:p w:rsidR="00295810" w:rsidRDefault="00295810" w:rsidP="00295810">
      <w:r>
        <w:t>321.7717</w:t>
      </w:r>
      <w:r>
        <w:tab/>
        <w:t>1.013e0</w:t>
      </w:r>
    </w:p>
    <w:p w:rsidR="00295810" w:rsidRDefault="00295810" w:rsidP="00295810">
      <w:r>
        <w:t>321.8155</w:t>
      </w:r>
      <w:r>
        <w:tab/>
        <w:t>1.013e0</w:t>
      </w:r>
    </w:p>
    <w:p w:rsidR="00295810" w:rsidRDefault="00295810" w:rsidP="00295810">
      <w:r>
        <w:t>321.8517</w:t>
      </w:r>
      <w:r>
        <w:tab/>
        <w:t>1.013e0</w:t>
      </w:r>
    </w:p>
    <w:p w:rsidR="00295810" w:rsidRDefault="00295810" w:rsidP="00295810">
      <w:r>
        <w:t>322.0143</w:t>
      </w:r>
      <w:r>
        <w:tab/>
        <w:t>4.051e0</w:t>
      </w:r>
    </w:p>
    <w:p w:rsidR="00295810" w:rsidRDefault="00295810" w:rsidP="00295810">
      <w:r>
        <w:t>322.0679</w:t>
      </w:r>
      <w:r>
        <w:tab/>
        <w:t>1.013e0</w:t>
      </w:r>
    </w:p>
    <w:p w:rsidR="00295810" w:rsidRDefault="00295810" w:rsidP="00295810">
      <w:r>
        <w:t>322.1866</w:t>
      </w:r>
      <w:r>
        <w:tab/>
        <w:t>1.013e0</w:t>
      </w:r>
    </w:p>
    <w:p w:rsidR="00295810" w:rsidRDefault="00295810" w:rsidP="00295810">
      <w:r>
        <w:t>322.2577</w:t>
      </w:r>
      <w:r>
        <w:tab/>
        <w:t>1.013e0</w:t>
      </w:r>
    </w:p>
    <w:p w:rsidR="00295810" w:rsidRDefault="00295810" w:rsidP="00295810">
      <w:r>
        <w:t>322.3446</w:t>
      </w:r>
      <w:r>
        <w:tab/>
        <w:t>2.025e0</w:t>
      </w:r>
    </w:p>
    <w:p w:rsidR="00295810" w:rsidRDefault="00295810" w:rsidP="00295810">
      <w:r>
        <w:t>322.4525</w:t>
      </w:r>
      <w:r>
        <w:tab/>
        <w:t>1.013e0</w:t>
      </w:r>
    </w:p>
    <w:p w:rsidR="00295810" w:rsidRDefault="00295810" w:rsidP="00295810">
      <w:r>
        <w:t>322.7003</w:t>
      </w:r>
      <w:r>
        <w:tab/>
        <w:t>1.013e0</w:t>
      </w:r>
    </w:p>
    <w:p w:rsidR="00295810" w:rsidRDefault="00295810" w:rsidP="00295810">
      <w:r>
        <w:t>322.7713</w:t>
      </w:r>
      <w:r>
        <w:tab/>
        <w:t>1.013e0</w:t>
      </w:r>
    </w:p>
    <w:p w:rsidR="00295810" w:rsidRDefault="00295810" w:rsidP="00295810">
      <w:r>
        <w:t>322.8623</w:t>
      </w:r>
      <w:r>
        <w:tab/>
        <w:t>2.025e0</w:t>
      </w:r>
    </w:p>
    <w:p w:rsidR="00295810" w:rsidRDefault="00295810" w:rsidP="00295810">
      <w:r>
        <w:t>322.9770</w:t>
      </w:r>
      <w:r>
        <w:tab/>
        <w:t>1.013e0</w:t>
      </w:r>
    </w:p>
    <w:p w:rsidR="00295810" w:rsidRDefault="00295810" w:rsidP="00295810">
      <w:r>
        <w:t>323.0168</w:t>
      </w:r>
      <w:r>
        <w:tab/>
        <w:t>1.013e0</w:t>
      </w:r>
    </w:p>
    <w:p w:rsidR="00295810" w:rsidRDefault="00295810" w:rsidP="00295810">
      <w:r>
        <w:t>323.0444</w:t>
      </w:r>
      <w:r>
        <w:tab/>
        <w:t>1.013e0</w:t>
      </w:r>
    </w:p>
    <w:p w:rsidR="00295810" w:rsidRDefault="00295810" w:rsidP="00295810">
      <w:r>
        <w:lastRenderedPageBreak/>
        <w:t>323.0987</w:t>
      </w:r>
      <w:r>
        <w:tab/>
        <w:t>5.063e0</w:t>
      </w:r>
    </w:p>
    <w:p w:rsidR="00295810" w:rsidRDefault="00295810" w:rsidP="00295810">
      <w:r>
        <w:t>323.1748</w:t>
      </w:r>
      <w:r>
        <w:tab/>
        <w:t>1.013e0</w:t>
      </w:r>
    </w:p>
    <w:p w:rsidR="00295810" w:rsidRDefault="00295810" w:rsidP="00295810">
      <w:r>
        <w:t>323.4039</w:t>
      </w:r>
      <w:r>
        <w:tab/>
        <w:t>1.013e0</w:t>
      </w:r>
    </w:p>
    <w:p w:rsidR="00295810" w:rsidRDefault="00295810" w:rsidP="00295810">
      <w:r>
        <w:t>323.4521</w:t>
      </w:r>
      <w:r>
        <w:tab/>
        <w:t>1.013e0</w:t>
      </w:r>
    </w:p>
    <w:p w:rsidR="00295810" w:rsidRDefault="00295810" w:rsidP="00295810">
      <w:r>
        <w:t>323.4883</w:t>
      </w:r>
      <w:r>
        <w:tab/>
        <w:t>1.013e0</w:t>
      </w:r>
    </w:p>
    <w:p w:rsidR="00295810" w:rsidRDefault="00295810" w:rsidP="00295810">
      <w:r>
        <w:t>323.5365</w:t>
      </w:r>
      <w:r>
        <w:tab/>
        <w:t>1.013e0</w:t>
      </w:r>
    </w:p>
    <w:p w:rsidR="00295810" w:rsidRDefault="00295810" w:rsidP="00295810">
      <w:r>
        <w:t>323.6083</w:t>
      </w:r>
      <w:r>
        <w:tab/>
        <w:t>3.038e0</w:t>
      </w:r>
    </w:p>
    <w:p w:rsidR="00295810" w:rsidRDefault="00295810" w:rsidP="00295810">
      <w:r>
        <w:t>323.8322</w:t>
      </w:r>
      <w:r>
        <w:tab/>
        <w:t>1.013e0</w:t>
      </w:r>
    </w:p>
    <w:p w:rsidR="00295810" w:rsidRDefault="00295810" w:rsidP="00295810">
      <w:r>
        <w:t>323.9288</w:t>
      </w:r>
      <w:r>
        <w:tab/>
        <w:t>1.013e0</w:t>
      </w:r>
    </w:p>
    <w:p w:rsidR="00295810" w:rsidRDefault="00295810" w:rsidP="00295810">
      <w:r>
        <w:t>323.9710</w:t>
      </w:r>
      <w:r>
        <w:tab/>
        <w:t>1.013e0</w:t>
      </w:r>
    </w:p>
    <w:p w:rsidR="00295810" w:rsidRDefault="00295810" w:rsidP="00295810">
      <w:r>
        <w:t>324.1848</w:t>
      </w:r>
      <w:r>
        <w:tab/>
        <w:t>2.025e0</w:t>
      </w:r>
    </w:p>
    <w:p w:rsidR="00295810" w:rsidRDefault="00295810" w:rsidP="00295810">
      <w:r>
        <w:t>324.3457</w:t>
      </w:r>
      <w:r>
        <w:tab/>
        <w:t>1.013e0</w:t>
      </w:r>
    </w:p>
    <w:p w:rsidR="00295810" w:rsidRDefault="00295810" w:rsidP="00295810">
      <w:r>
        <w:t>324.3975</w:t>
      </w:r>
      <w:r>
        <w:tab/>
        <w:t>1.013e0</w:t>
      </w:r>
    </w:p>
    <w:p w:rsidR="00295810" w:rsidRDefault="00295810" w:rsidP="00295810">
      <w:r>
        <w:t>324.5360</w:t>
      </w:r>
      <w:r>
        <w:tab/>
        <w:t>1.013e0</w:t>
      </w:r>
    </w:p>
    <w:p w:rsidR="00295810" w:rsidRDefault="00295810" w:rsidP="00295810">
      <w:r>
        <w:t>324.6033</w:t>
      </w:r>
      <w:r>
        <w:tab/>
        <w:t>1.013e0</w:t>
      </w:r>
    </w:p>
    <w:p w:rsidR="00295810" w:rsidRDefault="00295810" w:rsidP="00295810">
      <w:r>
        <w:t>324.9152</w:t>
      </w:r>
      <w:r>
        <w:tab/>
        <w:t>3.038e0</w:t>
      </w:r>
    </w:p>
    <w:p w:rsidR="00295810" w:rsidRDefault="00295810" w:rsidP="00295810">
      <w:r>
        <w:t>324.9567</w:t>
      </w:r>
      <w:r>
        <w:tab/>
        <w:t>1.013e0</w:t>
      </w:r>
    </w:p>
    <w:p w:rsidR="00295810" w:rsidRDefault="00295810" w:rsidP="00295810">
      <w:r>
        <w:t>325.1299</w:t>
      </w:r>
      <w:r>
        <w:tab/>
        <w:t>1.013e0</w:t>
      </w:r>
    </w:p>
    <w:p w:rsidR="00295810" w:rsidRDefault="00295810" w:rsidP="00295810">
      <w:r>
        <w:t>325.1775</w:t>
      </w:r>
      <w:r>
        <w:tab/>
        <w:t>1.013e0</w:t>
      </w:r>
    </w:p>
    <w:p w:rsidR="00295810" w:rsidRDefault="00295810" w:rsidP="00295810">
      <w:r>
        <w:lastRenderedPageBreak/>
        <w:t>325.2210</w:t>
      </w:r>
      <w:r>
        <w:tab/>
        <w:t>1.013e0</w:t>
      </w:r>
    </w:p>
    <w:p w:rsidR="00295810" w:rsidRDefault="00295810" w:rsidP="00295810">
      <w:r>
        <w:t>325.2857</w:t>
      </w:r>
      <w:r>
        <w:tab/>
        <w:t>3.038e0</w:t>
      </w:r>
    </w:p>
    <w:p w:rsidR="00295810" w:rsidRDefault="00295810" w:rsidP="00295810">
      <w:r>
        <w:t>325.3359</w:t>
      </w:r>
      <w:r>
        <w:tab/>
        <w:t>1.013e0</w:t>
      </w:r>
    </w:p>
    <w:p w:rsidR="00295810" w:rsidRDefault="00295810" w:rsidP="00295810">
      <w:r>
        <w:t>325.3871</w:t>
      </w:r>
      <w:r>
        <w:tab/>
        <w:t>1.013e0</w:t>
      </w:r>
    </w:p>
    <w:p w:rsidR="00295810" w:rsidRDefault="00295810" w:rsidP="00295810">
      <w:r>
        <w:t>325.4471</w:t>
      </w:r>
      <w:r>
        <w:tab/>
        <w:t>1.013e0</w:t>
      </w:r>
    </w:p>
    <w:p w:rsidR="00295810" w:rsidRDefault="00295810" w:rsidP="00295810">
      <w:r>
        <w:t>325.5021</w:t>
      </w:r>
      <w:r>
        <w:tab/>
        <w:t>1.013e0</w:t>
      </w:r>
    </w:p>
    <w:p w:rsidR="00295810" w:rsidRDefault="00295810" w:rsidP="00295810">
      <w:r>
        <w:t>325.5457</w:t>
      </w:r>
      <w:r>
        <w:tab/>
        <w:t>1.013e0</w:t>
      </w:r>
    </w:p>
    <w:p w:rsidR="00295810" w:rsidRDefault="00295810" w:rsidP="00295810">
      <w:r>
        <w:t>325.6531</w:t>
      </w:r>
      <w:r>
        <w:tab/>
        <w:t>1.013e0</w:t>
      </w:r>
    </w:p>
    <w:p w:rsidR="00295810" w:rsidRDefault="00295810" w:rsidP="00295810">
      <w:r>
        <w:t>325.7753</w:t>
      </w:r>
      <w:r>
        <w:tab/>
        <w:t>1.013e0</w:t>
      </w:r>
    </w:p>
    <w:p w:rsidR="00295810" w:rsidRDefault="00295810" w:rsidP="00295810">
      <w:r>
        <w:t>325.8297</w:t>
      </w:r>
      <w:r>
        <w:tab/>
        <w:t>1.013e0</w:t>
      </w:r>
    </w:p>
    <w:p w:rsidR="00295810" w:rsidRDefault="00295810" w:rsidP="00295810">
      <w:r>
        <w:t>326.0041</w:t>
      </w:r>
      <w:r>
        <w:tab/>
        <w:t>2.025e0</w:t>
      </w:r>
    </w:p>
    <w:p w:rsidR="00295810" w:rsidRDefault="00295810" w:rsidP="00295810">
      <w:r>
        <w:t>326.1799</w:t>
      </w:r>
      <w:r>
        <w:tab/>
        <w:t>1.013e0</w:t>
      </w:r>
    </w:p>
    <w:p w:rsidR="00295810" w:rsidRDefault="00295810" w:rsidP="00295810">
      <w:r>
        <w:t>326.2710</w:t>
      </w:r>
      <w:r>
        <w:tab/>
        <w:t>1.013e0</w:t>
      </w:r>
    </w:p>
    <w:p w:rsidR="00295810" w:rsidRDefault="00295810" w:rsidP="00295810">
      <w:r>
        <w:t>326.2986</w:t>
      </w:r>
      <w:r>
        <w:tab/>
        <w:t>1.013e0</w:t>
      </w:r>
    </w:p>
    <w:p w:rsidR="00295810" w:rsidRDefault="00295810" w:rsidP="00295810">
      <w:r>
        <w:t>326.3764</w:t>
      </w:r>
      <w:r>
        <w:tab/>
        <w:t>1.013e0</w:t>
      </w:r>
    </w:p>
    <w:p w:rsidR="00295810" w:rsidRDefault="00295810" w:rsidP="00295810">
      <w:r>
        <w:t>326.5446</w:t>
      </w:r>
      <w:r>
        <w:tab/>
        <w:t>1.013e0</w:t>
      </w:r>
    </w:p>
    <w:p w:rsidR="00295810" w:rsidRDefault="00295810" w:rsidP="00295810">
      <w:r>
        <w:t>326.6595</w:t>
      </w:r>
      <w:r>
        <w:tab/>
        <w:t>1.013e0</w:t>
      </w:r>
    </w:p>
    <w:p w:rsidR="00295810" w:rsidRDefault="00295810" w:rsidP="00295810">
      <w:r>
        <w:t>326.8326</w:t>
      </w:r>
      <w:r>
        <w:tab/>
        <w:t>1.013e0</w:t>
      </w:r>
    </w:p>
    <w:p w:rsidR="00295810" w:rsidRDefault="00295810" w:rsidP="00295810">
      <w:r>
        <w:t>327.0153</w:t>
      </w:r>
      <w:r>
        <w:tab/>
        <w:t>1.013e0</w:t>
      </w:r>
    </w:p>
    <w:p w:rsidR="00295810" w:rsidRDefault="00295810" w:rsidP="00295810">
      <w:r>
        <w:lastRenderedPageBreak/>
        <w:t>327.1396</w:t>
      </w:r>
      <w:r>
        <w:tab/>
        <w:t>2.025e0</w:t>
      </w:r>
    </w:p>
    <w:p w:rsidR="00295810" w:rsidRDefault="00295810" w:rsidP="00295810">
      <w:r>
        <w:t>327.2030</w:t>
      </w:r>
      <w:r>
        <w:tab/>
        <w:t>1.013e0</w:t>
      </w:r>
    </w:p>
    <w:p w:rsidR="00295810" w:rsidRDefault="00295810" w:rsidP="00295810">
      <w:r>
        <w:t>327.2468</w:t>
      </w:r>
      <w:r>
        <w:tab/>
        <w:t>1.013e0</w:t>
      </w:r>
    </w:p>
    <w:p w:rsidR="00295810" w:rsidRDefault="00295810" w:rsidP="00295810">
      <w:r>
        <w:t>327.2742</w:t>
      </w:r>
      <w:r>
        <w:tab/>
        <w:t>1.013e0</w:t>
      </w:r>
    </w:p>
    <w:p w:rsidR="00295810" w:rsidRDefault="00295810" w:rsidP="00295810">
      <w:r>
        <w:t>327.3416</w:t>
      </w:r>
      <w:r>
        <w:tab/>
        <w:t>1.013e0</w:t>
      </w:r>
    </w:p>
    <w:p w:rsidR="00295810" w:rsidRDefault="00295810" w:rsidP="00295810">
      <w:r>
        <w:t>327.4967</w:t>
      </w:r>
      <w:r>
        <w:tab/>
        <w:t>1.013e0</w:t>
      </w:r>
    </w:p>
    <w:p w:rsidR="00295810" w:rsidRDefault="00295810" w:rsidP="00295810">
      <w:r>
        <w:t>327.5241</w:t>
      </w:r>
      <w:r>
        <w:tab/>
        <w:t>1.013e0</w:t>
      </w:r>
    </w:p>
    <w:p w:rsidR="00295810" w:rsidRDefault="00295810" w:rsidP="00295810">
      <w:r>
        <w:t>327.6065</w:t>
      </w:r>
      <w:r>
        <w:tab/>
        <w:t>1.013e0</w:t>
      </w:r>
    </w:p>
    <w:p w:rsidR="00295810" w:rsidRDefault="00295810" w:rsidP="00295810">
      <w:r>
        <w:t>327.7502</w:t>
      </w:r>
      <w:r>
        <w:tab/>
        <w:t>1.013e0</w:t>
      </w:r>
    </w:p>
    <w:p w:rsidR="00295810" w:rsidRDefault="00295810" w:rsidP="00295810">
      <w:r>
        <w:t>327.8933</w:t>
      </w:r>
      <w:r>
        <w:tab/>
        <w:t>1.013e0</w:t>
      </w:r>
    </w:p>
    <w:p w:rsidR="00295810" w:rsidRDefault="00295810" w:rsidP="00295810">
      <w:r>
        <w:t>327.9528</w:t>
      </w:r>
      <w:r>
        <w:tab/>
        <w:t>1.013e0</w:t>
      </w:r>
    </w:p>
    <w:p w:rsidR="00295810" w:rsidRDefault="00295810" w:rsidP="00295810">
      <w:r>
        <w:t>328.0122</w:t>
      </w:r>
      <w:r>
        <w:tab/>
        <w:t>2.025e0</w:t>
      </w:r>
    </w:p>
    <w:p w:rsidR="00295810" w:rsidRDefault="00295810" w:rsidP="00295810">
      <w:r>
        <w:t>328.1391</w:t>
      </w:r>
      <w:r>
        <w:tab/>
        <w:t>1.013e0</w:t>
      </w:r>
    </w:p>
    <w:p w:rsidR="00295810" w:rsidRDefault="00295810" w:rsidP="00295810">
      <w:r>
        <w:t>328.1681</w:t>
      </w:r>
      <w:r>
        <w:tab/>
        <w:t>1.013e0</w:t>
      </w:r>
    </w:p>
    <w:p w:rsidR="00295810" w:rsidRDefault="00295810" w:rsidP="00295810">
      <w:r>
        <w:t>328.2230</w:t>
      </w:r>
      <w:r>
        <w:tab/>
        <w:t>1.013e0</w:t>
      </w:r>
    </w:p>
    <w:p w:rsidR="00295810" w:rsidRDefault="00295810" w:rsidP="00295810">
      <w:r>
        <w:t>328.4128</w:t>
      </w:r>
      <w:r>
        <w:tab/>
        <w:t>1.013e0</w:t>
      </w:r>
    </w:p>
    <w:p w:rsidR="00295810" w:rsidRDefault="00295810" w:rsidP="00295810">
      <w:r>
        <w:t>328.4729</w:t>
      </w:r>
      <w:r>
        <w:tab/>
        <w:t>1.013e0</w:t>
      </w:r>
    </w:p>
    <w:p w:rsidR="00295810" w:rsidRDefault="00295810" w:rsidP="00295810">
      <w:r>
        <w:t>328.5370</w:t>
      </w:r>
      <w:r>
        <w:tab/>
        <w:t>2.025e0</w:t>
      </w:r>
    </w:p>
    <w:p w:rsidR="00295810" w:rsidRDefault="00295810" w:rsidP="00295810">
      <w:r>
        <w:t>328.5776</w:t>
      </w:r>
      <w:r>
        <w:tab/>
        <w:t>1.013e0</w:t>
      </w:r>
    </w:p>
    <w:p w:rsidR="00295810" w:rsidRDefault="00295810" w:rsidP="00295810">
      <w:r>
        <w:lastRenderedPageBreak/>
        <w:t>328.9055</w:t>
      </w:r>
      <w:r>
        <w:tab/>
        <w:t>1.013e0</w:t>
      </w:r>
    </w:p>
    <w:p w:rsidR="00295810" w:rsidRDefault="00295810" w:rsidP="00295810">
      <w:r>
        <w:t>328.9876</w:t>
      </w:r>
      <w:r>
        <w:tab/>
        <w:t>1.013e0</w:t>
      </w:r>
    </w:p>
    <w:p w:rsidR="00295810" w:rsidRDefault="00295810" w:rsidP="00295810">
      <w:r>
        <w:t>329.0405</w:t>
      </w:r>
      <w:r>
        <w:tab/>
        <w:t>1.013e0</w:t>
      </w:r>
    </w:p>
    <w:p w:rsidR="00295810" w:rsidRDefault="00295810" w:rsidP="00295810">
      <w:r>
        <w:t>329.2232</w:t>
      </w:r>
      <w:r>
        <w:tab/>
        <w:t>1.013e0</w:t>
      </w:r>
    </w:p>
    <w:p w:rsidR="00295810" w:rsidRDefault="00295810" w:rsidP="00295810">
      <w:r>
        <w:t>329.2708</w:t>
      </w:r>
      <w:r>
        <w:tab/>
        <w:t>1.013e0</w:t>
      </w:r>
    </w:p>
    <w:p w:rsidR="00295810" w:rsidRDefault="00295810" w:rsidP="00295810">
      <w:r>
        <w:t>329.3483</w:t>
      </w:r>
      <w:r>
        <w:tab/>
        <w:t>2.025e0</w:t>
      </w:r>
    </w:p>
    <w:p w:rsidR="00295810" w:rsidRDefault="00295810" w:rsidP="00295810">
      <w:r>
        <w:t>329.4682</w:t>
      </w:r>
      <w:r>
        <w:tab/>
        <w:t>2.025e0</w:t>
      </w:r>
    </w:p>
    <w:p w:rsidR="00295810" w:rsidRDefault="00295810" w:rsidP="00295810">
      <w:r>
        <w:t>329.5514</w:t>
      </w:r>
      <w:r>
        <w:tab/>
        <w:t>1.013e0</w:t>
      </w:r>
    </w:p>
    <w:p w:rsidR="00295810" w:rsidRDefault="00295810" w:rsidP="00295810">
      <w:r>
        <w:t>329.8458</w:t>
      </w:r>
      <w:r>
        <w:tab/>
        <w:t>1.013e0</w:t>
      </w:r>
    </w:p>
    <w:p w:rsidR="00295810" w:rsidRDefault="00295810" w:rsidP="00295810">
      <w:r>
        <w:t>329.9188</w:t>
      </w:r>
      <w:r>
        <w:tab/>
        <w:t>1.013e0</w:t>
      </w:r>
    </w:p>
    <w:p w:rsidR="00295810" w:rsidRDefault="00295810" w:rsidP="00295810">
      <w:r>
        <w:t>329.9464</w:t>
      </w:r>
      <w:r>
        <w:tab/>
        <w:t>1.013e0</w:t>
      </w:r>
    </w:p>
    <w:p w:rsidR="00295810" w:rsidRDefault="00295810" w:rsidP="00295810">
      <w:r>
        <w:t>330.0214</w:t>
      </w:r>
      <w:r>
        <w:tab/>
        <w:t>2.025e0</w:t>
      </w:r>
    </w:p>
    <w:p w:rsidR="00295810" w:rsidRDefault="00295810" w:rsidP="00295810">
      <w:r>
        <w:t>330.1334</w:t>
      </w:r>
      <w:r>
        <w:tab/>
        <w:t>2.025e0</w:t>
      </w:r>
    </w:p>
    <w:p w:rsidR="00295810" w:rsidRDefault="00295810" w:rsidP="00295810">
      <w:r>
        <w:t>330.2324</w:t>
      </w:r>
      <w:r>
        <w:tab/>
        <w:t>2.025e0</w:t>
      </w:r>
    </w:p>
    <w:p w:rsidR="00295810" w:rsidRDefault="00295810" w:rsidP="00295810">
      <w:r>
        <w:t>330.2641</w:t>
      </w:r>
      <w:r>
        <w:tab/>
        <w:t>1.013e0</w:t>
      </w:r>
    </w:p>
    <w:p w:rsidR="00295810" w:rsidRDefault="00295810" w:rsidP="00295810">
      <w:r>
        <w:t>330.3592</w:t>
      </w:r>
      <w:r>
        <w:tab/>
        <w:t>2.025e0</w:t>
      </w:r>
    </w:p>
    <w:p w:rsidR="00295810" w:rsidRDefault="00295810" w:rsidP="00295810">
      <w:r>
        <w:t>330.4594</w:t>
      </w:r>
      <w:r>
        <w:tab/>
        <w:t>1.013e0</w:t>
      </w:r>
    </w:p>
    <w:p w:rsidR="00295810" w:rsidRDefault="00295810" w:rsidP="00295810">
      <w:r>
        <w:t>330.5069</w:t>
      </w:r>
      <w:r>
        <w:tab/>
        <w:t>1.013e0</w:t>
      </w:r>
    </w:p>
    <w:p w:rsidR="00295810" w:rsidRDefault="00295810" w:rsidP="00295810">
      <w:r>
        <w:t>330.6421</w:t>
      </w:r>
      <w:r>
        <w:tab/>
        <w:t>1.013e0</w:t>
      </w:r>
    </w:p>
    <w:p w:rsidR="00295810" w:rsidRDefault="00295810" w:rsidP="00295810">
      <w:r>
        <w:lastRenderedPageBreak/>
        <w:t>330.7535</w:t>
      </w:r>
      <w:r>
        <w:tab/>
        <w:t>1.013e0</w:t>
      </w:r>
    </w:p>
    <w:p w:rsidR="00295810" w:rsidRDefault="00295810" w:rsidP="00295810">
      <w:r>
        <w:t>330.8011</w:t>
      </w:r>
      <w:r>
        <w:tab/>
        <w:t>1.013e0</w:t>
      </w:r>
    </w:p>
    <w:p w:rsidR="00295810" w:rsidRDefault="00295810" w:rsidP="00295810">
      <w:r>
        <w:t>330.8925</w:t>
      </w:r>
      <w:r>
        <w:tab/>
        <w:t>1.013e0</w:t>
      </w:r>
    </w:p>
    <w:p w:rsidR="00295810" w:rsidRDefault="00295810" w:rsidP="00295810">
      <w:r>
        <w:t>330.9263</w:t>
      </w:r>
      <w:r>
        <w:tab/>
        <w:t>2.025e0</w:t>
      </w:r>
    </w:p>
    <w:p w:rsidR="00295810" w:rsidRDefault="00295810" w:rsidP="00295810">
      <w:r>
        <w:t>330.9707</w:t>
      </w:r>
      <w:r>
        <w:tab/>
        <w:t>1.013e0</w:t>
      </w:r>
    </w:p>
    <w:p w:rsidR="00295810" w:rsidRDefault="00295810" w:rsidP="00295810">
      <w:r>
        <w:t>331.1472</w:t>
      </w:r>
      <w:r>
        <w:tab/>
        <w:t>2.025e0</w:t>
      </w:r>
    </w:p>
    <w:p w:rsidR="00295810" w:rsidRDefault="00295810" w:rsidP="00295810">
      <w:r>
        <w:t>331.2100</w:t>
      </w:r>
      <w:r>
        <w:tab/>
        <w:t>2.025e0</w:t>
      </w:r>
    </w:p>
    <w:p w:rsidR="00295810" w:rsidRDefault="00295810" w:rsidP="00295810">
      <w:r>
        <w:t>331.3063</w:t>
      </w:r>
      <w:r>
        <w:tab/>
        <w:t>4.051e0</w:t>
      </w:r>
    </w:p>
    <w:p w:rsidR="00295810" w:rsidRDefault="00295810" w:rsidP="00295810">
      <w:r>
        <w:t>331.5291</w:t>
      </w:r>
      <w:r>
        <w:tab/>
        <w:t>2.025e0</w:t>
      </w:r>
    </w:p>
    <w:p w:rsidR="00295810" w:rsidRDefault="00295810" w:rsidP="00295810">
      <w:r>
        <w:t>331.6710</w:t>
      </w:r>
      <w:r>
        <w:tab/>
        <w:t>2.025e0</w:t>
      </w:r>
    </w:p>
    <w:p w:rsidR="00295810" w:rsidRDefault="00295810" w:rsidP="00295810">
      <w:r>
        <w:t>331.7595</w:t>
      </w:r>
      <w:r>
        <w:tab/>
        <w:t>1.013e0</w:t>
      </w:r>
    </w:p>
    <w:p w:rsidR="00295810" w:rsidRDefault="00295810" w:rsidP="00295810">
      <w:r>
        <w:t>331.8116</w:t>
      </w:r>
      <w:r>
        <w:tab/>
        <w:t>1.013e0</w:t>
      </w:r>
    </w:p>
    <w:p w:rsidR="00295810" w:rsidRDefault="00295810" w:rsidP="00295810">
      <w:r>
        <w:t>331.9036</w:t>
      </w:r>
      <w:r>
        <w:tab/>
        <w:t>3.038e0</w:t>
      </w:r>
    </w:p>
    <w:p w:rsidR="00295810" w:rsidRDefault="00295810" w:rsidP="00295810">
      <w:r>
        <w:t>331.9718</w:t>
      </w:r>
      <w:r>
        <w:tab/>
        <w:t>2.025e0</w:t>
      </w:r>
    </w:p>
    <w:p w:rsidR="00295810" w:rsidRDefault="00295810" w:rsidP="00295810">
      <w:r>
        <w:t>332.0584</w:t>
      </w:r>
      <w:r>
        <w:tab/>
        <w:t>1.013e0</w:t>
      </w:r>
    </w:p>
    <w:p w:rsidR="00295810" w:rsidRDefault="00295810" w:rsidP="00295810">
      <w:r>
        <w:t>332.1059</w:t>
      </w:r>
      <w:r>
        <w:tab/>
        <w:t>1.013e0</w:t>
      </w:r>
    </w:p>
    <w:p w:rsidR="00295810" w:rsidRDefault="00295810" w:rsidP="00295810">
      <w:r>
        <w:t>332.1546</w:t>
      </w:r>
      <w:r>
        <w:tab/>
        <w:t>1.013e0</w:t>
      </w:r>
    </w:p>
    <w:p w:rsidR="00295810" w:rsidRDefault="00295810" w:rsidP="00295810">
      <w:r>
        <w:t>332.2973</w:t>
      </w:r>
      <w:r>
        <w:tab/>
        <w:t>2.025e0</w:t>
      </w:r>
    </w:p>
    <w:p w:rsidR="00295810" w:rsidRDefault="00295810" w:rsidP="00295810">
      <w:r>
        <w:t>332.4326</w:t>
      </w:r>
      <w:r>
        <w:tab/>
        <w:t>1.013e0</w:t>
      </w:r>
    </w:p>
    <w:p w:rsidR="00295810" w:rsidRDefault="00295810" w:rsidP="00295810">
      <w:r>
        <w:lastRenderedPageBreak/>
        <w:t>332.4642</w:t>
      </w:r>
      <w:r>
        <w:tab/>
        <w:t>1.013e0</w:t>
      </w:r>
    </w:p>
    <w:p w:rsidR="00295810" w:rsidRDefault="00295810" w:rsidP="00295810">
      <w:r>
        <w:t>332.5244</w:t>
      </w:r>
      <w:r>
        <w:tab/>
        <w:t>1.013e0</w:t>
      </w:r>
    </w:p>
    <w:p w:rsidR="00295810" w:rsidRDefault="00295810" w:rsidP="00295810">
      <w:r>
        <w:t>332.5683</w:t>
      </w:r>
      <w:r>
        <w:tab/>
        <w:t>1.013e0</w:t>
      </w:r>
    </w:p>
    <w:p w:rsidR="00295810" w:rsidRDefault="00295810" w:rsidP="00295810">
      <w:r>
        <w:t>332.6799</w:t>
      </w:r>
      <w:r>
        <w:tab/>
        <w:t>1.013e0</w:t>
      </w:r>
    </w:p>
    <w:p w:rsidR="00295810" w:rsidRDefault="00295810" w:rsidP="00295810">
      <w:r>
        <w:t>333.0016</w:t>
      </w:r>
      <w:r>
        <w:tab/>
        <w:t>1.013e0</w:t>
      </w:r>
    </w:p>
    <w:p w:rsidR="00295810" w:rsidRDefault="00295810" w:rsidP="00295810">
      <w:r>
        <w:t>333.1250</w:t>
      </w:r>
      <w:r>
        <w:tab/>
        <w:t>4.051e0</w:t>
      </w:r>
    </w:p>
    <w:p w:rsidR="00295810" w:rsidRDefault="00295810" w:rsidP="00295810">
      <w:r>
        <w:t>333.1973</w:t>
      </w:r>
      <w:r>
        <w:tab/>
        <w:t>1.013e0</w:t>
      </w:r>
    </w:p>
    <w:p w:rsidR="00295810" w:rsidRDefault="00295810" w:rsidP="00295810">
      <w:r>
        <w:t>333.2308</w:t>
      </w:r>
      <w:r>
        <w:tab/>
        <w:t>1.013e0</w:t>
      </w:r>
    </w:p>
    <w:p w:rsidR="00295810" w:rsidRDefault="00295810" w:rsidP="00295810">
      <w:r>
        <w:t>333.2989</w:t>
      </w:r>
      <w:r>
        <w:tab/>
        <w:t>1.013e0</w:t>
      </w:r>
    </w:p>
    <w:p w:rsidR="00295810" w:rsidRDefault="00295810" w:rsidP="00295810">
      <w:r>
        <w:t>333.3860</w:t>
      </w:r>
      <w:r>
        <w:tab/>
        <w:t>4.051e0</w:t>
      </w:r>
    </w:p>
    <w:p w:rsidR="00295810" w:rsidRDefault="00295810" w:rsidP="00295810">
      <w:r>
        <w:t>333.4845</w:t>
      </w:r>
      <w:r>
        <w:tab/>
        <w:t>1.013e0</w:t>
      </w:r>
    </w:p>
    <w:p w:rsidR="00295810" w:rsidRDefault="00295810" w:rsidP="00295810">
      <w:r>
        <w:t>333.5797</w:t>
      </w:r>
      <w:r>
        <w:tab/>
        <w:t>1.013e0</w:t>
      </w:r>
    </w:p>
    <w:p w:rsidR="00295810" w:rsidRDefault="00295810" w:rsidP="00295810">
      <w:r>
        <w:t>333.8314</w:t>
      </w:r>
      <w:r>
        <w:tab/>
        <w:t>2.025e0</w:t>
      </w:r>
    </w:p>
    <w:p w:rsidR="00295810" w:rsidRDefault="00295810" w:rsidP="00295810">
      <w:r>
        <w:t>333.8868</w:t>
      </w:r>
      <w:r>
        <w:tab/>
        <w:t>1.013e0</w:t>
      </w:r>
    </w:p>
    <w:p w:rsidR="00295810" w:rsidRDefault="00295810" w:rsidP="00295810">
      <w:r>
        <w:t>333.9275</w:t>
      </w:r>
      <w:r>
        <w:tab/>
        <w:t>2.025e0</w:t>
      </w:r>
    </w:p>
    <w:p w:rsidR="00295810" w:rsidRDefault="00295810" w:rsidP="00295810">
      <w:r>
        <w:t>334.2053</w:t>
      </w:r>
      <w:r>
        <w:tab/>
        <w:t>1.013e0</w:t>
      </w:r>
    </w:p>
    <w:p w:rsidR="00295810" w:rsidRDefault="00295810" w:rsidP="00295810">
      <w:r>
        <w:t>334.2492</w:t>
      </w:r>
      <w:r>
        <w:tab/>
        <w:t>1.013e0</w:t>
      </w:r>
    </w:p>
    <w:p w:rsidR="00295810" w:rsidRDefault="00295810" w:rsidP="00295810">
      <w:r>
        <w:t>334.4841</w:t>
      </w:r>
      <w:r>
        <w:tab/>
        <w:t>1.013e0</w:t>
      </w:r>
    </w:p>
    <w:p w:rsidR="00295810" w:rsidRDefault="00295810" w:rsidP="00295810">
      <w:r>
        <w:t>334.5603</w:t>
      </w:r>
      <w:r>
        <w:tab/>
        <w:t>1.013e0</w:t>
      </w:r>
    </w:p>
    <w:p w:rsidR="00295810" w:rsidRDefault="00295810" w:rsidP="00295810">
      <w:r>
        <w:lastRenderedPageBreak/>
        <w:t>334.6333</w:t>
      </w:r>
      <w:r>
        <w:tab/>
        <w:t>1.013e0</w:t>
      </w:r>
    </w:p>
    <w:p w:rsidR="00295810" w:rsidRDefault="00295810" w:rsidP="00295810">
      <w:r>
        <w:t>334.6882</w:t>
      </w:r>
      <w:r>
        <w:tab/>
        <w:t>1.013e0</w:t>
      </w:r>
    </w:p>
    <w:p w:rsidR="00295810" w:rsidRDefault="00295810" w:rsidP="00295810">
      <w:r>
        <w:t>334.8074</w:t>
      </w:r>
      <w:r>
        <w:tab/>
        <w:t>1.013e0</w:t>
      </w:r>
    </w:p>
    <w:p w:rsidR="00295810" w:rsidRDefault="00295810" w:rsidP="00295810">
      <w:r>
        <w:t>334.8634</w:t>
      </w:r>
      <w:r>
        <w:tab/>
        <w:t>1.013e0</w:t>
      </w:r>
    </w:p>
    <w:p w:rsidR="00295810" w:rsidRDefault="00295810" w:rsidP="00295810">
      <w:r>
        <w:t>334.9505</w:t>
      </w:r>
      <w:r>
        <w:tab/>
        <w:t>2.025e0</w:t>
      </w:r>
    </w:p>
    <w:p w:rsidR="00295810" w:rsidRDefault="00295810" w:rsidP="00295810">
      <w:r>
        <w:t>335.1347</w:t>
      </w:r>
      <w:r>
        <w:tab/>
        <w:t>1.013e0</w:t>
      </w:r>
    </w:p>
    <w:p w:rsidR="00295810" w:rsidRDefault="00295810" w:rsidP="00295810">
      <w:r>
        <w:t>335.1786</w:t>
      </w:r>
      <w:r>
        <w:tab/>
        <w:t>2.025e0</w:t>
      </w:r>
    </w:p>
    <w:p w:rsidR="00295810" w:rsidRDefault="00295810" w:rsidP="00295810">
      <w:r>
        <w:t>335.3105</w:t>
      </w:r>
      <w:r>
        <w:tab/>
        <w:t>1.013e0</w:t>
      </w:r>
    </w:p>
    <w:p w:rsidR="00295810" w:rsidRDefault="00295810" w:rsidP="00295810">
      <w:r>
        <w:t>335.3781</w:t>
      </w:r>
      <w:r>
        <w:tab/>
        <w:t>1.013e0</w:t>
      </w:r>
    </w:p>
    <w:p w:rsidR="00295810" w:rsidRDefault="00295810" w:rsidP="00295810">
      <w:r>
        <w:t>335.5100</w:t>
      </w:r>
      <w:r>
        <w:tab/>
        <w:t>1.013e0</w:t>
      </w:r>
    </w:p>
    <w:p w:rsidR="00295810" w:rsidRDefault="00295810" w:rsidP="00295810">
      <w:r>
        <w:t>335.5777</w:t>
      </w:r>
      <w:r>
        <w:tab/>
        <w:t>2.025e0</w:t>
      </w:r>
    </w:p>
    <w:p w:rsidR="00295810" w:rsidRDefault="00295810" w:rsidP="00295810">
      <w:r>
        <w:t>335.6236</w:t>
      </w:r>
      <w:r>
        <w:tab/>
        <w:t>2.025e0</w:t>
      </w:r>
    </w:p>
    <w:p w:rsidR="00295810" w:rsidRDefault="00295810" w:rsidP="00295810">
      <w:r>
        <w:t>335.7095</w:t>
      </w:r>
      <w:r>
        <w:tab/>
        <w:t>1.013e0</w:t>
      </w:r>
    </w:p>
    <w:p w:rsidR="00295810" w:rsidRDefault="00295810" w:rsidP="00295810">
      <w:r>
        <w:t>335.7416</w:t>
      </w:r>
      <w:r>
        <w:tab/>
        <w:t>1.013e0</w:t>
      </w:r>
    </w:p>
    <w:p w:rsidR="00295810" w:rsidRDefault="00295810" w:rsidP="00295810">
      <w:r>
        <w:t>335.9967</w:t>
      </w:r>
      <w:r>
        <w:tab/>
        <w:t>2.025e0</w:t>
      </w:r>
    </w:p>
    <w:p w:rsidR="00295810" w:rsidRDefault="00295810" w:rsidP="00295810">
      <w:r>
        <w:t>336.1363</w:t>
      </w:r>
      <w:r>
        <w:tab/>
        <w:t>1.013e0</w:t>
      </w:r>
    </w:p>
    <w:p w:rsidR="00295810" w:rsidRDefault="00295810" w:rsidP="00295810">
      <w:r>
        <w:t>336.1802</w:t>
      </w:r>
      <w:r>
        <w:tab/>
        <w:t>1.013e0</w:t>
      </w:r>
    </w:p>
    <w:p w:rsidR="00295810" w:rsidRDefault="00295810" w:rsidP="00295810">
      <w:r>
        <w:t>336.2596</w:t>
      </w:r>
      <w:r>
        <w:tab/>
        <w:t>1.013e0</w:t>
      </w:r>
    </w:p>
    <w:p w:rsidR="00295810" w:rsidRDefault="00295810" w:rsidP="00295810">
      <w:r>
        <w:t>336.2899</w:t>
      </w:r>
      <w:r>
        <w:tab/>
        <w:t>2.025e0</w:t>
      </w:r>
    </w:p>
    <w:p w:rsidR="00295810" w:rsidRDefault="00295810" w:rsidP="00295810">
      <w:r>
        <w:lastRenderedPageBreak/>
        <w:t>336.3760</w:t>
      </w:r>
      <w:r>
        <w:tab/>
        <w:t>1.013e0</w:t>
      </w:r>
    </w:p>
    <w:p w:rsidR="00295810" w:rsidRDefault="00295810" w:rsidP="00295810">
      <w:r>
        <w:t>336.4595</w:t>
      </w:r>
      <w:r>
        <w:tab/>
        <w:t>1.013e0</w:t>
      </w:r>
    </w:p>
    <w:p w:rsidR="00295810" w:rsidRDefault="00295810" w:rsidP="00295810">
      <w:r>
        <w:t>336.7845</w:t>
      </w:r>
      <w:r>
        <w:tab/>
        <w:t>1.013e0</w:t>
      </w:r>
    </w:p>
    <w:p w:rsidR="00295810" w:rsidRDefault="00295810" w:rsidP="00295810">
      <w:r>
        <w:t>336.8670</w:t>
      </w:r>
      <w:r>
        <w:tab/>
        <w:t>1.013e0</w:t>
      </w:r>
    </w:p>
    <w:p w:rsidR="00295810" w:rsidRDefault="00295810" w:rsidP="00295810">
      <w:r>
        <w:t>337.0068</w:t>
      </w:r>
      <w:r>
        <w:tab/>
        <w:t>2.025e0</w:t>
      </w:r>
    </w:p>
    <w:p w:rsidR="00295810" w:rsidRDefault="00295810" w:rsidP="00295810">
      <w:r>
        <w:t>337.0544</w:t>
      </w:r>
      <w:r>
        <w:tab/>
        <w:t>2.025e0</w:t>
      </w:r>
    </w:p>
    <w:p w:rsidR="00295810" w:rsidRDefault="00295810" w:rsidP="00295810">
      <w:r>
        <w:t>337.1270</w:t>
      </w:r>
      <w:r>
        <w:tab/>
        <w:t>2.025e0</w:t>
      </w:r>
    </w:p>
    <w:p w:rsidR="00295810" w:rsidRDefault="00295810" w:rsidP="00295810">
      <w:r>
        <w:t>337.2225</w:t>
      </w:r>
      <w:r>
        <w:tab/>
        <w:t>1.013e0</w:t>
      </w:r>
    </w:p>
    <w:p w:rsidR="00295810" w:rsidRDefault="00295810" w:rsidP="00295810">
      <w:r>
        <w:t>337.3228</w:t>
      </w:r>
      <w:r>
        <w:tab/>
        <w:t>1.013e0</w:t>
      </w:r>
    </w:p>
    <w:p w:rsidR="00295810" w:rsidRDefault="00295810" w:rsidP="00295810">
      <w:r>
        <w:t>337.3966</w:t>
      </w:r>
      <w:r>
        <w:tab/>
        <w:t>2.025e0</w:t>
      </w:r>
    </w:p>
    <w:p w:rsidR="00295810" w:rsidRDefault="00295810" w:rsidP="00295810">
      <w:r>
        <w:t>337.5504</w:t>
      </w:r>
      <w:r>
        <w:tab/>
        <w:t>1.013e0</w:t>
      </w:r>
    </w:p>
    <w:p w:rsidR="00295810" w:rsidRDefault="00295810" w:rsidP="00295810">
      <w:r>
        <w:t>337.5943</w:t>
      </w:r>
      <w:r>
        <w:tab/>
        <w:t>1.013e0</w:t>
      </w:r>
    </w:p>
    <w:p w:rsidR="00295810" w:rsidRDefault="00295810" w:rsidP="00295810">
      <w:r>
        <w:t>337.6673</w:t>
      </w:r>
      <w:r>
        <w:tab/>
        <w:t>1.013e0</w:t>
      </w:r>
    </w:p>
    <w:p w:rsidR="00295810" w:rsidRDefault="00295810" w:rsidP="00295810">
      <w:r>
        <w:t>337.7112</w:t>
      </w:r>
      <w:r>
        <w:tab/>
        <w:t>1.013e0</w:t>
      </w:r>
    </w:p>
    <w:p w:rsidR="00295810" w:rsidRDefault="00295810" w:rsidP="00295810">
      <w:r>
        <w:t>337.7551</w:t>
      </w:r>
      <w:r>
        <w:tab/>
        <w:t>1.013e0</w:t>
      </w:r>
    </w:p>
    <w:p w:rsidR="00295810" w:rsidRDefault="00295810" w:rsidP="00295810">
      <w:r>
        <w:t>337.9901</w:t>
      </w:r>
      <w:r>
        <w:tab/>
        <w:t>1.013e0</w:t>
      </w:r>
    </w:p>
    <w:p w:rsidR="00295810" w:rsidRDefault="00295810" w:rsidP="00295810">
      <w:r>
        <w:t>338.1696</w:t>
      </w:r>
      <w:r>
        <w:tab/>
        <w:t>1.013e0</w:t>
      </w:r>
    </w:p>
    <w:p w:rsidR="00295810" w:rsidRDefault="00295810" w:rsidP="00295810">
      <w:r>
        <w:t>338.2778</w:t>
      </w:r>
      <w:r>
        <w:tab/>
        <w:t>1.013e0</w:t>
      </w:r>
    </w:p>
    <w:p w:rsidR="00295810" w:rsidRDefault="00295810" w:rsidP="00295810">
      <w:r>
        <w:t>338.4336</w:t>
      </w:r>
      <w:r>
        <w:tab/>
        <w:t>1.013e0</w:t>
      </w:r>
    </w:p>
    <w:p w:rsidR="00295810" w:rsidRDefault="00295810" w:rsidP="00295810">
      <w:r>
        <w:lastRenderedPageBreak/>
        <w:t>338.5711</w:t>
      </w:r>
      <w:r>
        <w:tab/>
        <w:t>1.013e0</w:t>
      </w:r>
    </w:p>
    <w:p w:rsidR="00295810" w:rsidRDefault="00295810" w:rsidP="00295810">
      <w:r>
        <w:t>338.6618</w:t>
      </w:r>
      <w:r>
        <w:tab/>
        <w:t>2.025e0</w:t>
      </w:r>
    </w:p>
    <w:p w:rsidR="00295810" w:rsidRDefault="00295810" w:rsidP="00295810">
      <w:r>
        <w:t>338.7352</w:t>
      </w:r>
      <w:r>
        <w:tab/>
        <w:t>2.025e0</w:t>
      </w:r>
    </w:p>
    <w:p w:rsidR="00295810" w:rsidRDefault="00295810" w:rsidP="00295810">
      <w:r>
        <w:t>338.8440</w:t>
      </w:r>
      <w:r>
        <w:tab/>
        <w:t>2.025e0</w:t>
      </w:r>
    </w:p>
    <w:p w:rsidR="00295810" w:rsidRDefault="00295810" w:rsidP="00295810">
      <w:r>
        <w:t>338.9552</w:t>
      </w:r>
      <w:r>
        <w:tab/>
        <w:t>2.025e0</w:t>
      </w:r>
    </w:p>
    <w:p w:rsidR="00295810" w:rsidRDefault="00295810" w:rsidP="00295810">
      <w:r>
        <w:t>339.0101</w:t>
      </w:r>
      <w:r>
        <w:tab/>
        <w:t>2.025e0</w:t>
      </w:r>
    </w:p>
    <w:p w:rsidR="00295810" w:rsidRDefault="00295810" w:rsidP="00295810">
      <w:r>
        <w:t>339.1181</w:t>
      </w:r>
      <w:r>
        <w:tab/>
        <w:t>1.013e0</w:t>
      </w:r>
    </w:p>
    <w:p w:rsidR="00295810" w:rsidRDefault="00295810" w:rsidP="00295810">
      <w:r>
        <w:t>339.2001</w:t>
      </w:r>
      <w:r>
        <w:tab/>
        <w:t>2.025e0</w:t>
      </w:r>
    </w:p>
    <w:p w:rsidR="00295810" w:rsidRDefault="00295810" w:rsidP="00295810">
      <w:r>
        <w:t>339.3539</w:t>
      </w:r>
      <w:r>
        <w:tab/>
        <w:t>1.013e0</w:t>
      </w:r>
    </w:p>
    <w:p w:rsidR="00295810" w:rsidRDefault="00295810" w:rsidP="00295810">
      <w:r>
        <w:t>339.4381</w:t>
      </w:r>
      <w:r>
        <w:tab/>
        <w:t>1.013e0</w:t>
      </w:r>
    </w:p>
    <w:p w:rsidR="00295810" w:rsidRDefault="00295810" w:rsidP="00295810">
      <w:r>
        <w:t>339.4959</w:t>
      </w:r>
      <w:r>
        <w:tab/>
        <w:t>3.038e0</w:t>
      </w:r>
    </w:p>
    <w:p w:rsidR="00295810" w:rsidRDefault="00295810" w:rsidP="00295810">
      <w:r>
        <w:t>339.6471</w:t>
      </w:r>
      <w:r>
        <w:tab/>
        <w:t>1.013e0</w:t>
      </w:r>
    </w:p>
    <w:p w:rsidR="00295810" w:rsidRDefault="00295810" w:rsidP="00295810">
      <w:r>
        <w:t>339.7500</w:t>
      </w:r>
      <w:r>
        <w:tab/>
        <w:t>1.013e0</w:t>
      </w:r>
    </w:p>
    <w:p w:rsidR="00295810" w:rsidRDefault="00295810" w:rsidP="00295810">
      <w:r>
        <w:t>339.7941</w:t>
      </w:r>
      <w:r>
        <w:tab/>
        <w:t>1.013e0</w:t>
      </w:r>
    </w:p>
    <w:p w:rsidR="00295810" w:rsidRDefault="00295810" w:rsidP="00295810">
      <w:r>
        <w:t>339.8618</w:t>
      </w:r>
      <w:r>
        <w:tab/>
        <w:t>1.013e0</w:t>
      </w:r>
    </w:p>
    <w:p w:rsidR="00295810" w:rsidRDefault="00295810" w:rsidP="00295810">
      <w:r>
        <w:t>339.9425</w:t>
      </w:r>
      <w:r>
        <w:tab/>
        <w:t>1.013e0</w:t>
      </w:r>
    </w:p>
    <w:p w:rsidR="00295810" w:rsidRDefault="00295810" w:rsidP="00295810">
      <w:r>
        <w:t>340.0103</w:t>
      </w:r>
      <w:r>
        <w:tab/>
        <w:t>1.013e0</w:t>
      </w:r>
    </w:p>
    <w:p w:rsidR="00295810" w:rsidRDefault="00295810" w:rsidP="00295810">
      <w:r>
        <w:t>340.0948</w:t>
      </w:r>
      <w:r>
        <w:tab/>
        <w:t>1.013e0</w:t>
      </w:r>
    </w:p>
    <w:p w:rsidR="00295810" w:rsidRDefault="00295810" w:rsidP="00295810">
      <w:r>
        <w:t>340.1828</w:t>
      </w:r>
      <w:r>
        <w:tab/>
        <w:t>1.013e0</w:t>
      </w:r>
    </w:p>
    <w:p w:rsidR="00295810" w:rsidRDefault="00295810" w:rsidP="00295810">
      <w:r>
        <w:lastRenderedPageBreak/>
        <w:t>340.2185</w:t>
      </w:r>
      <w:r>
        <w:tab/>
        <w:t>2.025e0</w:t>
      </w:r>
    </w:p>
    <w:p w:rsidR="00295810" w:rsidRDefault="00295810" w:rsidP="00295810">
      <w:r>
        <w:t>340.3472</w:t>
      </w:r>
      <w:r>
        <w:tab/>
        <w:t>1.013e0</w:t>
      </w:r>
    </w:p>
    <w:p w:rsidR="00295810" w:rsidRDefault="00295810" w:rsidP="00295810">
      <w:r>
        <w:t>340.4292</w:t>
      </w:r>
      <w:r>
        <w:tab/>
        <w:t>2.025e0</w:t>
      </w:r>
    </w:p>
    <w:p w:rsidR="00295810" w:rsidRDefault="00295810" w:rsidP="00295810">
      <w:r>
        <w:t>340.4988</w:t>
      </w:r>
      <w:r>
        <w:tab/>
        <w:t>1.013e0</w:t>
      </w:r>
    </w:p>
    <w:p w:rsidR="00295810" w:rsidRDefault="00295810" w:rsidP="00295810">
      <w:r>
        <w:t>340.5874</w:t>
      </w:r>
      <w:r>
        <w:tab/>
        <w:t>2.025e0</w:t>
      </w:r>
    </w:p>
    <w:p w:rsidR="00295810" w:rsidRDefault="00295810" w:rsidP="00295810">
      <w:r>
        <w:t>340.6910</w:t>
      </w:r>
      <w:r>
        <w:tab/>
        <w:t>1.013e0</w:t>
      </w:r>
    </w:p>
    <w:p w:rsidR="00295810" w:rsidRDefault="00295810" w:rsidP="00295810">
      <w:r>
        <w:t>340.7576</w:t>
      </w:r>
      <w:r>
        <w:tab/>
        <w:t>2.025e0</w:t>
      </w:r>
    </w:p>
    <w:p w:rsidR="00295810" w:rsidRDefault="00295810" w:rsidP="00295810">
      <w:r>
        <w:t>340.8433</w:t>
      </w:r>
      <w:r>
        <w:tab/>
        <w:t>1.013e0</w:t>
      </w:r>
    </w:p>
    <w:p w:rsidR="00295810" w:rsidRDefault="00295810" w:rsidP="00295810">
      <w:r>
        <w:t>341.0117</w:t>
      </w:r>
      <w:r>
        <w:tab/>
        <w:t>2.025e0</w:t>
      </w:r>
    </w:p>
    <w:p w:rsidR="00295810" w:rsidRDefault="00295810" w:rsidP="00295810">
      <w:r>
        <w:t>341.0550</w:t>
      </w:r>
      <w:r>
        <w:tab/>
        <w:t>1.013e0</w:t>
      </w:r>
    </w:p>
    <w:p w:rsidR="00295810" w:rsidRDefault="00295810" w:rsidP="00295810">
      <w:r>
        <w:t>341.0993</w:t>
      </w:r>
      <w:r>
        <w:tab/>
        <w:t>1.013e0</w:t>
      </w:r>
    </w:p>
    <w:p w:rsidR="00295810" w:rsidRDefault="00295810" w:rsidP="00295810">
      <w:r>
        <w:t>341.1436</w:t>
      </w:r>
      <w:r>
        <w:tab/>
        <w:t>1.013e0</w:t>
      </w:r>
    </w:p>
    <w:p w:rsidR="00295810" w:rsidRDefault="00295810" w:rsidP="00295810">
      <w:r>
        <w:t>341.1989</w:t>
      </w:r>
      <w:r>
        <w:tab/>
        <w:t>3.038e0</w:t>
      </w:r>
    </w:p>
    <w:p w:rsidR="00295810" w:rsidRDefault="00295810" w:rsidP="00295810">
      <w:r>
        <w:t>341.2828</w:t>
      </w:r>
      <w:r>
        <w:tab/>
        <w:t>3.038e0</w:t>
      </w:r>
    </w:p>
    <w:p w:rsidR="00295810" w:rsidRDefault="00295810" w:rsidP="00295810">
      <w:r>
        <w:t>341.3441</w:t>
      </w:r>
      <w:r>
        <w:tab/>
        <w:t>1.013e0</w:t>
      </w:r>
    </w:p>
    <w:p w:rsidR="00295810" w:rsidRDefault="00295810" w:rsidP="00295810">
      <w:r>
        <w:t>341.3920</w:t>
      </w:r>
      <w:r>
        <w:tab/>
        <w:t>1.013e0</w:t>
      </w:r>
    </w:p>
    <w:p w:rsidR="00295810" w:rsidRDefault="00295810" w:rsidP="00295810">
      <w:r>
        <w:t>341.4864</w:t>
      </w:r>
      <w:r>
        <w:tab/>
        <w:t>2.025e0</w:t>
      </w:r>
    </w:p>
    <w:p w:rsidR="00295810" w:rsidRDefault="00295810" w:rsidP="00295810">
      <w:r>
        <w:t>341.5918</w:t>
      </w:r>
      <w:r>
        <w:tab/>
        <w:t>2.025e0</w:t>
      </w:r>
    </w:p>
    <w:p w:rsidR="00295810" w:rsidRDefault="00295810" w:rsidP="00295810">
      <w:r>
        <w:t>341.6817</w:t>
      </w:r>
      <w:r>
        <w:tab/>
        <w:t>1.013e0</w:t>
      </w:r>
    </w:p>
    <w:p w:rsidR="00295810" w:rsidRDefault="00295810" w:rsidP="00295810">
      <w:r>
        <w:lastRenderedPageBreak/>
        <w:t>341.7609</w:t>
      </w:r>
      <w:r>
        <w:tab/>
        <w:t>1.013e0</w:t>
      </w:r>
    </w:p>
    <w:p w:rsidR="00295810" w:rsidRDefault="00295810" w:rsidP="00295810">
      <w:r>
        <w:t>341.8528</w:t>
      </w:r>
      <w:r>
        <w:tab/>
        <w:t>1.013e0</w:t>
      </w:r>
    </w:p>
    <w:p w:rsidR="00295810" w:rsidRDefault="00295810" w:rsidP="00295810">
      <w:r>
        <w:t>341.9059</w:t>
      </w:r>
      <w:r>
        <w:tab/>
        <w:t>2.025e0</w:t>
      </w:r>
    </w:p>
    <w:p w:rsidR="00295810" w:rsidRDefault="00295810" w:rsidP="00295810">
      <w:r>
        <w:t>341.9609</w:t>
      </w:r>
      <w:r>
        <w:tab/>
        <w:t>1.013e0</w:t>
      </w:r>
    </w:p>
    <w:p w:rsidR="00295810" w:rsidRDefault="00295810" w:rsidP="00295810">
      <w:r>
        <w:t>342.0367</w:t>
      </w:r>
      <w:r>
        <w:tab/>
        <w:t>1.013e0</w:t>
      </w:r>
    </w:p>
    <w:p w:rsidR="00295810" w:rsidRDefault="00295810" w:rsidP="00295810">
      <w:r>
        <w:t>342.1298</w:t>
      </w:r>
      <w:r>
        <w:tab/>
        <w:t>1.013e0</w:t>
      </w:r>
    </w:p>
    <w:p w:rsidR="00295810" w:rsidRDefault="00295810" w:rsidP="00295810">
      <w:r>
        <w:t>342.2380</w:t>
      </w:r>
      <w:r>
        <w:tab/>
        <w:t>1.013e0</w:t>
      </w:r>
    </w:p>
    <w:p w:rsidR="00295810" w:rsidRDefault="00295810" w:rsidP="00295810">
      <w:r>
        <w:t>342.3300</w:t>
      </w:r>
      <w:r>
        <w:tab/>
        <w:t>1.013e0</w:t>
      </w:r>
    </w:p>
    <w:p w:rsidR="00295810" w:rsidRDefault="00295810" w:rsidP="00295810">
      <w:r>
        <w:t>342.4103</w:t>
      </w:r>
      <w:r>
        <w:tab/>
        <w:t>2.025e0</w:t>
      </w:r>
    </w:p>
    <w:p w:rsidR="00295810" w:rsidRDefault="00295810" w:rsidP="00295810">
      <w:r>
        <w:t>342.5063</w:t>
      </w:r>
      <w:r>
        <w:tab/>
        <w:t>1.013e0</w:t>
      </w:r>
    </w:p>
    <w:p w:rsidR="00295810" w:rsidRDefault="00295810" w:rsidP="00295810">
      <w:r>
        <w:t>342.6284</w:t>
      </w:r>
      <w:r>
        <w:tab/>
        <w:t>2.025e0</w:t>
      </w:r>
    </w:p>
    <w:p w:rsidR="00295810" w:rsidRDefault="00295810" w:rsidP="00295810">
      <w:r>
        <w:t>342.6714</w:t>
      </w:r>
      <w:r>
        <w:tab/>
        <w:t>1.013e0</w:t>
      </w:r>
    </w:p>
    <w:p w:rsidR="00295810" w:rsidRDefault="00295810" w:rsidP="00295810">
      <w:r>
        <w:t>342.7119</w:t>
      </w:r>
      <w:r>
        <w:tab/>
        <w:t>2.025e0</w:t>
      </w:r>
    </w:p>
    <w:p w:rsidR="00295810" w:rsidRDefault="00295810" w:rsidP="00295810">
      <w:r>
        <w:t>342.9026</w:t>
      </w:r>
      <w:r>
        <w:tab/>
        <w:t>4.051e0</w:t>
      </w:r>
    </w:p>
    <w:p w:rsidR="00295810" w:rsidRDefault="00295810" w:rsidP="00295810">
      <w:r>
        <w:t>342.9561</w:t>
      </w:r>
      <w:r>
        <w:tab/>
        <w:t>2.025e0</w:t>
      </w:r>
    </w:p>
    <w:p w:rsidR="00295810" w:rsidRDefault="00295810" w:rsidP="00295810">
      <w:r>
        <w:t>343.0146</w:t>
      </w:r>
      <w:r>
        <w:tab/>
        <w:t>1.013e0</w:t>
      </w:r>
    </w:p>
    <w:p w:rsidR="00295810" w:rsidRDefault="00295810" w:rsidP="00295810">
      <w:r>
        <w:t>343.0657</w:t>
      </w:r>
      <w:r>
        <w:tab/>
        <w:t>2.025e0</w:t>
      </w:r>
    </w:p>
    <w:p w:rsidR="00295810" w:rsidRDefault="00295810" w:rsidP="00295810">
      <w:r>
        <w:t>343.1608</w:t>
      </w:r>
      <w:r>
        <w:tab/>
        <w:t>1.013e0</w:t>
      </w:r>
    </w:p>
    <w:p w:rsidR="00295810" w:rsidRDefault="00295810" w:rsidP="00295810">
      <w:r>
        <w:t>343.2244</w:t>
      </w:r>
      <w:r>
        <w:tab/>
        <w:t>1.013e0</w:t>
      </w:r>
    </w:p>
    <w:p w:rsidR="00295810" w:rsidRDefault="00295810" w:rsidP="00295810">
      <w:r>
        <w:lastRenderedPageBreak/>
        <w:t>343.3891</w:t>
      </w:r>
      <w:r>
        <w:tab/>
        <w:t>2.025e0</w:t>
      </w:r>
    </w:p>
    <w:p w:rsidR="00295810" w:rsidRDefault="00295810" w:rsidP="00295810">
      <w:r>
        <w:t>343.5999</w:t>
      </w:r>
      <w:r>
        <w:tab/>
        <w:t>1.013e0</w:t>
      </w:r>
    </w:p>
    <w:p w:rsidR="00295810" w:rsidRDefault="00295810" w:rsidP="00295810">
      <w:r>
        <w:t>343.6505</w:t>
      </w:r>
      <w:r>
        <w:tab/>
        <w:t>1.013e0</w:t>
      </w:r>
    </w:p>
    <w:p w:rsidR="00295810" w:rsidRDefault="00295810" w:rsidP="00295810">
      <w:r>
        <w:t>343.7910</w:t>
      </w:r>
      <w:r>
        <w:tab/>
        <w:t>1.013e0</w:t>
      </w:r>
    </w:p>
    <w:p w:rsidR="00295810" w:rsidRDefault="00295810" w:rsidP="00295810">
      <w:r>
        <w:t>343.8356</w:t>
      </w:r>
      <w:r>
        <w:tab/>
        <w:t>1.013e0</w:t>
      </w:r>
    </w:p>
    <w:p w:rsidR="00295810" w:rsidRDefault="00295810" w:rsidP="00295810">
      <w:r>
        <w:t>343.8746</w:t>
      </w:r>
      <w:r>
        <w:tab/>
        <w:t>1.013e0</w:t>
      </w:r>
    </w:p>
    <w:p w:rsidR="00295810" w:rsidRDefault="00295810" w:rsidP="00295810">
      <w:r>
        <w:t>343.9576</w:t>
      </w:r>
      <w:r>
        <w:tab/>
        <w:t>3.038e0</w:t>
      </w:r>
    </w:p>
    <w:p w:rsidR="00295810" w:rsidRDefault="00295810" w:rsidP="00295810">
      <w:r>
        <w:t>344.0537</w:t>
      </w:r>
      <w:r>
        <w:tab/>
        <w:t>2.025e0</w:t>
      </w:r>
    </w:p>
    <w:p w:rsidR="00295810" w:rsidRDefault="00295810" w:rsidP="00295810">
      <w:r>
        <w:t>344.1583</w:t>
      </w:r>
      <w:r>
        <w:tab/>
        <w:t>2.025e0</w:t>
      </w:r>
    </w:p>
    <w:p w:rsidR="00295810" w:rsidRDefault="00295810" w:rsidP="00295810">
      <w:r>
        <w:t>344.1998</w:t>
      </w:r>
      <w:r>
        <w:tab/>
        <w:t>1.013e0</w:t>
      </w:r>
    </w:p>
    <w:p w:rsidR="00295810" w:rsidRDefault="00295810" w:rsidP="00295810">
      <w:r>
        <w:t>344.2622</w:t>
      </w:r>
      <w:r>
        <w:tab/>
        <w:t>2.025e0</w:t>
      </w:r>
    </w:p>
    <w:p w:rsidR="00295810" w:rsidRDefault="00295810" w:rsidP="00295810">
      <w:r>
        <w:t>344.4370</w:t>
      </w:r>
      <w:r>
        <w:tab/>
        <w:t>1.013e0</w:t>
      </w:r>
    </w:p>
    <w:p w:rsidR="00295810" w:rsidRDefault="00295810" w:rsidP="00295810">
      <w:r>
        <w:t>344.8309</w:t>
      </w:r>
      <w:r>
        <w:tab/>
        <w:t>1.013e0</w:t>
      </w:r>
    </w:p>
    <w:p w:rsidR="00295810" w:rsidRDefault="00295810" w:rsidP="00295810">
      <w:r>
        <w:t>344.9312</w:t>
      </w:r>
      <w:r>
        <w:tab/>
        <w:t>1.013e0</w:t>
      </w:r>
    </w:p>
    <w:p w:rsidR="00295810" w:rsidRDefault="00295810" w:rsidP="00295810">
      <w:r>
        <w:t>344.9907</w:t>
      </w:r>
      <w:r>
        <w:tab/>
        <w:t>1.013e0</w:t>
      </w:r>
    </w:p>
    <w:p w:rsidR="00295810" w:rsidRDefault="00295810" w:rsidP="00295810">
      <w:r>
        <w:t>345.0231</w:t>
      </w:r>
      <w:r>
        <w:tab/>
        <w:t>1.013e0</w:t>
      </w:r>
    </w:p>
    <w:p w:rsidR="00295810" w:rsidRDefault="00295810" w:rsidP="00295810">
      <w:r>
        <w:t>345.1383</w:t>
      </w:r>
      <w:r>
        <w:tab/>
        <w:t>4.051e0</w:t>
      </w:r>
    </w:p>
    <w:p w:rsidR="00295810" w:rsidRDefault="00295810" w:rsidP="00295810">
      <w:r>
        <w:t>345.3247</w:t>
      </w:r>
      <w:r>
        <w:tab/>
        <w:t>1.013e0</w:t>
      </w:r>
    </w:p>
    <w:p w:rsidR="00295810" w:rsidRDefault="00295810" w:rsidP="00295810">
      <w:r>
        <w:t>345.3719</w:t>
      </w:r>
      <w:r>
        <w:tab/>
        <w:t>2.025e0</w:t>
      </w:r>
    </w:p>
    <w:p w:rsidR="00295810" w:rsidRDefault="00295810" w:rsidP="00295810">
      <w:r>
        <w:lastRenderedPageBreak/>
        <w:t>345.4395</w:t>
      </w:r>
      <w:r>
        <w:tab/>
        <w:t>2.025e0</w:t>
      </w:r>
    </w:p>
    <w:p w:rsidR="00295810" w:rsidRDefault="00295810" w:rsidP="00295810">
      <w:r>
        <w:t>345.4873</w:t>
      </w:r>
      <w:r>
        <w:tab/>
        <w:t>2.025e0</w:t>
      </w:r>
    </w:p>
    <w:p w:rsidR="00295810" w:rsidRDefault="00295810" w:rsidP="00295810">
      <w:r>
        <w:t>345.5619</w:t>
      </w:r>
      <w:r>
        <w:tab/>
        <w:t>1.013e0</w:t>
      </w:r>
    </w:p>
    <w:p w:rsidR="00295810" w:rsidRDefault="00295810" w:rsidP="00295810">
      <w:r>
        <w:t>345.6367</w:t>
      </w:r>
      <w:r>
        <w:tab/>
        <w:t>1.013e0</w:t>
      </w:r>
    </w:p>
    <w:p w:rsidR="00295810" w:rsidRDefault="00295810" w:rsidP="00295810">
      <w:r>
        <w:t>345.8369</w:t>
      </w:r>
      <w:r>
        <w:tab/>
        <w:t>2.025e0</w:t>
      </w:r>
    </w:p>
    <w:p w:rsidR="00295810" w:rsidRDefault="00295810" w:rsidP="00295810">
      <w:r>
        <w:t>345.8800</w:t>
      </w:r>
      <w:r>
        <w:tab/>
        <w:t>1.013e0</w:t>
      </w:r>
    </w:p>
    <w:p w:rsidR="00295810" w:rsidRDefault="00295810" w:rsidP="00295810">
      <w:r>
        <w:t>345.9377</w:t>
      </w:r>
      <w:r>
        <w:tab/>
        <w:t>2.025e0</w:t>
      </w:r>
    </w:p>
    <w:p w:rsidR="00295810" w:rsidRDefault="00295810" w:rsidP="00295810">
      <w:r>
        <w:t>346.0659</w:t>
      </w:r>
      <w:r>
        <w:tab/>
        <w:t>1.013e0</w:t>
      </w:r>
    </w:p>
    <w:p w:rsidR="00295810" w:rsidRDefault="00295810" w:rsidP="00295810">
      <w:r>
        <w:t>346.1556</w:t>
      </w:r>
      <w:r>
        <w:tab/>
        <w:t>1.013e0</w:t>
      </w:r>
    </w:p>
    <w:p w:rsidR="00295810" w:rsidRDefault="00295810" w:rsidP="00295810">
      <w:r>
        <w:t>346.2329</w:t>
      </w:r>
      <w:r>
        <w:tab/>
        <w:t>2.025e0</w:t>
      </w:r>
    </w:p>
    <w:p w:rsidR="00295810" w:rsidRDefault="00295810" w:rsidP="00295810">
      <w:r>
        <w:t>346.2839</w:t>
      </w:r>
      <w:r>
        <w:tab/>
        <w:t>1.013e0</w:t>
      </w:r>
    </w:p>
    <w:p w:rsidR="00295810" w:rsidRDefault="00295810" w:rsidP="00295810">
      <w:r>
        <w:t>346.3224</w:t>
      </w:r>
      <w:r>
        <w:tab/>
        <w:t>1.013e0</w:t>
      </w:r>
    </w:p>
    <w:p w:rsidR="00295810" w:rsidRDefault="00295810" w:rsidP="00295810">
      <w:r>
        <w:t>346.3782</w:t>
      </w:r>
      <w:r>
        <w:tab/>
        <w:t>1.013e0</w:t>
      </w:r>
    </w:p>
    <w:p w:rsidR="00295810" w:rsidRDefault="00295810" w:rsidP="00295810">
      <w:r>
        <w:t>346.4828</w:t>
      </w:r>
      <w:r>
        <w:tab/>
        <w:t>1.013e0</w:t>
      </w:r>
    </w:p>
    <w:p w:rsidR="00295810" w:rsidRDefault="00295810" w:rsidP="00295810">
      <w:r>
        <w:t>346.6837</w:t>
      </w:r>
      <w:r>
        <w:tab/>
        <w:t>1.013e0</w:t>
      </w:r>
    </w:p>
    <w:p w:rsidR="00295810" w:rsidRDefault="00295810" w:rsidP="00295810">
      <w:r>
        <w:t>346.7362</w:t>
      </w:r>
      <w:r>
        <w:tab/>
        <w:t>2.025e0</w:t>
      </w:r>
    </w:p>
    <w:p w:rsidR="00295810" w:rsidRDefault="00295810" w:rsidP="00295810">
      <w:r>
        <w:t>347.0645</w:t>
      </w:r>
      <w:r>
        <w:tab/>
        <w:t>3.038e0</w:t>
      </w:r>
    </w:p>
    <w:p w:rsidR="00295810" w:rsidRDefault="00295810" w:rsidP="00295810">
      <w:r>
        <w:t>347.1506</w:t>
      </w:r>
      <w:r>
        <w:tab/>
        <w:t>1.013e0</w:t>
      </w:r>
    </w:p>
    <w:p w:rsidR="00295810" w:rsidRDefault="00295810" w:rsidP="00295810">
      <w:r>
        <w:t>347.1786</w:t>
      </w:r>
      <w:r>
        <w:tab/>
        <w:t>1.013e0</w:t>
      </w:r>
    </w:p>
    <w:p w:rsidR="00295810" w:rsidRDefault="00295810" w:rsidP="00295810">
      <w:r>
        <w:lastRenderedPageBreak/>
        <w:t>347.2189</w:t>
      </w:r>
      <w:r>
        <w:tab/>
        <w:t>2.025e0</w:t>
      </w:r>
    </w:p>
    <w:p w:rsidR="00295810" w:rsidRDefault="00295810" w:rsidP="00295810">
      <w:r>
        <w:t>347.2728</w:t>
      </w:r>
      <w:r>
        <w:tab/>
        <w:t>1.013e0</w:t>
      </w:r>
    </w:p>
    <w:p w:rsidR="00295810" w:rsidRDefault="00295810" w:rsidP="00295810">
      <w:r>
        <w:t>347.3370</w:t>
      </w:r>
      <w:r>
        <w:tab/>
        <w:t>1.013e0</w:t>
      </w:r>
    </w:p>
    <w:p w:rsidR="00295810" w:rsidRDefault="00295810" w:rsidP="00295810">
      <w:r>
        <w:t>347.4121</w:t>
      </w:r>
      <w:r>
        <w:tab/>
        <w:t>2.025e0</w:t>
      </w:r>
    </w:p>
    <w:p w:rsidR="00295810" w:rsidRDefault="00295810" w:rsidP="00295810">
      <w:r>
        <w:t>347.5107</w:t>
      </w:r>
      <w:r>
        <w:tab/>
        <w:t>1.013e0</w:t>
      </w:r>
    </w:p>
    <w:p w:rsidR="00295810" w:rsidRDefault="00295810" w:rsidP="00295810">
      <w:r>
        <w:t>347.5448</w:t>
      </w:r>
      <w:r>
        <w:tab/>
        <w:t>1.013e0</w:t>
      </w:r>
    </w:p>
    <w:p w:rsidR="00295810" w:rsidRDefault="00295810" w:rsidP="00295810">
      <w:r>
        <w:t>347.6294</w:t>
      </w:r>
      <w:r>
        <w:tab/>
        <w:t>1.013e0</w:t>
      </w:r>
    </w:p>
    <w:p w:rsidR="00295810" w:rsidRDefault="00295810" w:rsidP="00295810">
      <w:r>
        <w:t>347.7038</w:t>
      </w:r>
      <w:r>
        <w:tab/>
        <w:t>1.013e0</w:t>
      </w:r>
    </w:p>
    <w:p w:rsidR="00295810" w:rsidRDefault="00295810" w:rsidP="00295810">
      <w:r>
        <w:t>347.7625</w:t>
      </w:r>
      <w:r>
        <w:tab/>
        <w:t>2.025e0</w:t>
      </w:r>
    </w:p>
    <w:p w:rsidR="00295810" w:rsidRDefault="00295810" w:rsidP="00295810">
      <w:r>
        <w:t>347.8980</w:t>
      </w:r>
      <w:r>
        <w:tab/>
        <w:t>3.038e0</w:t>
      </w:r>
    </w:p>
    <w:p w:rsidR="00295810" w:rsidRDefault="00295810" w:rsidP="00295810">
      <w:r>
        <w:t>348.0194</w:t>
      </w:r>
      <w:r>
        <w:tab/>
        <w:t>2.025e0</w:t>
      </w:r>
    </w:p>
    <w:p w:rsidR="00295810" w:rsidRDefault="00295810" w:rsidP="00295810">
      <w:r>
        <w:t>348.1196</w:t>
      </w:r>
      <w:r>
        <w:tab/>
        <w:t>2.025e0</w:t>
      </w:r>
    </w:p>
    <w:p w:rsidR="00295810" w:rsidRDefault="00295810" w:rsidP="00295810">
      <w:r>
        <w:t>348.1739</w:t>
      </w:r>
      <w:r>
        <w:tab/>
        <w:t>1.013e0</w:t>
      </w:r>
    </w:p>
    <w:p w:rsidR="00295810" w:rsidRDefault="00295810" w:rsidP="00295810">
      <w:r>
        <w:t>348.2094</w:t>
      </w:r>
      <w:r>
        <w:tab/>
        <w:t>2.025e0</w:t>
      </w:r>
    </w:p>
    <w:p w:rsidR="00295810" w:rsidRDefault="00295810" w:rsidP="00295810">
      <w:r>
        <w:t>348.2495</w:t>
      </w:r>
      <w:r>
        <w:tab/>
        <w:t>1.013e0</w:t>
      </w:r>
    </w:p>
    <w:p w:rsidR="00295810" w:rsidRDefault="00295810" w:rsidP="00295810">
      <w:r>
        <w:t>348.3003</w:t>
      </w:r>
      <w:r>
        <w:tab/>
        <w:t>2.025e0</w:t>
      </w:r>
    </w:p>
    <w:p w:rsidR="00295810" w:rsidRDefault="00295810" w:rsidP="00295810">
      <w:r>
        <w:t>348.4067</w:t>
      </w:r>
      <w:r>
        <w:tab/>
        <w:t>2.025e0</w:t>
      </w:r>
    </w:p>
    <w:p w:rsidR="00295810" w:rsidRDefault="00295810" w:rsidP="00295810">
      <w:r>
        <w:t>348.4382</w:t>
      </w:r>
      <w:r>
        <w:tab/>
        <w:t>1.013e0</w:t>
      </w:r>
    </w:p>
    <w:p w:rsidR="00295810" w:rsidRDefault="00295810" w:rsidP="00295810">
      <w:r>
        <w:t>348.4871</w:t>
      </w:r>
      <w:r>
        <w:tab/>
        <w:t>1.013e0</w:t>
      </w:r>
    </w:p>
    <w:p w:rsidR="00295810" w:rsidRDefault="00295810" w:rsidP="00295810">
      <w:r>
        <w:lastRenderedPageBreak/>
        <w:t>348.6253</w:t>
      </w:r>
      <w:r>
        <w:tab/>
        <w:t>1.013e0</w:t>
      </w:r>
    </w:p>
    <w:p w:rsidR="00295810" w:rsidRDefault="00295810" w:rsidP="00295810">
      <w:r>
        <w:t>348.7608</w:t>
      </w:r>
      <w:r>
        <w:tab/>
        <w:t>1.013e0</w:t>
      </w:r>
    </w:p>
    <w:p w:rsidR="00295810" w:rsidRDefault="00295810" w:rsidP="00295810">
      <w:r>
        <w:t>348.8024</w:t>
      </w:r>
      <w:r>
        <w:tab/>
        <w:t>2.025e0</w:t>
      </w:r>
    </w:p>
    <w:p w:rsidR="00295810" w:rsidRDefault="00295810" w:rsidP="00295810">
      <w:r>
        <w:t>348.9851</w:t>
      </w:r>
      <w:r>
        <w:tab/>
        <w:t>2.025e0</w:t>
      </w:r>
    </w:p>
    <w:p w:rsidR="00295810" w:rsidRDefault="00295810" w:rsidP="00295810">
      <w:r>
        <w:t>349.1162</w:t>
      </w:r>
      <w:r>
        <w:tab/>
        <w:t>3.038e0</w:t>
      </w:r>
    </w:p>
    <w:p w:rsidR="00295810" w:rsidRDefault="00295810" w:rsidP="00295810">
      <w:r>
        <w:t>349.1713</w:t>
      </w:r>
      <w:r>
        <w:tab/>
        <w:t>2.025e0</w:t>
      </w:r>
    </w:p>
    <w:p w:rsidR="00295810" w:rsidRDefault="00295810" w:rsidP="00295810">
      <w:r>
        <w:t>349.2070</w:t>
      </w:r>
      <w:r>
        <w:tab/>
        <w:t>3.038e0</w:t>
      </w:r>
    </w:p>
    <w:p w:rsidR="00295810" w:rsidRDefault="00295810" w:rsidP="00295810">
      <w:r>
        <w:t>349.2711</w:t>
      </w:r>
      <w:r>
        <w:tab/>
        <w:t>1.013e0</w:t>
      </w:r>
    </w:p>
    <w:p w:rsidR="00295810" w:rsidRDefault="00295810" w:rsidP="00295810">
      <w:r>
        <w:t>349.3745</w:t>
      </w:r>
      <w:r>
        <w:tab/>
        <w:t>1.013e0</w:t>
      </w:r>
    </w:p>
    <w:p w:rsidR="00295810" w:rsidRDefault="00295810" w:rsidP="00295810">
      <w:r>
        <w:t>349.4096</w:t>
      </w:r>
      <w:r>
        <w:tab/>
        <w:t>1.013e0</w:t>
      </w:r>
    </w:p>
    <w:p w:rsidR="00295810" w:rsidRDefault="00295810" w:rsidP="00295810">
      <w:r>
        <w:t>349.5431</w:t>
      </w:r>
      <w:r>
        <w:tab/>
        <w:t>2.025e0</w:t>
      </w:r>
    </w:p>
    <w:p w:rsidR="00295810" w:rsidRDefault="00295810" w:rsidP="00295810">
      <w:r>
        <w:t>349.7367</w:t>
      </w:r>
      <w:r>
        <w:tab/>
        <w:t>1.013e0</w:t>
      </w:r>
    </w:p>
    <w:p w:rsidR="00295810" w:rsidRDefault="00295810" w:rsidP="00295810">
      <w:r>
        <w:t>349.8333</w:t>
      </w:r>
      <w:r>
        <w:tab/>
        <w:t>1.013e0</w:t>
      </w:r>
    </w:p>
    <w:p w:rsidR="00295810" w:rsidRDefault="00295810" w:rsidP="00295810">
      <w:r>
        <w:t>350.1555</w:t>
      </w:r>
      <w:r>
        <w:tab/>
        <w:t>1.013e0</w:t>
      </w:r>
    </w:p>
    <w:p w:rsidR="00295810" w:rsidRDefault="00295810" w:rsidP="00295810">
      <w:r>
        <w:t>350.1963</w:t>
      </w:r>
      <w:r>
        <w:tab/>
        <w:t>1.013e0</w:t>
      </w:r>
    </w:p>
    <w:p w:rsidR="00295810" w:rsidRDefault="00295810" w:rsidP="00295810">
      <w:r>
        <w:t>350.3000</w:t>
      </w:r>
      <w:r>
        <w:tab/>
        <w:t>1.013e0</w:t>
      </w:r>
    </w:p>
    <w:p w:rsidR="00295810" w:rsidRDefault="00295810" w:rsidP="00295810">
      <w:r>
        <w:t>350.3324</w:t>
      </w:r>
      <w:r>
        <w:tab/>
        <w:t>1.013e0</w:t>
      </w:r>
    </w:p>
    <w:p w:rsidR="00295810" w:rsidRDefault="00295810" w:rsidP="00295810">
      <w:r>
        <w:t>351.0590</w:t>
      </w:r>
      <w:r>
        <w:tab/>
        <w:t>1.013e0</w:t>
      </w:r>
    </w:p>
    <w:p w:rsidR="00295810" w:rsidRDefault="00295810" w:rsidP="00295810">
      <w:r>
        <w:t>351.4621</w:t>
      </w:r>
      <w:r>
        <w:tab/>
        <w:t>1.013e0</w:t>
      </w:r>
    </w:p>
    <w:p w:rsidR="00295810" w:rsidRDefault="00295810" w:rsidP="00295810">
      <w:r>
        <w:lastRenderedPageBreak/>
        <w:t>351.8015</w:t>
      </w:r>
      <w:r>
        <w:tab/>
        <w:t>1.013e0</w:t>
      </w:r>
    </w:p>
    <w:p w:rsidR="00295810" w:rsidRDefault="00295810" w:rsidP="00295810">
      <w:r>
        <w:t>351.8831</w:t>
      </w:r>
      <w:r>
        <w:tab/>
        <w:t>3.038e0</w:t>
      </w:r>
    </w:p>
    <w:p w:rsidR="00295810" w:rsidRDefault="00295810" w:rsidP="00295810">
      <w:r>
        <w:t>351.9560</w:t>
      </w:r>
      <w:r>
        <w:tab/>
        <w:t>1.013e0</w:t>
      </w:r>
    </w:p>
    <w:p w:rsidR="00295810" w:rsidRDefault="00295810" w:rsidP="00295810">
      <w:r>
        <w:t>352.0240</w:t>
      </w:r>
      <w:r>
        <w:tab/>
        <w:t>2.025e0</w:t>
      </w:r>
    </w:p>
    <w:p w:rsidR="00295810" w:rsidRDefault="00295810" w:rsidP="00295810">
      <w:r>
        <w:t>352.1729</w:t>
      </w:r>
      <w:r>
        <w:tab/>
        <w:t>2.025e0</w:t>
      </w:r>
    </w:p>
    <w:p w:rsidR="00295810" w:rsidRDefault="00295810" w:rsidP="00295810">
      <w:r>
        <w:t>352.2690</w:t>
      </w:r>
      <w:r>
        <w:tab/>
        <w:t>2.025e0</w:t>
      </w:r>
    </w:p>
    <w:p w:rsidR="00295810" w:rsidRDefault="00295810" w:rsidP="00295810">
      <w:r>
        <w:t>352.3857</w:t>
      </w:r>
      <w:r>
        <w:tab/>
        <w:t>1.013e0</w:t>
      </w:r>
    </w:p>
    <w:p w:rsidR="00295810" w:rsidRDefault="00295810" w:rsidP="00295810">
      <w:r>
        <w:t>352.4407</w:t>
      </w:r>
      <w:r>
        <w:tab/>
        <w:t>2.025e0</w:t>
      </w:r>
    </w:p>
    <w:p w:rsidR="00295810" w:rsidRDefault="00295810" w:rsidP="00295810">
      <w:r>
        <w:t>352.4884</w:t>
      </w:r>
      <w:r>
        <w:tab/>
        <w:t>2.025e0</w:t>
      </w:r>
    </w:p>
    <w:p w:rsidR="00295810" w:rsidRDefault="00295810" w:rsidP="00295810">
      <w:r>
        <w:t>352.5205</w:t>
      </w:r>
      <w:r>
        <w:tab/>
        <w:t>1.013e0</w:t>
      </w:r>
    </w:p>
    <w:p w:rsidR="00295810" w:rsidRDefault="00295810" w:rsidP="00295810">
      <w:r>
        <w:t>352.6532</w:t>
      </w:r>
      <w:r>
        <w:tab/>
        <w:t>1.013e0</w:t>
      </w:r>
    </w:p>
    <w:p w:rsidR="00295810" w:rsidRDefault="00295810" w:rsidP="00295810">
      <w:r>
        <w:t>352.7181</w:t>
      </w:r>
      <w:r>
        <w:tab/>
        <w:t>1.013e0</w:t>
      </w:r>
    </w:p>
    <w:p w:rsidR="00295810" w:rsidRDefault="00295810" w:rsidP="00295810">
      <w:r>
        <w:t>352.7585</w:t>
      </w:r>
      <w:r>
        <w:tab/>
        <w:t>1.013e0</w:t>
      </w:r>
    </w:p>
    <w:p w:rsidR="00295810" w:rsidRDefault="00295810" w:rsidP="00295810">
      <w:r>
        <w:t>352.8151</w:t>
      </w:r>
      <w:r>
        <w:tab/>
        <w:t>2.025e0</w:t>
      </w:r>
    </w:p>
    <w:p w:rsidR="00295810" w:rsidRDefault="00295810" w:rsidP="00295810">
      <w:r>
        <w:t>352.9006</w:t>
      </w:r>
      <w:r>
        <w:tab/>
        <w:t>1.013e0</w:t>
      </w:r>
    </w:p>
    <w:p w:rsidR="00295810" w:rsidRDefault="00295810" w:rsidP="00295810">
      <w:r>
        <w:t>352.9855</w:t>
      </w:r>
      <w:r>
        <w:tab/>
        <w:t>1.013e0</w:t>
      </w:r>
    </w:p>
    <w:p w:rsidR="00295810" w:rsidRDefault="00295810" w:rsidP="00295810">
      <w:r>
        <w:t>353.0130</w:t>
      </w:r>
      <w:r>
        <w:tab/>
        <w:t>1.013e0</w:t>
      </w:r>
    </w:p>
    <w:p w:rsidR="00295810" w:rsidRDefault="00295810" w:rsidP="00295810">
      <w:r>
        <w:t>353.1096</w:t>
      </w:r>
      <w:r>
        <w:tab/>
        <w:t>1.013e0</w:t>
      </w:r>
    </w:p>
    <w:p w:rsidR="00295810" w:rsidRDefault="00295810" w:rsidP="00295810">
      <w:r>
        <w:t>353.1827</w:t>
      </w:r>
      <w:r>
        <w:tab/>
        <w:t>2.025e0</w:t>
      </w:r>
    </w:p>
    <w:p w:rsidR="00295810" w:rsidRDefault="00295810" w:rsidP="00295810">
      <w:r>
        <w:lastRenderedPageBreak/>
        <w:t>353.2401</w:t>
      </w:r>
      <w:r>
        <w:tab/>
        <w:t>1.013e0</w:t>
      </w:r>
    </w:p>
    <w:p w:rsidR="00295810" w:rsidRDefault="00295810" w:rsidP="00295810">
      <w:r>
        <w:t>353.2794</w:t>
      </w:r>
      <w:r>
        <w:tab/>
        <w:t>1.013e0</w:t>
      </w:r>
    </w:p>
    <w:p w:rsidR="00295810" w:rsidRDefault="00295810" w:rsidP="00295810">
      <w:r>
        <w:t>353.3577</w:t>
      </w:r>
      <w:r>
        <w:tab/>
        <w:t>2.025e0</w:t>
      </w:r>
    </w:p>
    <w:p w:rsidR="00295810" w:rsidRDefault="00295810" w:rsidP="00295810">
      <w:r>
        <w:t>353.3894</w:t>
      </w:r>
      <w:r>
        <w:tab/>
        <w:t>2.025e0</w:t>
      </w:r>
    </w:p>
    <w:p w:rsidR="00295810" w:rsidRDefault="00295810" w:rsidP="00295810">
      <w:r>
        <w:t>353.4660</w:t>
      </w:r>
      <w:r>
        <w:tab/>
        <w:t>3.038e0</w:t>
      </w:r>
    </w:p>
    <w:p w:rsidR="00295810" w:rsidRDefault="00295810" w:rsidP="00295810">
      <w:r>
        <w:t>353.5222</w:t>
      </w:r>
      <w:r>
        <w:tab/>
        <w:t>1.013e0</w:t>
      </w:r>
    </w:p>
    <w:p w:rsidR="00295810" w:rsidRDefault="00295810" w:rsidP="00295810">
      <w:r>
        <w:t>353.6156</w:t>
      </w:r>
      <w:r>
        <w:tab/>
        <w:t>2.025e0</w:t>
      </w:r>
    </w:p>
    <w:p w:rsidR="00295810" w:rsidRDefault="00295810" w:rsidP="00295810">
      <w:r>
        <w:t>353.7040</w:t>
      </w:r>
      <w:r>
        <w:tab/>
        <w:t>1.013e0</w:t>
      </w:r>
    </w:p>
    <w:p w:rsidR="00295810" w:rsidRDefault="00295810" w:rsidP="00295810">
      <w:r>
        <w:t>353.8175</w:t>
      </w:r>
      <w:r>
        <w:tab/>
        <w:t>1.013e0</w:t>
      </w:r>
    </w:p>
    <w:p w:rsidR="00295810" w:rsidRDefault="00295810" w:rsidP="00295810">
      <w:r>
        <w:t>353.9429</w:t>
      </w:r>
      <w:r>
        <w:tab/>
        <w:t>1.013e0</w:t>
      </w:r>
    </w:p>
    <w:p w:rsidR="00295810" w:rsidRDefault="00295810" w:rsidP="00295810">
      <w:r>
        <w:t>353.9753</w:t>
      </w:r>
      <w:r>
        <w:tab/>
        <w:t>2.025e0</w:t>
      </w:r>
    </w:p>
    <w:p w:rsidR="00295810" w:rsidRDefault="00295810" w:rsidP="00295810">
      <w:r>
        <w:t>354.0544</w:t>
      </w:r>
      <w:r>
        <w:tab/>
        <w:t>2.025e0</w:t>
      </w:r>
    </w:p>
    <w:p w:rsidR="00295810" w:rsidRDefault="00295810" w:rsidP="00295810">
      <w:r>
        <w:t>354.2265</w:t>
      </w:r>
      <w:r>
        <w:tab/>
        <w:t>2.025e0</w:t>
      </w:r>
    </w:p>
    <w:p w:rsidR="00295810" w:rsidRDefault="00295810" w:rsidP="00295810">
      <w:r>
        <w:t>354.3064</w:t>
      </w:r>
      <w:r>
        <w:tab/>
        <w:t>1.013e0</w:t>
      </w:r>
    </w:p>
    <w:p w:rsidR="00295810" w:rsidRDefault="00295810" w:rsidP="00295810">
      <w:r>
        <w:t>354.3387</w:t>
      </w:r>
      <w:r>
        <w:tab/>
        <w:t>1.013e0</w:t>
      </w:r>
    </w:p>
    <w:p w:rsidR="00295810" w:rsidRDefault="00295810" w:rsidP="00295810">
      <w:r>
        <w:t>354.4929</w:t>
      </w:r>
      <w:r>
        <w:tab/>
        <w:t>1.013e0</w:t>
      </w:r>
    </w:p>
    <w:p w:rsidR="00295810" w:rsidRDefault="00295810" w:rsidP="00295810">
      <w:r>
        <w:t>354.8825</w:t>
      </w:r>
      <w:r>
        <w:tab/>
        <w:t>1.013e0</w:t>
      </w:r>
    </w:p>
    <w:p w:rsidR="00295810" w:rsidRDefault="00295810" w:rsidP="00295810">
      <w:r>
        <w:t>354.9324</w:t>
      </w:r>
      <w:r>
        <w:tab/>
        <w:t>2.025e0</w:t>
      </w:r>
    </w:p>
    <w:p w:rsidR="00295810" w:rsidRDefault="00295810" w:rsidP="00295810">
      <w:r>
        <w:t>355.0530</w:t>
      </w:r>
      <w:r>
        <w:tab/>
        <w:t>1.013e0</w:t>
      </w:r>
    </w:p>
    <w:p w:rsidR="00295810" w:rsidRDefault="00295810" w:rsidP="00295810">
      <w:r>
        <w:lastRenderedPageBreak/>
        <w:t>355.1685</w:t>
      </w:r>
      <w:r>
        <w:tab/>
        <w:t>1.013e0</w:t>
      </w:r>
    </w:p>
    <w:p w:rsidR="00295810" w:rsidRDefault="00295810" w:rsidP="00295810">
      <w:r>
        <w:t>355.2729</w:t>
      </w:r>
      <w:r>
        <w:tab/>
        <w:t>2.025e0</w:t>
      </w:r>
    </w:p>
    <w:p w:rsidR="00295810" w:rsidRDefault="00295810" w:rsidP="00295810">
      <w:r>
        <w:t>355.3384</w:t>
      </w:r>
      <w:r>
        <w:tab/>
        <w:t>1.013e0</w:t>
      </w:r>
    </w:p>
    <w:p w:rsidR="00295810" w:rsidRDefault="00295810" w:rsidP="00295810">
      <w:r>
        <w:t>355.3828</w:t>
      </w:r>
      <w:r>
        <w:tab/>
        <w:t>1.013e0</w:t>
      </w:r>
    </w:p>
    <w:p w:rsidR="00295810" w:rsidRDefault="00295810" w:rsidP="00295810">
      <w:r>
        <w:t>355.4336</w:t>
      </w:r>
      <w:r>
        <w:tab/>
        <w:t>2.025e0</w:t>
      </w:r>
    </w:p>
    <w:p w:rsidR="00295810" w:rsidRDefault="00295810" w:rsidP="00295810">
      <w:r>
        <w:t>355.5388</w:t>
      </w:r>
      <w:r>
        <w:tab/>
        <w:t>1.013e0</w:t>
      </w:r>
    </w:p>
    <w:p w:rsidR="00295810" w:rsidRDefault="00295810" w:rsidP="00295810">
      <w:r>
        <w:t>356.0053</w:t>
      </w:r>
      <w:r>
        <w:tab/>
        <w:t>1.013e0</w:t>
      </w:r>
    </w:p>
    <w:p w:rsidR="00295810" w:rsidRDefault="00295810" w:rsidP="00295810">
      <w:r>
        <w:t>356.0645</w:t>
      </w:r>
      <w:r>
        <w:tab/>
        <w:t>1.013e0</w:t>
      </w:r>
    </w:p>
    <w:p w:rsidR="00295810" w:rsidRDefault="00295810" w:rsidP="00295810">
      <w:r>
        <w:t>356.2849</w:t>
      </w:r>
      <w:r>
        <w:tab/>
        <w:t>2.025e0</w:t>
      </w:r>
    </w:p>
    <w:p w:rsidR="00295810" w:rsidRDefault="00295810" w:rsidP="00295810">
      <w:r>
        <w:t>356.4356</w:t>
      </w:r>
      <w:r>
        <w:tab/>
        <w:t>1.013e0</w:t>
      </w:r>
    </w:p>
    <w:p w:rsidR="00295810" w:rsidRDefault="00295810" w:rsidP="00295810">
      <w:r>
        <w:t>356.4843</w:t>
      </w:r>
      <w:r>
        <w:tab/>
        <w:t>2.025e0</w:t>
      </w:r>
    </w:p>
    <w:p w:rsidR="00295810" w:rsidRDefault="00295810" w:rsidP="00295810">
      <w:r>
        <w:t>356.7755</w:t>
      </w:r>
      <w:r>
        <w:tab/>
        <w:t>1.013e0</w:t>
      </w:r>
    </w:p>
    <w:p w:rsidR="00295810" w:rsidRDefault="00295810" w:rsidP="00295810">
      <w:r>
        <w:t>356.9010</w:t>
      </w:r>
      <w:r>
        <w:tab/>
        <w:t>1.013e0</w:t>
      </w:r>
    </w:p>
    <w:p w:rsidR="00295810" w:rsidRDefault="00295810" w:rsidP="00295810">
      <w:r>
        <w:t>357.1525</w:t>
      </w:r>
      <w:r>
        <w:tab/>
        <w:t>1.013e0</w:t>
      </w:r>
    </w:p>
    <w:p w:rsidR="00295810" w:rsidRDefault="00295810" w:rsidP="00295810">
      <w:r>
        <w:t>357.2373</w:t>
      </w:r>
      <w:r>
        <w:tab/>
        <w:t>1.013e0</w:t>
      </w:r>
    </w:p>
    <w:p w:rsidR="00295810" w:rsidRDefault="00295810" w:rsidP="00295810">
      <w:r>
        <w:t>357.3953</w:t>
      </w:r>
      <w:r>
        <w:tab/>
        <w:t>1.013e0</w:t>
      </w:r>
    </w:p>
    <w:p w:rsidR="00295810" w:rsidRDefault="00295810" w:rsidP="00295810">
      <w:r>
        <w:t>357.4242</w:t>
      </w:r>
      <w:r>
        <w:tab/>
        <w:t>1.013e0</w:t>
      </w:r>
    </w:p>
    <w:p w:rsidR="00295810" w:rsidRDefault="00295810" w:rsidP="00295810">
      <w:r>
        <w:t>357.4684</w:t>
      </w:r>
      <w:r>
        <w:tab/>
        <w:t>1.013e0</w:t>
      </w:r>
    </w:p>
    <w:p w:rsidR="00295810" w:rsidRDefault="00295810" w:rsidP="00295810">
      <w:r>
        <w:t>357.6552</w:t>
      </w:r>
      <w:r>
        <w:tab/>
        <w:t>2.025e0</w:t>
      </w:r>
    </w:p>
    <w:p w:rsidR="00295810" w:rsidRDefault="00295810" w:rsidP="00295810">
      <w:r>
        <w:lastRenderedPageBreak/>
        <w:t>357.8773</w:t>
      </w:r>
      <w:r>
        <w:tab/>
        <w:t>1.013e0</w:t>
      </w:r>
    </w:p>
    <w:p w:rsidR="00295810" w:rsidRDefault="00295810" w:rsidP="00295810">
      <w:r>
        <w:t>358.0690</w:t>
      </w:r>
      <w:r>
        <w:tab/>
        <w:t>1.013e0</w:t>
      </w:r>
    </w:p>
    <w:p w:rsidR="00295810" w:rsidRDefault="00295810" w:rsidP="00295810">
      <w:r>
        <w:t>358.1433</w:t>
      </w:r>
      <w:r>
        <w:tab/>
        <w:t>3.038e0</w:t>
      </w:r>
    </w:p>
    <w:p w:rsidR="00295810" w:rsidRDefault="00295810" w:rsidP="00295810">
      <w:r>
        <w:t>358.3736</w:t>
      </w:r>
      <w:r>
        <w:tab/>
        <w:t>2.025e0</w:t>
      </w:r>
    </w:p>
    <w:p w:rsidR="00295810" w:rsidRDefault="00295810" w:rsidP="00295810">
      <w:r>
        <w:t>358.4297</w:t>
      </w:r>
      <w:r>
        <w:tab/>
        <w:t>1.013e0</w:t>
      </w:r>
    </w:p>
    <w:p w:rsidR="00295810" w:rsidRDefault="00295810" w:rsidP="00295810">
      <w:r>
        <w:t>358.4972</w:t>
      </w:r>
      <w:r>
        <w:tab/>
        <w:t>2.025e0</w:t>
      </w:r>
    </w:p>
    <w:p w:rsidR="00295810" w:rsidRDefault="00295810" w:rsidP="00295810">
      <w:r>
        <w:t>358.7155</w:t>
      </w:r>
      <w:r>
        <w:tab/>
        <w:t>2.025e0</w:t>
      </w:r>
    </w:p>
    <w:p w:rsidR="00295810" w:rsidRDefault="00295810" w:rsidP="00295810">
      <w:r>
        <w:t>358.7769</w:t>
      </w:r>
      <w:r>
        <w:tab/>
        <w:t>1.013e0</w:t>
      </w:r>
    </w:p>
    <w:p w:rsidR="00295810" w:rsidRDefault="00295810" w:rsidP="00295810">
      <w:r>
        <w:t>359.0220</w:t>
      </w:r>
      <w:r>
        <w:tab/>
        <w:t>1.013e0</w:t>
      </w:r>
    </w:p>
    <w:p w:rsidR="00295810" w:rsidRDefault="00295810" w:rsidP="00295810">
      <w:r>
        <w:t>359.1148</w:t>
      </w:r>
      <w:r>
        <w:tab/>
        <w:t>1.013e0</w:t>
      </w:r>
    </w:p>
    <w:p w:rsidR="00295810" w:rsidRDefault="00295810" w:rsidP="00295810">
      <w:r>
        <w:t>359.2898</w:t>
      </w:r>
      <w:r>
        <w:tab/>
        <w:t>1.013e0</w:t>
      </w:r>
    </w:p>
    <w:p w:rsidR="00295810" w:rsidRDefault="00295810" w:rsidP="00295810">
      <w:r>
        <w:t>359.4664</w:t>
      </w:r>
      <w:r>
        <w:tab/>
        <w:t>2.025e0</w:t>
      </w:r>
    </w:p>
    <w:p w:rsidR="00295810" w:rsidRDefault="00295810" w:rsidP="00295810">
      <w:r>
        <w:t>359.5542</w:t>
      </w:r>
      <w:r>
        <w:tab/>
        <w:t>2.025e0</w:t>
      </w:r>
    </w:p>
    <w:p w:rsidR="00295810" w:rsidRDefault="00295810" w:rsidP="00295810">
      <w:r>
        <w:t>359.6520</w:t>
      </w:r>
      <w:r>
        <w:tab/>
        <w:t>1.013e0</w:t>
      </w:r>
    </w:p>
    <w:p w:rsidR="00295810" w:rsidRDefault="00295810" w:rsidP="00295810">
      <w:r>
        <w:t>359.6919</w:t>
      </w:r>
      <w:r>
        <w:tab/>
        <w:t>1.013e0</w:t>
      </w:r>
    </w:p>
    <w:p w:rsidR="00295810" w:rsidRDefault="00295810" w:rsidP="00295810">
      <w:r>
        <w:t>359.7648</w:t>
      </w:r>
      <w:r>
        <w:tab/>
        <w:t>1.013e0</w:t>
      </w:r>
    </w:p>
    <w:p w:rsidR="00295810" w:rsidRDefault="00295810" w:rsidP="00295810">
      <w:r>
        <w:t>359.9187</w:t>
      </w:r>
      <w:r>
        <w:tab/>
        <w:t>1.013e0</w:t>
      </w:r>
    </w:p>
    <w:p w:rsidR="00295810" w:rsidRDefault="00295810" w:rsidP="00295810">
      <w:r>
        <w:t>359.9707</w:t>
      </w:r>
      <w:r>
        <w:tab/>
        <w:t>1.013e0</w:t>
      </w:r>
    </w:p>
    <w:p w:rsidR="00295810" w:rsidRDefault="00295810" w:rsidP="00295810">
      <w:r>
        <w:t>360.0571</w:t>
      </w:r>
      <w:r>
        <w:tab/>
        <w:t>1.013e0</w:t>
      </w:r>
    </w:p>
    <w:p w:rsidR="00295810" w:rsidRDefault="00295810" w:rsidP="00295810">
      <w:r>
        <w:lastRenderedPageBreak/>
        <w:t>360.1501</w:t>
      </w:r>
      <w:r>
        <w:tab/>
        <w:t>1.013e0</w:t>
      </w:r>
    </w:p>
    <w:p w:rsidR="00295810" w:rsidRDefault="00295810" w:rsidP="00295810">
      <w:r>
        <w:t>360.2787</w:t>
      </w:r>
      <w:r>
        <w:tab/>
        <w:t>2.025e0</w:t>
      </w:r>
    </w:p>
    <w:p w:rsidR="00295810" w:rsidRDefault="00295810" w:rsidP="00295810">
      <w:r>
        <w:t>360.3296</w:t>
      </w:r>
      <w:r>
        <w:tab/>
        <w:t>1.013e0</w:t>
      </w:r>
    </w:p>
    <w:p w:rsidR="00295810" w:rsidRDefault="00295810" w:rsidP="00295810">
      <w:r>
        <w:t>360.5069</w:t>
      </w:r>
      <w:r>
        <w:tab/>
        <w:t>2.025e0</w:t>
      </w:r>
    </w:p>
    <w:p w:rsidR="00295810" w:rsidRDefault="00295810" w:rsidP="00295810">
      <w:r>
        <w:t>360.5490</w:t>
      </w:r>
      <w:r>
        <w:tab/>
        <w:t>1.013e0</w:t>
      </w:r>
    </w:p>
    <w:p w:rsidR="00295810" w:rsidRDefault="00295810" w:rsidP="00295810">
      <w:r>
        <w:t>360.6497</w:t>
      </w:r>
      <w:r>
        <w:tab/>
        <w:t>1.013e0</w:t>
      </w:r>
    </w:p>
    <w:p w:rsidR="00295810" w:rsidRDefault="00295810" w:rsidP="00295810">
      <w:r>
        <w:t>360.7516</w:t>
      </w:r>
      <w:r>
        <w:tab/>
        <w:t>1.013e0</w:t>
      </w:r>
    </w:p>
    <w:p w:rsidR="00295810" w:rsidRDefault="00295810" w:rsidP="00295810">
      <w:r>
        <w:t>360.8085</w:t>
      </w:r>
      <w:r>
        <w:tab/>
        <w:t>1.013e0</w:t>
      </w:r>
    </w:p>
    <w:p w:rsidR="00295810" w:rsidRDefault="00295810" w:rsidP="00295810">
      <w:r>
        <w:t>360.8686</w:t>
      </w:r>
      <w:r>
        <w:tab/>
        <w:t>2.025e0</w:t>
      </w:r>
    </w:p>
    <w:p w:rsidR="00295810" w:rsidRDefault="00295810" w:rsidP="00295810">
      <w:r>
        <w:t>360.9683</w:t>
      </w:r>
      <w:r>
        <w:tab/>
        <w:t>1.013e0</w:t>
      </w:r>
    </w:p>
    <w:p w:rsidR="00295810" w:rsidRDefault="00295810" w:rsidP="00295810">
      <w:r>
        <w:t>361.0682</w:t>
      </w:r>
      <w:r>
        <w:tab/>
        <w:t>1.013e0</w:t>
      </w:r>
    </w:p>
    <w:p w:rsidR="00295810" w:rsidRDefault="00295810" w:rsidP="00295810">
      <w:r>
        <w:t>361.1203</w:t>
      </w:r>
      <w:r>
        <w:tab/>
        <w:t>3.038e0</w:t>
      </w:r>
    </w:p>
    <w:p w:rsidR="00295810" w:rsidRDefault="00295810" w:rsidP="00295810">
      <w:r>
        <w:t>361.2107</w:t>
      </w:r>
      <w:r>
        <w:tab/>
        <w:t>1.013e0</w:t>
      </w:r>
    </w:p>
    <w:p w:rsidR="00295810" w:rsidRDefault="00295810" w:rsidP="00295810">
      <w:r>
        <w:t>361.3022</w:t>
      </w:r>
      <w:r>
        <w:tab/>
        <w:t>2.025e0</w:t>
      </w:r>
    </w:p>
    <w:p w:rsidR="00295810" w:rsidRDefault="00295810" w:rsidP="00295810">
      <w:r>
        <w:t>361.4014</w:t>
      </w:r>
      <w:r>
        <w:tab/>
        <w:t>1.013e0</w:t>
      </w:r>
    </w:p>
    <w:p w:rsidR="00295810" w:rsidRDefault="00295810" w:rsidP="00295810">
      <w:r>
        <w:t>361.5236</w:t>
      </w:r>
      <w:r>
        <w:tab/>
        <w:t>1.013e0</w:t>
      </w:r>
    </w:p>
    <w:p w:rsidR="00295810" w:rsidRDefault="00295810" w:rsidP="00295810">
      <w:r>
        <w:t>361.6661</w:t>
      </w:r>
      <w:r>
        <w:tab/>
        <w:t>1.013e0</w:t>
      </w:r>
    </w:p>
    <w:p w:rsidR="00295810" w:rsidRDefault="00295810" w:rsidP="00295810">
      <w:r>
        <w:t>361.9484</w:t>
      </w:r>
      <w:r>
        <w:tab/>
        <w:t>1.013e0</w:t>
      </w:r>
    </w:p>
    <w:p w:rsidR="00295810" w:rsidRDefault="00295810" w:rsidP="00295810">
      <w:r>
        <w:t>362.0147</w:t>
      </w:r>
      <w:r>
        <w:tab/>
        <w:t>2.025e0</w:t>
      </w:r>
    </w:p>
    <w:p w:rsidR="00295810" w:rsidRDefault="00295810" w:rsidP="00295810">
      <w:r>
        <w:lastRenderedPageBreak/>
        <w:t>362.1455</w:t>
      </w:r>
      <w:r>
        <w:tab/>
        <w:t>3.038e0</w:t>
      </w:r>
    </w:p>
    <w:p w:rsidR="00295810" w:rsidRDefault="00295810" w:rsidP="00295810">
      <w:r>
        <w:t>362.1911</w:t>
      </w:r>
      <w:r>
        <w:tab/>
        <w:t>1.013e1</w:t>
      </w:r>
    </w:p>
    <w:p w:rsidR="00295810" w:rsidRDefault="00295810" w:rsidP="00295810">
      <w:r>
        <w:t>362.3772</w:t>
      </w:r>
      <w:r>
        <w:tab/>
        <w:t>1.013e0</w:t>
      </w:r>
    </w:p>
    <w:p w:rsidR="00295810" w:rsidRDefault="00295810" w:rsidP="00295810">
      <w:r>
        <w:t>362.4226</w:t>
      </w:r>
      <w:r>
        <w:tab/>
        <w:t>1.013e0</w:t>
      </w:r>
    </w:p>
    <w:p w:rsidR="00295810" w:rsidRDefault="00295810" w:rsidP="00295810">
      <w:r>
        <w:t>362.4648</w:t>
      </w:r>
      <w:r>
        <w:tab/>
        <w:t>2.025e0</w:t>
      </w:r>
    </w:p>
    <w:p w:rsidR="00295810" w:rsidRDefault="00295810" w:rsidP="00295810">
      <w:r>
        <w:t>362.6000</w:t>
      </w:r>
      <w:r>
        <w:tab/>
        <w:t>2.025e0</w:t>
      </w:r>
    </w:p>
    <w:p w:rsidR="00295810" w:rsidRDefault="00295810" w:rsidP="00295810">
      <w:r>
        <w:t>362.8924</w:t>
      </w:r>
      <w:r>
        <w:tab/>
        <w:t>3.038e0</w:t>
      </w:r>
    </w:p>
    <w:p w:rsidR="00295810" w:rsidRDefault="00295810" w:rsidP="00295810">
      <w:r>
        <w:t>362.9469</w:t>
      </w:r>
      <w:r>
        <w:tab/>
        <w:t>2.025e0</w:t>
      </w:r>
    </w:p>
    <w:p w:rsidR="00295810" w:rsidRDefault="00295810" w:rsidP="00295810">
      <w:r>
        <w:t>362.9947</w:t>
      </w:r>
      <w:r>
        <w:tab/>
        <w:t>2.025e0</w:t>
      </w:r>
    </w:p>
    <w:p w:rsidR="00295810" w:rsidRDefault="00295810" w:rsidP="00295810">
      <w:r>
        <w:t>363.0446</w:t>
      </w:r>
      <w:r>
        <w:tab/>
        <w:t>1.013e0</w:t>
      </w:r>
    </w:p>
    <w:p w:rsidR="00295810" w:rsidRDefault="00295810" w:rsidP="00295810">
      <w:r>
        <w:t>363.1758</w:t>
      </w:r>
      <w:r>
        <w:tab/>
        <w:t>6.076e0</w:t>
      </w:r>
    </w:p>
    <w:p w:rsidR="00295810" w:rsidRDefault="00295810" w:rsidP="00295810">
      <w:r>
        <w:t>363.2174</w:t>
      </w:r>
      <w:r>
        <w:tab/>
        <w:t>2.025e0</w:t>
      </w:r>
    </w:p>
    <w:p w:rsidR="00295810" w:rsidRDefault="00295810" w:rsidP="00295810">
      <w:r>
        <w:t>363.3702</w:t>
      </w:r>
      <w:r>
        <w:tab/>
        <w:t>1.013e0</w:t>
      </w:r>
    </w:p>
    <w:p w:rsidR="00295810" w:rsidRDefault="00295810" w:rsidP="00295810">
      <w:r>
        <w:t>363.4454</w:t>
      </w:r>
      <w:r>
        <w:tab/>
        <w:t>2.025e0</w:t>
      </w:r>
    </w:p>
    <w:p w:rsidR="00295810" w:rsidRDefault="00295810" w:rsidP="00295810">
      <w:r>
        <w:t>363.6427</w:t>
      </w:r>
      <w:r>
        <w:tab/>
        <w:t>1.013e0</w:t>
      </w:r>
    </w:p>
    <w:p w:rsidR="00295810" w:rsidRDefault="00295810" w:rsidP="00295810">
      <w:r>
        <w:t>363.7064</w:t>
      </w:r>
      <w:r>
        <w:tab/>
        <w:t>2.025e0</w:t>
      </w:r>
    </w:p>
    <w:p w:rsidR="00295810" w:rsidRDefault="00295810" w:rsidP="00295810">
      <w:r>
        <w:t>363.8485</w:t>
      </w:r>
      <w:r>
        <w:tab/>
        <w:t>2.025e0</w:t>
      </w:r>
    </w:p>
    <w:p w:rsidR="00295810" w:rsidRDefault="00295810" w:rsidP="00295810">
      <w:r>
        <w:t>363.9426</w:t>
      </w:r>
      <w:r>
        <w:tab/>
        <w:t>1.013e0</w:t>
      </w:r>
    </w:p>
    <w:p w:rsidR="00295810" w:rsidRDefault="00295810" w:rsidP="00295810">
      <w:r>
        <w:t>363.9828</w:t>
      </w:r>
      <w:r>
        <w:tab/>
        <w:t>1.013e0</w:t>
      </w:r>
    </w:p>
    <w:p w:rsidR="00295810" w:rsidRDefault="00295810" w:rsidP="00295810">
      <w:r>
        <w:lastRenderedPageBreak/>
        <w:t>364.0902</w:t>
      </w:r>
      <w:r>
        <w:tab/>
        <w:t>1.013e0</w:t>
      </w:r>
    </w:p>
    <w:p w:rsidR="00295810" w:rsidRDefault="00295810" w:rsidP="00295810">
      <w:r>
        <w:t>364.1920</w:t>
      </w:r>
      <w:r>
        <w:tab/>
        <w:t>3.038e0</w:t>
      </w:r>
    </w:p>
    <w:p w:rsidR="00295810" w:rsidRDefault="00295810" w:rsidP="00295810">
      <w:r>
        <w:t>364.2434</w:t>
      </w:r>
      <w:r>
        <w:tab/>
        <w:t>2.025e0</w:t>
      </w:r>
    </w:p>
    <w:p w:rsidR="00295810" w:rsidRDefault="00295810" w:rsidP="00295810">
      <w:r>
        <w:t>364.3319</w:t>
      </w:r>
      <w:r>
        <w:tab/>
        <w:t>1.013e0</w:t>
      </w:r>
    </w:p>
    <w:p w:rsidR="00295810" w:rsidRDefault="00295810" w:rsidP="00295810">
      <w:r>
        <w:t>364.5426</w:t>
      </w:r>
      <w:r>
        <w:tab/>
        <w:t>2.025e0</w:t>
      </w:r>
    </w:p>
    <w:p w:rsidR="00295810" w:rsidRDefault="00295810" w:rsidP="00295810">
      <w:r>
        <w:t>364.6122</w:t>
      </w:r>
      <w:r>
        <w:tab/>
        <w:t>1.013e0</w:t>
      </w:r>
    </w:p>
    <w:p w:rsidR="00295810" w:rsidRDefault="00295810" w:rsidP="00295810">
      <w:r>
        <w:t>364.6479</w:t>
      </w:r>
      <w:r>
        <w:tab/>
        <w:t>2.025e0</w:t>
      </w:r>
    </w:p>
    <w:p w:rsidR="00295810" w:rsidRDefault="00295810" w:rsidP="00295810">
      <w:r>
        <w:t>364.6873</w:t>
      </w:r>
      <w:r>
        <w:tab/>
        <w:t>2.025e0</w:t>
      </w:r>
    </w:p>
    <w:p w:rsidR="00295810" w:rsidRDefault="00295810" w:rsidP="00295810">
      <w:r>
        <w:t>364.7754</w:t>
      </w:r>
      <w:r>
        <w:tab/>
        <w:t>1.013e0</w:t>
      </w:r>
    </w:p>
    <w:p w:rsidR="00295810" w:rsidRDefault="00295810" w:rsidP="00295810">
      <w:r>
        <w:t>364.9812</w:t>
      </w:r>
      <w:r>
        <w:tab/>
        <w:t>2.025e0</w:t>
      </w:r>
    </w:p>
    <w:p w:rsidR="00295810" w:rsidRDefault="00295810" w:rsidP="00295810">
      <w:r>
        <w:t>365.0241</w:t>
      </w:r>
      <w:r>
        <w:tab/>
        <w:t>1.013e0</w:t>
      </w:r>
    </w:p>
    <w:p w:rsidR="00295810" w:rsidRDefault="00295810" w:rsidP="00295810">
      <w:r>
        <w:t>365.1059</w:t>
      </w:r>
      <w:r>
        <w:tab/>
        <w:t>9.114e0</w:t>
      </w:r>
    </w:p>
    <w:p w:rsidR="00295810" w:rsidRDefault="00295810" w:rsidP="00295810">
      <w:r>
        <w:t>365.1620</w:t>
      </w:r>
      <w:r>
        <w:tab/>
        <w:t>2.025e0</w:t>
      </w:r>
    </w:p>
    <w:p w:rsidR="00295810" w:rsidRDefault="00295810" w:rsidP="00295810">
      <w:r>
        <w:t>365.3270</w:t>
      </w:r>
      <w:r>
        <w:tab/>
        <w:t>1.013e0</w:t>
      </w:r>
    </w:p>
    <w:p w:rsidR="00295810" w:rsidRDefault="00295810" w:rsidP="00295810">
      <w:r>
        <w:t>365.3876</w:t>
      </w:r>
      <w:r>
        <w:tab/>
        <w:t>1.013e0</w:t>
      </w:r>
    </w:p>
    <w:p w:rsidR="00295810" w:rsidRDefault="00295810" w:rsidP="00295810">
      <w:r>
        <w:t>365.4392</w:t>
      </w:r>
      <w:r>
        <w:tab/>
        <w:t>1.013e0</w:t>
      </w:r>
    </w:p>
    <w:p w:rsidR="00295810" w:rsidRDefault="00295810" w:rsidP="00295810">
      <w:r>
        <w:t>365.6627</w:t>
      </w:r>
      <w:r>
        <w:tab/>
        <w:t>3.038e0</w:t>
      </w:r>
    </w:p>
    <w:p w:rsidR="00295810" w:rsidRDefault="00295810" w:rsidP="00295810">
      <w:r>
        <w:t>365.8344</w:t>
      </w:r>
      <w:r>
        <w:tab/>
        <w:t>1.013e0</w:t>
      </w:r>
    </w:p>
    <w:p w:rsidR="00295810" w:rsidRDefault="00295810" w:rsidP="00295810">
      <w:r>
        <w:t>365.8716</w:t>
      </w:r>
      <w:r>
        <w:tab/>
        <w:t>1.013e0</w:t>
      </w:r>
    </w:p>
    <w:p w:rsidR="00295810" w:rsidRDefault="00295810" w:rsidP="00295810">
      <w:r>
        <w:lastRenderedPageBreak/>
        <w:t>365.9329</w:t>
      </w:r>
      <w:r>
        <w:tab/>
        <w:t>1.013e0</w:t>
      </w:r>
    </w:p>
    <w:p w:rsidR="00295810" w:rsidRDefault="00295810" w:rsidP="00295810">
      <w:r>
        <w:t>365.9843</w:t>
      </w:r>
      <w:r>
        <w:tab/>
        <w:t>3.038e0</w:t>
      </w:r>
    </w:p>
    <w:p w:rsidR="00295810" w:rsidRDefault="00295810" w:rsidP="00295810">
      <w:r>
        <w:t>366.0421</w:t>
      </w:r>
      <w:r>
        <w:tab/>
        <w:t>1.013e0</w:t>
      </w:r>
    </w:p>
    <w:p w:rsidR="00295810" w:rsidRDefault="00295810" w:rsidP="00295810">
      <w:r>
        <w:t>366.0996</w:t>
      </w:r>
      <w:r>
        <w:tab/>
        <w:t>1.013e0</w:t>
      </w:r>
    </w:p>
    <w:p w:rsidR="00295810" w:rsidRDefault="00295810" w:rsidP="00295810">
      <w:r>
        <w:t>366.1356</w:t>
      </w:r>
      <w:r>
        <w:tab/>
        <w:t>2.025e0</w:t>
      </w:r>
    </w:p>
    <w:p w:rsidR="00295810" w:rsidRDefault="00295810" w:rsidP="00295810">
      <w:r>
        <w:t>366.1813</w:t>
      </w:r>
      <w:r>
        <w:tab/>
        <w:t>2.025e0</w:t>
      </w:r>
    </w:p>
    <w:p w:rsidR="00295810" w:rsidRDefault="00295810" w:rsidP="00295810">
      <w:r>
        <w:t>366.2368</w:t>
      </w:r>
      <w:r>
        <w:tab/>
        <w:t>1.076e0</w:t>
      </w:r>
    </w:p>
    <w:p w:rsidR="00295810" w:rsidRDefault="00295810" w:rsidP="00295810">
      <w:r>
        <w:t>366.3178</w:t>
      </w:r>
      <w:r>
        <w:tab/>
        <w:t>1.013e0</w:t>
      </w:r>
    </w:p>
    <w:p w:rsidR="00295810" w:rsidRDefault="00295810" w:rsidP="00295810">
      <w:r>
        <w:t>366.3723</w:t>
      </w:r>
      <w:r>
        <w:tab/>
        <w:t>1.013e0</w:t>
      </w:r>
    </w:p>
    <w:p w:rsidR="00295810" w:rsidRDefault="00295810" w:rsidP="00295810">
      <w:r>
        <w:t>366.4393</w:t>
      </w:r>
      <w:r>
        <w:tab/>
        <w:t>1.013e0</w:t>
      </w:r>
    </w:p>
    <w:p w:rsidR="00295810" w:rsidRDefault="00295810" w:rsidP="00295810">
      <w:r>
        <w:t>366.6342</w:t>
      </w:r>
      <w:r>
        <w:tab/>
        <w:t>1.013e0</w:t>
      </w:r>
    </w:p>
    <w:p w:rsidR="00295810" w:rsidRDefault="00295810" w:rsidP="00295810">
      <w:r>
        <w:t>366.7433</w:t>
      </w:r>
      <w:r>
        <w:tab/>
        <w:t>1.013e0</w:t>
      </w:r>
    </w:p>
    <w:p w:rsidR="00295810" w:rsidRDefault="00295810" w:rsidP="00295810">
      <w:r>
        <w:t>366.8726</w:t>
      </w:r>
      <w:r>
        <w:tab/>
        <w:t>2.025e0</w:t>
      </w:r>
    </w:p>
    <w:p w:rsidR="00295810" w:rsidRDefault="00295810" w:rsidP="00295810">
      <w:r>
        <w:t>366.9391</w:t>
      </w:r>
      <w:r>
        <w:tab/>
        <w:t>1.013e0</w:t>
      </w:r>
    </w:p>
    <w:p w:rsidR="00295810" w:rsidRDefault="00295810" w:rsidP="00295810">
      <w:r>
        <w:t>366.9765</w:t>
      </w:r>
      <w:r>
        <w:tab/>
        <w:t>2.025e0</w:t>
      </w:r>
    </w:p>
    <w:p w:rsidR="00295810" w:rsidRDefault="00295810" w:rsidP="00295810">
      <w:r>
        <w:t>367.0374</w:t>
      </w:r>
      <w:r>
        <w:tab/>
        <w:t>2.025e0</w:t>
      </w:r>
    </w:p>
    <w:p w:rsidR="00295810" w:rsidRDefault="00295810" w:rsidP="00295810">
      <w:r>
        <w:t>367.1038</w:t>
      </w:r>
      <w:r>
        <w:tab/>
        <w:t>2.025e0</w:t>
      </w:r>
    </w:p>
    <w:p w:rsidR="00295810" w:rsidRDefault="00295810" w:rsidP="00295810">
      <w:r>
        <w:t>367.1519</w:t>
      </w:r>
      <w:r>
        <w:tab/>
        <w:t>1.013e0</w:t>
      </w:r>
    </w:p>
    <w:p w:rsidR="00295810" w:rsidRDefault="00295810" w:rsidP="00295810">
      <w:r>
        <w:t>367.2299</w:t>
      </w:r>
      <w:r>
        <w:tab/>
        <w:t>1.013e0</w:t>
      </w:r>
    </w:p>
    <w:p w:rsidR="00295810" w:rsidRDefault="00295810" w:rsidP="00295810">
      <w:r>
        <w:lastRenderedPageBreak/>
        <w:t>367.3152</w:t>
      </w:r>
      <w:r>
        <w:tab/>
        <w:t>1.013e0</w:t>
      </w:r>
    </w:p>
    <w:p w:rsidR="00295810" w:rsidRDefault="00295810" w:rsidP="00295810">
      <w:r>
        <w:t>367.4125</w:t>
      </w:r>
      <w:r>
        <w:tab/>
        <w:t>1.013e0</w:t>
      </w:r>
    </w:p>
    <w:p w:rsidR="00295810" w:rsidRDefault="00295810" w:rsidP="00295810">
      <w:r>
        <w:t>367.4532</w:t>
      </w:r>
      <w:r>
        <w:tab/>
        <w:t>1.013e0</w:t>
      </w:r>
    </w:p>
    <w:p w:rsidR="00295810" w:rsidRDefault="00295810" w:rsidP="00295810">
      <w:r>
        <w:t>367.5232</w:t>
      </w:r>
      <w:r>
        <w:tab/>
        <w:t>1.013e0</w:t>
      </w:r>
    </w:p>
    <w:p w:rsidR="00295810" w:rsidRDefault="00295810" w:rsidP="00295810">
      <w:r>
        <w:t>367.5851</w:t>
      </w:r>
      <w:r>
        <w:tab/>
        <w:t>2.025e0</w:t>
      </w:r>
    </w:p>
    <w:p w:rsidR="00295810" w:rsidRDefault="00295810" w:rsidP="00295810">
      <w:r>
        <w:t>367.8792</w:t>
      </w:r>
      <w:r>
        <w:tab/>
        <w:t>2.025e0</w:t>
      </w:r>
    </w:p>
    <w:p w:rsidR="00295810" w:rsidRDefault="00295810" w:rsidP="00295810">
      <w:r>
        <w:t>367.9203</w:t>
      </w:r>
      <w:r>
        <w:tab/>
        <w:t>3.038e0</w:t>
      </w:r>
    </w:p>
    <w:p w:rsidR="00295810" w:rsidRDefault="00295810" w:rsidP="00295810">
      <w:r>
        <w:t>368.0476</w:t>
      </w:r>
      <w:r>
        <w:tab/>
        <w:t>3.038e0</w:t>
      </w:r>
    </w:p>
    <w:p w:rsidR="00295810" w:rsidRDefault="00295810" w:rsidP="00295810">
      <w:r>
        <w:t>368.1305</w:t>
      </w:r>
      <w:r>
        <w:tab/>
        <w:t>1.013e0</w:t>
      </w:r>
    </w:p>
    <w:p w:rsidR="00295810" w:rsidRDefault="00295810" w:rsidP="00295810">
      <w:r>
        <w:t>368.2254</w:t>
      </w:r>
      <w:r>
        <w:tab/>
        <w:t>1.013e0</w:t>
      </w:r>
    </w:p>
    <w:p w:rsidR="00295810" w:rsidRDefault="00295810" w:rsidP="00295810">
      <w:r>
        <w:t>368.2622</w:t>
      </w:r>
      <w:r>
        <w:tab/>
        <w:t>1.013e0</w:t>
      </w:r>
    </w:p>
    <w:p w:rsidR="00295810" w:rsidRDefault="00295810" w:rsidP="00295810">
      <w:r>
        <w:t>368.3200</w:t>
      </w:r>
      <w:r>
        <w:tab/>
        <w:t>1.013e0</w:t>
      </w:r>
    </w:p>
    <w:p w:rsidR="00295810" w:rsidRDefault="00295810" w:rsidP="00295810">
      <w:r>
        <w:t>368.4424</w:t>
      </w:r>
      <w:r>
        <w:tab/>
        <w:t>1.013e0</w:t>
      </w:r>
    </w:p>
    <w:p w:rsidR="00295810" w:rsidRDefault="00295810" w:rsidP="00295810">
      <w:r>
        <w:t>368.5111</w:t>
      </w:r>
      <w:r>
        <w:tab/>
        <w:t>4.051e0</w:t>
      </w:r>
    </w:p>
    <w:p w:rsidR="00295810" w:rsidRDefault="00295810" w:rsidP="00295810">
      <w:r>
        <w:t>368.6094</w:t>
      </w:r>
      <w:r>
        <w:tab/>
        <w:t>1.013e0</w:t>
      </w:r>
    </w:p>
    <w:p w:rsidR="00295810" w:rsidRDefault="00295810" w:rsidP="00295810">
      <w:r>
        <w:t>368.6503</w:t>
      </w:r>
      <w:r>
        <w:tab/>
        <w:t>1.013e0</w:t>
      </w:r>
    </w:p>
    <w:p w:rsidR="00295810" w:rsidRDefault="00295810" w:rsidP="00295810">
      <w:r>
        <w:t>368.6949</w:t>
      </w:r>
      <w:r>
        <w:tab/>
        <w:t>1.013e0</w:t>
      </w:r>
    </w:p>
    <w:p w:rsidR="00295810" w:rsidRDefault="00295810" w:rsidP="00295810">
      <w:r>
        <w:t>368.7971</w:t>
      </w:r>
      <w:r>
        <w:tab/>
        <w:t>1.013e0</w:t>
      </w:r>
    </w:p>
    <w:p w:rsidR="00295810" w:rsidRDefault="00295810" w:rsidP="00295810">
      <w:r>
        <w:t>368.8871</w:t>
      </w:r>
      <w:r>
        <w:tab/>
        <w:t>2.025e0</w:t>
      </w:r>
    </w:p>
    <w:p w:rsidR="00295810" w:rsidRDefault="00295810" w:rsidP="00295810">
      <w:r>
        <w:lastRenderedPageBreak/>
        <w:t>369.0670</w:t>
      </w:r>
      <w:r>
        <w:tab/>
        <w:t>1.013e0</w:t>
      </w:r>
    </w:p>
    <w:p w:rsidR="00295810" w:rsidRDefault="00295810" w:rsidP="00295810">
      <w:r>
        <w:t>369.1078</w:t>
      </w:r>
      <w:r>
        <w:tab/>
        <w:t>1.013e0</w:t>
      </w:r>
    </w:p>
    <w:p w:rsidR="00295810" w:rsidRDefault="00295810" w:rsidP="00295810">
      <w:r>
        <w:t>369.1859</w:t>
      </w:r>
      <w:r>
        <w:tab/>
        <w:t>2.025e0</w:t>
      </w:r>
    </w:p>
    <w:p w:rsidR="00295810" w:rsidRDefault="00295810" w:rsidP="00295810">
      <w:r>
        <w:t>369.2505</w:t>
      </w:r>
      <w:r>
        <w:tab/>
        <w:t>1.013e0</w:t>
      </w:r>
    </w:p>
    <w:p w:rsidR="00295810" w:rsidRDefault="00295810" w:rsidP="00295810">
      <w:r>
        <w:t>369.2978</w:t>
      </w:r>
      <w:r>
        <w:tab/>
        <w:t>2.025e0</w:t>
      </w:r>
    </w:p>
    <w:p w:rsidR="00295810" w:rsidRDefault="00295810" w:rsidP="00295810">
      <w:r>
        <w:t>369.3468</w:t>
      </w:r>
      <w:r>
        <w:tab/>
        <w:t>2.025e0</w:t>
      </w:r>
    </w:p>
    <w:p w:rsidR="00295810" w:rsidRDefault="00295810" w:rsidP="00295810">
      <w:r>
        <w:t>369.4272</w:t>
      </w:r>
      <w:r>
        <w:tab/>
        <w:t>1.013e0</w:t>
      </w:r>
    </w:p>
    <w:p w:rsidR="00295810" w:rsidRDefault="00295810" w:rsidP="00295810">
      <w:r>
        <w:t>369.8599</w:t>
      </w:r>
      <w:r>
        <w:tab/>
        <w:t>1.013e0</w:t>
      </w:r>
    </w:p>
    <w:p w:rsidR="00295810" w:rsidRDefault="00295810" w:rsidP="00295810">
      <w:r>
        <w:t>369.9717</w:t>
      </w:r>
      <w:r>
        <w:tab/>
        <w:t>1.013e0</w:t>
      </w:r>
    </w:p>
    <w:p w:rsidR="00295810" w:rsidRDefault="00295810" w:rsidP="00295810">
      <w:r>
        <w:t>370.0062</w:t>
      </w:r>
      <w:r>
        <w:tab/>
        <w:t>2.025e0</w:t>
      </w:r>
    </w:p>
    <w:p w:rsidR="00295810" w:rsidRDefault="00295810" w:rsidP="00295810">
      <w:r>
        <w:t>370.2315</w:t>
      </w:r>
      <w:r>
        <w:tab/>
        <w:t>1.013e0</w:t>
      </w:r>
    </w:p>
    <w:p w:rsidR="00295810" w:rsidRDefault="00295810" w:rsidP="00295810">
      <w:r>
        <w:t>370.2987</w:t>
      </w:r>
      <w:r>
        <w:tab/>
        <w:t>1.013e0</w:t>
      </w:r>
    </w:p>
    <w:p w:rsidR="00295810" w:rsidRDefault="00295810" w:rsidP="00295810">
      <w:r>
        <w:t>370.3539</w:t>
      </w:r>
      <w:r>
        <w:tab/>
        <w:t>3.038e0</w:t>
      </w:r>
    </w:p>
    <w:p w:rsidR="00295810" w:rsidRDefault="00295810" w:rsidP="00295810">
      <w:r>
        <w:t>370.4671</w:t>
      </w:r>
      <w:r>
        <w:tab/>
        <w:t>3.038e0</w:t>
      </w:r>
    </w:p>
    <w:p w:rsidR="00295810" w:rsidRDefault="00295810" w:rsidP="00295810">
      <w:r>
        <w:t>370.5582</w:t>
      </w:r>
      <w:r>
        <w:tab/>
        <w:t>2.025e0</w:t>
      </w:r>
    </w:p>
    <w:p w:rsidR="00295810" w:rsidRDefault="00295810" w:rsidP="00295810">
      <w:r>
        <w:t>370.6164</w:t>
      </w:r>
      <w:r>
        <w:tab/>
        <w:t>1.013e0</w:t>
      </w:r>
    </w:p>
    <w:p w:rsidR="00295810" w:rsidRDefault="00295810" w:rsidP="00295810">
      <w:r>
        <w:t>370.8102</w:t>
      </w:r>
      <w:r>
        <w:tab/>
        <w:t>1.013e0</w:t>
      </w:r>
    </w:p>
    <w:p w:rsidR="00295810" w:rsidRDefault="00295810" w:rsidP="00295810">
      <w:r>
        <w:t>370.9410</w:t>
      </w:r>
      <w:r>
        <w:tab/>
        <w:t>3.038e0</w:t>
      </w:r>
    </w:p>
    <w:p w:rsidR="00295810" w:rsidRDefault="00295810" w:rsidP="00295810">
      <w:r>
        <w:t>371.0254</w:t>
      </w:r>
      <w:r>
        <w:tab/>
        <w:t>1.013e0</w:t>
      </w:r>
    </w:p>
    <w:p w:rsidR="00295810" w:rsidRDefault="00295810" w:rsidP="00295810">
      <w:r>
        <w:lastRenderedPageBreak/>
        <w:t>371.1379</w:t>
      </w:r>
      <w:r>
        <w:tab/>
        <w:t>1.013e0</w:t>
      </w:r>
    </w:p>
    <w:p w:rsidR="00295810" w:rsidRDefault="00295810" w:rsidP="00295810">
      <w:r>
        <w:t>371.1890</w:t>
      </w:r>
      <w:r>
        <w:tab/>
        <w:t>1.013e0</w:t>
      </w:r>
    </w:p>
    <w:p w:rsidR="00295810" w:rsidRDefault="00295810" w:rsidP="00295810">
      <w:r>
        <w:t>371.2563</w:t>
      </w:r>
      <w:r>
        <w:tab/>
        <w:t>2.025e0</w:t>
      </w:r>
    </w:p>
    <w:p w:rsidR="00295810" w:rsidRDefault="00295810" w:rsidP="00295810">
      <w:r>
        <w:t>371.3118</w:t>
      </w:r>
      <w:r>
        <w:tab/>
        <w:t>1.013e0</w:t>
      </w:r>
    </w:p>
    <w:p w:rsidR="00295810" w:rsidRDefault="00295810" w:rsidP="00295810">
      <w:r>
        <w:t>371.6781</w:t>
      </w:r>
      <w:r>
        <w:tab/>
        <w:t>2.025e0</w:t>
      </w:r>
    </w:p>
    <w:p w:rsidR="00295810" w:rsidRDefault="00295810" w:rsidP="00295810">
      <w:r>
        <w:t>371.7991</w:t>
      </w:r>
      <w:r>
        <w:tab/>
        <w:t>1.013e0</w:t>
      </w:r>
    </w:p>
    <w:p w:rsidR="00295810" w:rsidRDefault="00295810" w:rsidP="00295810">
      <w:r>
        <w:t>371.9658</w:t>
      </w:r>
      <w:r>
        <w:tab/>
        <w:t>3.038e0</w:t>
      </w:r>
    </w:p>
    <w:p w:rsidR="00295810" w:rsidRDefault="00295810" w:rsidP="00295810">
      <w:r>
        <w:t>372.0482</w:t>
      </w:r>
      <w:r>
        <w:tab/>
        <w:t>1.013e0</w:t>
      </w:r>
    </w:p>
    <w:p w:rsidR="00295810" w:rsidRDefault="00295810" w:rsidP="00295810">
      <w:r>
        <w:t>372.1730</w:t>
      </w:r>
      <w:r>
        <w:tab/>
        <w:t>2.025e0</w:t>
      </w:r>
    </w:p>
    <w:p w:rsidR="00295810" w:rsidRDefault="00295810" w:rsidP="00295810">
      <w:r>
        <w:t>372.2612</w:t>
      </w:r>
      <w:r>
        <w:tab/>
        <w:t>2.025e0</w:t>
      </w:r>
    </w:p>
    <w:p w:rsidR="00295810" w:rsidRDefault="00295810" w:rsidP="00295810">
      <w:r>
        <w:t>372.3447</w:t>
      </w:r>
      <w:r>
        <w:tab/>
        <w:t>6.076e0</w:t>
      </w:r>
    </w:p>
    <w:p w:rsidR="00295810" w:rsidRDefault="00295810" w:rsidP="00295810">
      <w:r>
        <w:t>372.4539</w:t>
      </w:r>
      <w:r>
        <w:tab/>
        <w:t>1.013e0</w:t>
      </w:r>
    </w:p>
    <w:p w:rsidR="00295810" w:rsidRDefault="00295810" w:rsidP="00295810">
      <w:r>
        <w:t>372.5357</w:t>
      </w:r>
      <w:r>
        <w:tab/>
        <w:t>1.013e0</w:t>
      </w:r>
    </w:p>
    <w:p w:rsidR="00295810" w:rsidRDefault="00295810" w:rsidP="00295810">
      <w:r>
        <w:t>372.5814</w:t>
      </w:r>
      <w:r>
        <w:tab/>
        <w:t>1.013e0</w:t>
      </w:r>
    </w:p>
    <w:p w:rsidR="00295810" w:rsidRDefault="00295810" w:rsidP="00295810">
      <w:r>
        <w:t>372.7584</w:t>
      </w:r>
      <w:r>
        <w:tab/>
        <w:t>3.038e0</w:t>
      </w:r>
    </w:p>
    <w:p w:rsidR="00295810" w:rsidRDefault="00295810" w:rsidP="00295810">
      <w:r>
        <w:t>372.8288</w:t>
      </w:r>
      <w:r>
        <w:tab/>
        <w:t>2.025e0</w:t>
      </w:r>
    </w:p>
    <w:p w:rsidR="00295810" w:rsidRDefault="00295810" w:rsidP="00295810">
      <w:r>
        <w:t>373.0610</w:t>
      </w:r>
      <w:r>
        <w:tab/>
        <w:t>2.025e0</w:t>
      </w:r>
    </w:p>
    <w:p w:rsidR="00295810" w:rsidRDefault="00295810" w:rsidP="00295810">
      <w:r>
        <w:t>373.3320</w:t>
      </w:r>
      <w:r>
        <w:tab/>
        <w:t>5.063e0</w:t>
      </w:r>
    </w:p>
    <w:p w:rsidR="00295810" w:rsidRDefault="00295810" w:rsidP="00295810">
      <w:r>
        <w:t>373.3916</w:t>
      </w:r>
      <w:r>
        <w:tab/>
        <w:t>1.013e0</w:t>
      </w:r>
    </w:p>
    <w:p w:rsidR="00295810" w:rsidRDefault="00295810" w:rsidP="00295810">
      <w:r>
        <w:lastRenderedPageBreak/>
        <w:t>373.4755</w:t>
      </w:r>
      <w:r>
        <w:tab/>
        <w:t>3.038e0</w:t>
      </w:r>
    </w:p>
    <w:p w:rsidR="00295810" w:rsidRDefault="00295810" w:rsidP="00295810">
      <w:r>
        <w:t>373.6863</w:t>
      </w:r>
      <w:r>
        <w:tab/>
        <w:t>1.013e0</w:t>
      </w:r>
    </w:p>
    <w:p w:rsidR="00295810" w:rsidRDefault="00295810" w:rsidP="00295810">
      <w:r>
        <w:t>373.7566</w:t>
      </w:r>
      <w:r>
        <w:tab/>
        <w:t>1.013e0</w:t>
      </w:r>
    </w:p>
    <w:p w:rsidR="00295810" w:rsidRDefault="00295810" w:rsidP="00295810">
      <w:r>
        <w:t>373.8724</w:t>
      </w:r>
      <w:r>
        <w:tab/>
        <w:t>4.051e0</w:t>
      </w:r>
    </w:p>
    <w:p w:rsidR="00295810" w:rsidRDefault="00295810" w:rsidP="00295810">
      <w:r>
        <w:t>373.9394</w:t>
      </w:r>
      <w:r>
        <w:tab/>
        <w:t>2.025e0</w:t>
      </w:r>
    </w:p>
    <w:p w:rsidR="00295810" w:rsidRDefault="00295810" w:rsidP="00295810">
      <w:r>
        <w:t>374.0240</w:t>
      </w:r>
      <w:r>
        <w:tab/>
        <w:t>2.025e0</w:t>
      </w:r>
    </w:p>
    <w:p w:rsidR="00295810" w:rsidRDefault="00295810" w:rsidP="00295810">
      <w:r>
        <w:t>374.1882</w:t>
      </w:r>
      <w:r>
        <w:tab/>
        <w:t>2.025e0</w:t>
      </w:r>
    </w:p>
    <w:p w:rsidR="00295810" w:rsidRDefault="00295810" w:rsidP="00295810">
      <w:r>
        <w:t>374.2648</w:t>
      </w:r>
      <w:r>
        <w:tab/>
        <w:t>1.013e0</w:t>
      </w:r>
    </w:p>
    <w:p w:rsidR="00295810" w:rsidRDefault="00295810" w:rsidP="00295810">
      <w:r>
        <w:t>374.3121</w:t>
      </w:r>
      <w:r>
        <w:tab/>
        <w:t>1.013e0</w:t>
      </w:r>
    </w:p>
    <w:p w:rsidR="00295810" w:rsidRDefault="00295810" w:rsidP="00295810">
      <w:r>
        <w:t>374.3624</w:t>
      </w:r>
      <w:r>
        <w:tab/>
        <w:t>3.038e0</w:t>
      </w:r>
    </w:p>
    <w:p w:rsidR="00295810" w:rsidRDefault="00295810" w:rsidP="00295810">
      <w:r>
        <w:t>374.4456</w:t>
      </w:r>
      <w:r>
        <w:tab/>
        <w:t>1.013e0</w:t>
      </w:r>
    </w:p>
    <w:p w:rsidR="00295810" w:rsidRDefault="00295810" w:rsidP="00295810">
      <w:r>
        <w:t>374.5275</w:t>
      </w:r>
      <w:r>
        <w:tab/>
        <w:t>1.013e0</w:t>
      </w:r>
    </w:p>
    <w:p w:rsidR="00295810" w:rsidRDefault="00295810" w:rsidP="00295810">
      <w:r>
        <w:t>374.7390</w:t>
      </w:r>
      <w:r>
        <w:tab/>
        <w:t>1.013e0</w:t>
      </w:r>
    </w:p>
    <w:p w:rsidR="00295810" w:rsidRDefault="00295810" w:rsidP="00295810">
      <w:r>
        <w:t>374.7901</w:t>
      </w:r>
      <w:r>
        <w:tab/>
        <w:t>1.013e0</w:t>
      </w:r>
    </w:p>
    <w:p w:rsidR="00295810" w:rsidRDefault="00295810" w:rsidP="00295810">
      <w:r>
        <w:t>374.8392</w:t>
      </w:r>
      <w:r>
        <w:tab/>
        <w:t>2.025e0</w:t>
      </w:r>
    </w:p>
    <w:p w:rsidR="00295810" w:rsidRDefault="00295810" w:rsidP="00295810">
      <w:r>
        <w:t>374.9520</w:t>
      </w:r>
      <w:r>
        <w:tab/>
        <w:t>2.025e0</w:t>
      </w:r>
    </w:p>
    <w:p w:rsidR="00295810" w:rsidRDefault="00295810" w:rsidP="00295810">
      <w:r>
        <w:t>375.0298</w:t>
      </w:r>
      <w:r>
        <w:tab/>
        <w:t>2.025e0</w:t>
      </w:r>
    </w:p>
    <w:p w:rsidR="00295810" w:rsidRDefault="00295810" w:rsidP="00295810">
      <w:r>
        <w:t>375.1203</w:t>
      </w:r>
      <w:r>
        <w:tab/>
        <w:t>2.025e0</w:t>
      </w:r>
    </w:p>
    <w:p w:rsidR="00295810" w:rsidRDefault="00295810" w:rsidP="00295810">
      <w:r>
        <w:t>375.2097</w:t>
      </w:r>
      <w:r>
        <w:tab/>
        <w:t>2.025e0</w:t>
      </w:r>
    </w:p>
    <w:p w:rsidR="00295810" w:rsidRDefault="00295810" w:rsidP="00295810">
      <w:r>
        <w:lastRenderedPageBreak/>
        <w:t>375.4144</w:t>
      </w:r>
      <w:r>
        <w:tab/>
        <w:t>1.013e0</w:t>
      </w:r>
    </w:p>
    <w:p w:rsidR="00295810" w:rsidRDefault="00295810" w:rsidP="00295810">
      <w:r>
        <w:t>375.4493</w:t>
      </w:r>
      <w:r>
        <w:tab/>
        <w:t>1.013e0</w:t>
      </w:r>
    </w:p>
    <w:p w:rsidR="00295810" w:rsidRDefault="00295810" w:rsidP="00295810">
      <w:r>
        <w:t>375.5424</w:t>
      </w:r>
      <w:r>
        <w:tab/>
        <w:t>2.025e0</w:t>
      </w:r>
    </w:p>
    <w:p w:rsidR="00295810" w:rsidRDefault="00295810" w:rsidP="00295810">
      <w:r>
        <w:t>375.6564</w:t>
      </w:r>
      <w:r>
        <w:tab/>
        <w:t>1.013e0</w:t>
      </w:r>
    </w:p>
    <w:p w:rsidR="00295810" w:rsidRDefault="00295810" w:rsidP="00295810">
      <w:r>
        <w:t>375.7220</w:t>
      </w:r>
      <w:r>
        <w:tab/>
        <w:t>2.025e0</w:t>
      </w:r>
    </w:p>
    <w:p w:rsidR="00295810" w:rsidRDefault="00295810" w:rsidP="00295810">
      <w:r>
        <w:t>375.8152</w:t>
      </w:r>
      <w:r>
        <w:tab/>
        <w:t>1.013e0</w:t>
      </w:r>
    </w:p>
    <w:p w:rsidR="00295810" w:rsidRDefault="00295810" w:rsidP="00295810">
      <w:r>
        <w:t>375.9189</w:t>
      </w:r>
      <w:r>
        <w:tab/>
        <w:t>1.013e0</w:t>
      </w:r>
    </w:p>
    <w:p w:rsidR="00295810" w:rsidRDefault="00295810" w:rsidP="00295810">
      <w:r>
        <w:t>376.0294</w:t>
      </w:r>
      <w:r>
        <w:tab/>
        <w:t>1.013e0</w:t>
      </w:r>
    </w:p>
    <w:p w:rsidR="00295810" w:rsidRDefault="00295810" w:rsidP="00295810">
      <w:r>
        <w:t>376.0663</w:t>
      </w:r>
      <w:r>
        <w:tab/>
        <w:t>1.013e0</w:t>
      </w:r>
    </w:p>
    <w:p w:rsidR="00295810" w:rsidRDefault="00295810" w:rsidP="00295810">
      <w:r>
        <w:t>376.1500</w:t>
      </w:r>
      <w:r>
        <w:tab/>
        <w:t>2.025e0</w:t>
      </w:r>
    </w:p>
    <w:p w:rsidR="00295810" w:rsidRDefault="00295810" w:rsidP="00295810">
      <w:r>
        <w:t>376.3086</w:t>
      </w:r>
      <w:r>
        <w:tab/>
        <w:t>1.013e0</w:t>
      </w:r>
    </w:p>
    <w:p w:rsidR="00295810" w:rsidRDefault="00295810" w:rsidP="00295810">
      <w:r>
        <w:t>376.3544</w:t>
      </w:r>
      <w:r>
        <w:tab/>
        <w:t>1.013e0</w:t>
      </w:r>
    </w:p>
    <w:p w:rsidR="00295810" w:rsidRDefault="00295810" w:rsidP="00295810">
      <w:r>
        <w:t>376.5412</w:t>
      </w:r>
      <w:r>
        <w:tab/>
        <w:t>1.013e0</w:t>
      </w:r>
    </w:p>
    <w:p w:rsidR="00295810" w:rsidRDefault="00295810" w:rsidP="00295810">
      <w:r>
        <w:t>376.7692</w:t>
      </w:r>
      <w:r>
        <w:tab/>
        <w:t>1.013e0</w:t>
      </w:r>
    </w:p>
    <w:p w:rsidR="00295810" w:rsidRDefault="00295810" w:rsidP="00295810">
      <w:r>
        <w:t>376.8270</w:t>
      </w:r>
      <w:r>
        <w:tab/>
        <w:t>5.725e0</w:t>
      </w:r>
    </w:p>
    <w:p w:rsidR="00295810" w:rsidRDefault="00295810" w:rsidP="00295810">
      <w:r>
        <w:t>376.8908</w:t>
      </w:r>
      <w:r>
        <w:tab/>
        <w:t>2.025e0</w:t>
      </w:r>
    </w:p>
    <w:p w:rsidR="00295810" w:rsidRDefault="00295810" w:rsidP="00295810">
      <w:r>
        <w:t>376.9330</w:t>
      </w:r>
      <w:r>
        <w:tab/>
        <w:t>1.013e0</w:t>
      </w:r>
    </w:p>
    <w:p w:rsidR="00295810" w:rsidRDefault="00295810" w:rsidP="00295810">
      <w:r>
        <w:t>377.0189</w:t>
      </w:r>
      <w:r>
        <w:tab/>
        <w:t>1.013e0</w:t>
      </w:r>
    </w:p>
    <w:p w:rsidR="00295810" w:rsidRDefault="00295810" w:rsidP="00295810">
      <w:r>
        <w:t>377.0864</w:t>
      </w:r>
      <w:r>
        <w:tab/>
        <w:t>3.038e0</w:t>
      </w:r>
    </w:p>
    <w:p w:rsidR="00295810" w:rsidRDefault="00295810" w:rsidP="00295810">
      <w:r>
        <w:lastRenderedPageBreak/>
        <w:t>377.2129</w:t>
      </w:r>
      <w:r>
        <w:tab/>
        <w:t>1.013e0</w:t>
      </w:r>
    </w:p>
    <w:p w:rsidR="00295810" w:rsidRDefault="00295810" w:rsidP="00295810">
      <w:r>
        <w:t>377.4417</w:t>
      </w:r>
      <w:r>
        <w:tab/>
        <w:t>1.013e0</w:t>
      </w:r>
    </w:p>
    <w:p w:rsidR="00295810" w:rsidRDefault="00295810" w:rsidP="00295810">
      <w:r>
        <w:t>377.5249</w:t>
      </w:r>
      <w:r>
        <w:tab/>
        <w:t>1.013e0</w:t>
      </w:r>
    </w:p>
    <w:p w:rsidR="00295810" w:rsidRDefault="00295810" w:rsidP="00295810">
      <w:r>
        <w:t>377.7832</w:t>
      </w:r>
      <w:r>
        <w:tab/>
        <w:t>1.013e0</w:t>
      </w:r>
    </w:p>
    <w:p w:rsidR="00295810" w:rsidRDefault="00295810" w:rsidP="00295810">
      <w:r>
        <w:t>377.8386</w:t>
      </w:r>
      <w:r>
        <w:tab/>
        <w:t>2.025e0</w:t>
      </w:r>
    </w:p>
    <w:p w:rsidR="00295810" w:rsidRDefault="00295810" w:rsidP="00295810">
      <w:r>
        <w:t>377.9279</w:t>
      </w:r>
      <w:r>
        <w:tab/>
        <w:t>4.051e0</w:t>
      </w:r>
    </w:p>
    <w:p w:rsidR="00295810" w:rsidRDefault="00295810" w:rsidP="00295810">
      <w:r>
        <w:t>378.1533</w:t>
      </w:r>
      <w:r>
        <w:tab/>
        <w:t>2.025e0</w:t>
      </w:r>
    </w:p>
    <w:p w:rsidR="00295810" w:rsidRDefault="00295810" w:rsidP="00295810">
      <w:r>
        <w:t>378.3430</w:t>
      </w:r>
      <w:r>
        <w:tab/>
        <w:t>1.013e0</w:t>
      </w:r>
    </w:p>
    <w:p w:rsidR="00295810" w:rsidRDefault="00295810" w:rsidP="00295810">
      <w:r>
        <w:t>378.4694</w:t>
      </w:r>
      <w:r>
        <w:tab/>
        <w:t>1.013e0</w:t>
      </w:r>
    </w:p>
    <w:p w:rsidR="00295810" w:rsidRDefault="00295810" w:rsidP="00295810">
      <w:r>
        <w:t>378.5876</w:t>
      </w:r>
      <w:r>
        <w:tab/>
        <w:t>2.025e0</w:t>
      </w:r>
    </w:p>
    <w:p w:rsidR="00295810" w:rsidRDefault="00295810" w:rsidP="00295810">
      <w:r>
        <w:t>378.7962</w:t>
      </w:r>
      <w:r>
        <w:tab/>
        <w:t>1.013e0</w:t>
      </w:r>
    </w:p>
    <w:p w:rsidR="00295810" w:rsidRDefault="00295810" w:rsidP="00295810">
      <w:r>
        <w:t>378.9563</w:t>
      </w:r>
      <w:r>
        <w:tab/>
        <w:t>1.013e0</w:t>
      </w:r>
    </w:p>
    <w:p w:rsidR="00295810" w:rsidRDefault="00295810" w:rsidP="00295810">
      <w:r>
        <w:t>379.0189</w:t>
      </w:r>
      <w:r>
        <w:tab/>
        <w:t>1.013e0</w:t>
      </w:r>
    </w:p>
    <w:p w:rsidR="00295810" w:rsidRDefault="00295810" w:rsidP="00295810">
      <w:r>
        <w:t>379.1079</w:t>
      </w:r>
      <w:r>
        <w:tab/>
        <w:t>1.013e0</w:t>
      </w:r>
    </w:p>
    <w:p w:rsidR="00295810" w:rsidRDefault="00295810" w:rsidP="00295810">
      <w:r>
        <w:t>379.1791</w:t>
      </w:r>
      <w:r>
        <w:tab/>
        <w:t>2.025e0</w:t>
      </w:r>
    </w:p>
    <w:p w:rsidR="00295810" w:rsidRDefault="00295810" w:rsidP="00295810">
      <w:r>
        <w:t>379.2275</w:t>
      </w:r>
      <w:r>
        <w:tab/>
        <w:t>1.013e0</w:t>
      </w:r>
    </w:p>
    <w:p w:rsidR="00295810" w:rsidRDefault="00295810" w:rsidP="00295810">
      <w:r>
        <w:t>379.2557</w:t>
      </w:r>
      <w:r>
        <w:tab/>
        <w:t>1.013e0</w:t>
      </w:r>
    </w:p>
    <w:p w:rsidR="00295810" w:rsidRDefault="00295810" w:rsidP="00295810">
      <w:r>
        <w:t>379.2975</w:t>
      </w:r>
      <w:r>
        <w:tab/>
        <w:t>1.013e0</w:t>
      </w:r>
    </w:p>
    <w:p w:rsidR="00295810" w:rsidRDefault="00295810" w:rsidP="00295810">
      <w:r>
        <w:t>379.4295</w:t>
      </w:r>
      <w:r>
        <w:tab/>
        <w:t>2.025e0</w:t>
      </w:r>
    </w:p>
    <w:p w:rsidR="00295810" w:rsidRDefault="00295810" w:rsidP="00295810">
      <w:r>
        <w:lastRenderedPageBreak/>
        <w:t>379.5405</w:t>
      </w:r>
      <w:r>
        <w:tab/>
        <w:t>3.038e0</w:t>
      </w:r>
    </w:p>
    <w:p w:rsidR="00295810" w:rsidRDefault="00295810" w:rsidP="00295810">
      <w:r>
        <w:t>379.6546</w:t>
      </w:r>
      <w:r>
        <w:tab/>
        <w:t>1.013e0</w:t>
      </w:r>
    </w:p>
    <w:p w:rsidR="00295810" w:rsidRDefault="00295810" w:rsidP="00295810">
      <w:r>
        <w:t>379.7722</w:t>
      </w:r>
      <w:r>
        <w:tab/>
        <w:t>2.025e0</w:t>
      </w:r>
    </w:p>
    <w:p w:rsidR="00295810" w:rsidRDefault="00295810" w:rsidP="00295810">
      <w:r>
        <w:t>379.8272</w:t>
      </w:r>
      <w:r>
        <w:tab/>
        <w:t>1.013e0</w:t>
      </w:r>
    </w:p>
    <w:p w:rsidR="00295810" w:rsidRDefault="00295810" w:rsidP="00295810">
      <w:r>
        <w:t>379.9359</w:t>
      </w:r>
      <w:r>
        <w:tab/>
        <w:t>3.038e0</w:t>
      </w:r>
    </w:p>
    <w:p w:rsidR="00295810" w:rsidRDefault="00295810" w:rsidP="00295810">
      <w:r>
        <w:t>380.0952</w:t>
      </w:r>
      <w:r>
        <w:tab/>
        <w:t>1.013e0</w:t>
      </w:r>
    </w:p>
    <w:p w:rsidR="00295810" w:rsidRDefault="00295810" w:rsidP="00295810">
      <w:r>
        <w:t>380.1736</w:t>
      </w:r>
      <w:r>
        <w:tab/>
        <w:t>1.013e0</w:t>
      </w:r>
    </w:p>
    <w:p w:rsidR="00295810" w:rsidRDefault="00295810" w:rsidP="00295810">
      <w:r>
        <w:t>380.3070</w:t>
      </w:r>
      <w:r>
        <w:tab/>
        <w:t>2.025e0</w:t>
      </w:r>
    </w:p>
    <w:p w:rsidR="00295810" w:rsidRDefault="00295810" w:rsidP="00295810">
      <w:r>
        <w:t>380.3506</w:t>
      </w:r>
      <w:r>
        <w:tab/>
        <w:t>1.013e0</w:t>
      </w:r>
    </w:p>
    <w:p w:rsidR="00295810" w:rsidRDefault="00295810" w:rsidP="00295810">
      <w:r>
        <w:t>380.4066</w:t>
      </w:r>
      <w:r>
        <w:tab/>
        <w:t>1.013e0</w:t>
      </w:r>
    </w:p>
    <w:p w:rsidR="00295810" w:rsidRDefault="00295810" w:rsidP="00295810">
      <w:r>
        <w:t>380.4624</w:t>
      </w:r>
      <w:r>
        <w:tab/>
        <w:t>1.013e0</w:t>
      </w:r>
    </w:p>
    <w:p w:rsidR="00295810" w:rsidRDefault="00295810" w:rsidP="00295810">
      <w:r>
        <w:t>380.5564</w:t>
      </w:r>
      <w:r>
        <w:tab/>
        <w:t>1.013e0</w:t>
      </w:r>
    </w:p>
    <w:p w:rsidR="00295810" w:rsidRDefault="00295810" w:rsidP="00295810">
      <w:r>
        <w:t>380.6195</w:t>
      </w:r>
      <w:r>
        <w:tab/>
        <w:t>2.025e0</w:t>
      </w:r>
    </w:p>
    <w:p w:rsidR="00295810" w:rsidRDefault="00295810" w:rsidP="00295810">
      <w:r>
        <w:t>380.7067</w:t>
      </w:r>
      <w:r>
        <w:tab/>
        <w:t>2.025e0</w:t>
      </w:r>
    </w:p>
    <w:p w:rsidR="00295810" w:rsidRDefault="00295810" w:rsidP="00295810">
      <w:r>
        <w:t>380.8075</w:t>
      </w:r>
      <w:r>
        <w:tab/>
        <w:t>2.025e0</w:t>
      </w:r>
    </w:p>
    <w:p w:rsidR="00295810" w:rsidRDefault="00295810" w:rsidP="00295810">
      <w:r>
        <w:t>380.9427</w:t>
      </w:r>
      <w:r>
        <w:tab/>
        <w:t>4.051e0</w:t>
      </w:r>
    </w:p>
    <w:p w:rsidR="00295810" w:rsidRDefault="00295810" w:rsidP="00295810">
      <w:r>
        <w:t>381.0363</w:t>
      </w:r>
      <w:r>
        <w:tab/>
        <w:t>3.038e0</w:t>
      </w:r>
    </w:p>
    <w:p w:rsidR="00295810" w:rsidRDefault="00295810" w:rsidP="00295810">
      <w:r>
        <w:t>381.1201</w:t>
      </w:r>
      <w:r>
        <w:tab/>
        <w:t>1.013e0</w:t>
      </w:r>
    </w:p>
    <w:p w:rsidR="00295810" w:rsidRDefault="00295810" w:rsidP="00295810">
      <w:r>
        <w:t>381.1711</w:t>
      </w:r>
      <w:r>
        <w:tab/>
        <w:t>2.025e0</w:t>
      </w:r>
    </w:p>
    <w:p w:rsidR="00295810" w:rsidRDefault="00295810" w:rsidP="00295810">
      <w:r>
        <w:lastRenderedPageBreak/>
        <w:t>381.2525</w:t>
      </w:r>
      <w:r>
        <w:tab/>
        <w:t>1.013e0</w:t>
      </w:r>
    </w:p>
    <w:p w:rsidR="00295810" w:rsidRDefault="00295810" w:rsidP="00295810">
      <w:r>
        <w:t>381.3557</w:t>
      </w:r>
      <w:r>
        <w:tab/>
        <w:t>1.013e0</w:t>
      </w:r>
    </w:p>
    <w:p w:rsidR="00295810" w:rsidRDefault="00295810" w:rsidP="00295810">
      <w:r>
        <w:t>381.5326</w:t>
      </w:r>
      <w:r>
        <w:tab/>
        <w:t>1.013e0</w:t>
      </w:r>
    </w:p>
    <w:p w:rsidR="00295810" w:rsidRDefault="00295810" w:rsidP="00295810">
      <w:r>
        <w:t>381.5886</w:t>
      </w:r>
      <w:r>
        <w:tab/>
        <w:t>1.013e0</w:t>
      </w:r>
    </w:p>
    <w:p w:rsidR="00295810" w:rsidRDefault="00295810" w:rsidP="00295810">
      <w:r>
        <w:t>381.6866</w:t>
      </w:r>
      <w:r>
        <w:tab/>
        <w:t>1.013e0</w:t>
      </w:r>
    </w:p>
    <w:p w:rsidR="00295810" w:rsidRDefault="00295810" w:rsidP="00295810">
      <w:r>
        <w:t>381.7638</w:t>
      </w:r>
      <w:r>
        <w:tab/>
        <w:t>1.013e0</w:t>
      </w:r>
    </w:p>
    <w:p w:rsidR="00295810" w:rsidRDefault="00295810" w:rsidP="00295810">
      <w:r>
        <w:t>381.8338</w:t>
      </w:r>
      <w:r>
        <w:tab/>
        <w:t>1.013e0</w:t>
      </w:r>
    </w:p>
    <w:p w:rsidR="00295810" w:rsidRDefault="00295810" w:rsidP="00295810">
      <w:r>
        <w:t>381.8795</w:t>
      </w:r>
      <w:r>
        <w:tab/>
        <w:t>3.038e0</w:t>
      </w:r>
    </w:p>
    <w:p w:rsidR="00295810" w:rsidRDefault="00295810" w:rsidP="00295810">
      <w:r>
        <w:t>382.0140</w:t>
      </w:r>
      <w:r>
        <w:tab/>
        <w:t>3.038e0</w:t>
      </w:r>
    </w:p>
    <w:p w:rsidR="00295810" w:rsidRDefault="00295810" w:rsidP="00295810">
      <w:r>
        <w:t>382.0600</w:t>
      </w:r>
      <w:r>
        <w:tab/>
        <w:t>1.013e0</w:t>
      </w:r>
    </w:p>
    <w:p w:rsidR="00295810" w:rsidRDefault="00295810" w:rsidP="00295810">
      <w:r>
        <w:t>382.2410</w:t>
      </w:r>
      <w:r>
        <w:tab/>
        <w:t>1.013e0</w:t>
      </w:r>
    </w:p>
    <w:p w:rsidR="00295810" w:rsidRDefault="00295810" w:rsidP="00295810">
      <w:r>
        <w:t>382.2896</w:t>
      </w:r>
      <w:r>
        <w:tab/>
        <w:t>1.013e0</w:t>
      </w:r>
    </w:p>
    <w:p w:rsidR="00295810" w:rsidRDefault="00295810" w:rsidP="00295810">
      <w:r>
        <w:t>382.4153</w:t>
      </w:r>
      <w:r>
        <w:tab/>
        <w:t>2.025e0</w:t>
      </w:r>
    </w:p>
    <w:p w:rsidR="00295810" w:rsidRDefault="00295810" w:rsidP="00295810">
      <w:r>
        <w:t>382.4931</w:t>
      </w:r>
      <w:r>
        <w:tab/>
        <w:t>1.013e0</w:t>
      </w:r>
    </w:p>
    <w:p w:rsidR="00295810" w:rsidRDefault="00295810" w:rsidP="00295810">
      <w:r>
        <w:t>382.6992</w:t>
      </w:r>
      <w:r>
        <w:tab/>
        <w:t>1.013e0</w:t>
      </w:r>
    </w:p>
    <w:p w:rsidR="00295810" w:rsidRDefault="00295810" w:rsidP="00295810">
      <w:r>
        <w:t>382.7402</w:t>
      </w:r>
      <w:r>
        <w:tab/>
        <w:t>1.013e0</w:t>
      </w:r>
    </w:p>
    <w:p w:rsidR="00295810" w:rsidRDefault="00295810" w:rsidP="00295810">
      <w:r>
        <w:t>382.7810</w:t>
      </w:r>
      <w:r>
        <w:tab/>
        <w:t>1.013e0</w:t>
      </w:r>
    </w:p>
    <w:p w:rsidR="00295810" w:rsidRDefault="00295810" w:rsidP="00295810">
      <w:r>
        <w:t>382.9980</w:t>
      </w:r>
      <w:r>
        <w:tab/>
        <w:t>2.025e0</w:t>
      </w:r>
    </w:p>
    <w:p w:rsidR="00295810" w:rsidRDefault="00295810" w:rsidP="00295810">
      <w:r>
        <w:t>383.0714</w:t>
      </w:r>
      <w:r>
        <w:tab/>
        <w:t>2.025e0</w:t>
      </w:r>
    </w:p>
    <w:p w:rsidR="00295810" w:rsidRDefault="00295810" w:rsidP="00295810">
      <w:r>
        <w:lastRenderedPageBreak/>
        <w:t>383.1262</w:t>
      </w:r>
      <w:r>
        <w:tab/>
        <w:t>3.377e0</w:t>
      </w:r>
    </w:p>
    <w:p w:rsidR="00295810" w:rsidRDefault="00295810" w:rsidP="00295810">
      <w:r>
        <w:t>383.2449</w:t>
      </w:r>
      <w:r>
        <w:tab/>
        <w:t>2.025e0</w:t>
      </w:r>
    </w:p>
    <w:p w:rsidR="00295810" w:rsidRDefault="00295810" w:rsidP="00295810">
      <w:r>
        <w:t>383.3759</w:t>
      </w:r>
      <w:r>
        <w:tab/>
        <w:t>1.013e0</w:t>
      </w:r>
    </w:p>
    <w:p w:rsidR="00295810" w:rsidRDefault="00295810" w:rsidP="00295810">
      <w:r>
        <w:t>383.5333</w:t>
      </w:r>
      <w:r>
        <w:tab/>
        <w:t>1.013e0</w:t>
      </w:r>
    </w:p>
    <w:p w:rsidR="00295810" w:rsidRDefault="00295810" w:rsidP="00295810">
      <w:r>
        <w:t>383.6152</w:t>
      </w:r>
      <w:r>
        <w:tab/>
        <w:t>1.013e0</w:t>
      </w:r>
    </w:p>
    <w:p w:rsidR="00295810" w:rsidRDefault="00295810" w:rsidP="00295810">
      <w:r>
        <w:t>383.7144</w:t>
      </w:r>
      <w:r>
        <w:tab/>
        <w:t>1.013e0</w:t>
      </w:r>
    </w:p>
    <w:p w:rsidR="00295810" w:rsidRDefault="00295810" w:rsidP="00295810">
      <w:r>
        <w:t>383.7444</w:t>
      </w:r>
      <w:r>
        <w:tab/>
        <w:t>1.013e0</w:t>
      </w:r>
    </w:p>
    <w:p w:rsidR="00295810" w:rsidRDefault="00295810" w:rsidP="00295810">
      <w:r>
        <w:t>383.8787</w:t>
      </w:r>
      <w:r>
        <w:tab/>
        <w:t>2.025e0</w:t>
      </w:r>
    </w:p>
    <w:p w:rsidR="00295810" w:rsidRDefault="00295810" w:rsidP="00295810">
      <w:r>
        <w:t>383.9368</w:t>
      </w:r>
      <w:r>
        <w:tab/>
        <w:t>1.013e0</w:t>
      </w:r>
    </w:p>
    <w:p w:rsidR="00295810" w:rsidRDefault="00295810" w:rsidP="00295810">
      <w:r>
        <w:t>384.0050</w:t>
      </w:r>
      <w:r>
        <w:tab/>
        <w:t>1.013e0</w:t>
      </w:r>
    </w:p>
    <w:p w:rsidR="00295810" w:rsidRDefault="00295810" w:rsidP="00295810">
      <w:r>
        <w:t>384.0721</w:t>
      </w:r>
      <w:r>
        <w:tab/>
        <w:t>3.038e0</w:t>
      </w:r>
    </w:p>
    <w:p w:rsidR="00295810" w:rsidRDefault="00295810" w:rsidP="00295810">
      <w:r>
        <w:t>384.2094</w:t>
      </w:r>
      <w:r>
        <w:tab/>
        <w:t>1.013e0</w:t>
      </w:r>
    </w:p>
    <w:p w:rsidR="00295810" w:rsidRDefault="00295810" w:rsidP="00295810">
      <w:r>
        <w:t>384.4843</w:t>
      </w:r>
      <w:r>
        <w:tab/>
        <w:t>1.013e0</w:t>
      </w:r>
    </w:p>
    <w:p w:rsidR="00295810" w:rsidRDefault="00295810" w:rsidP="00295810">
      <w:r>
        <w:t>384.5267</w:t>
      </w:r>
      <w:r>
        <w:tab/>
        <w:t>1.013e0</w:t>
      </w:r>
    </w:p>
    <w:p w:rsidR="00295810" w:rsidRDefault="00295810" w:rsidP="00295810">
      <w:r>
        <w:t>384.7301</w:t>
      </w:r>
      <w:r>
        <w:tab/>
        <w:t>1.013e0</w:t>
      </w:r>
    </w:p>
    <w:p w:rsidR="00295810" w:rsidRDefault="00295810" w:rsidP="00295810">
      <w:r>
        <w:t>384.7916</w:t>
      </w:r>
      <w:r>
        <w:tab/>
        <w:t>1.013e0</w:t>
      </w:r>
    </w:p>
    <w:p w:rsidR="00295810" w:rsidRDefault="00295810" w:rsidP="00295810">
      <w:r>
        <w:t>384.8409</w:t>
      </w:r>
      <w:r>
        <w:tab/>
        <w:t>2.152e0</w:t>
      </w:r>
    </w:p>
    <w:p w:rsidR="00295810" w:rsidRDefault="00295810" w:rsidP="00295810">
      <w:r>
        <w:t>384.8865</w:t>
      </w:r>
      <w:r>
        <w:tab/>
        <w:t>1.013e0</w:t>
      </w:r>
    </w:p>
    <w:p w:rsidR="00295810" w:rsidRDefault="00295810" w:rsidP="00295810">
      <w:r>
        <w:t>384.9846</w:t>
      </w:r>
      <w:r>
        <w:tab/>
        <w:t>2.025e0</w:t>
      </w:r>
    </w:p>
    <w:p w:rsidR="00295810" w:rsidRDefault="00295810" w:rsidP="00295810">
      <w:r>
        <w:lastRenderedPageBreak/>
        <w:t>385.0598</w:t>
      </w:r>
      <w:r>
        <w:tab/>
        <w:t>2.025e0</w:t>
      </w:r>
    </w:p>
    <w:p w:rsidR="00295810" w:rsidRDefault="00295810" w:rsidP="00295810">
      <w:r>
        <w:t>385.1407</w:t>
      </w:r>
      <w:r>
        <w:tab/>
        <w:t>1.013e0</w:t>
      </w:r>
    </w:p>
    <w:p w:rsidR="00295810" w:rsidRDefault="00295810" w:rsidP="00295810">
      <w:r>
        <w:t>385.2397</w:t>
      </w:r>
      <w:r>
        <w:tab/>
        <w:t>1.013e0</w:t>
      </w:r>
    </w:p>
    <w:p w:rsidR="00295810" w:rsidRDefault="00295810" w:rsidP="00295810">
      <w:r>
        <w:t>385.3174</w:t>
      </w:r>
      <w:r>
        <w:tab/>
        <w:t>2.025e0</w:t>
      </w:r>
    </w:p>
    <w:p w:rsidR="00295810" w:rsidRDefault="00295810" w:rsidP="00295810">
      <w:r>
        <w:t>385.5682</w:t>
      </w:r>
      <w:r>
        <w:tab/>
        <w:t>1.013e0</w:t>
      </w:r>
    </w:p>
    <w:p w:rsidR="00295810" w:rsidRDefault="00295810" w:rsidP="00295810">
      <w:r>
        <w:t>385.6093</w:t>
      </w:r>
      <w:r>
        <w:tab/>
        <w:t>1.013e0</w:t>
      </w:r>
    </w:p>
    <w:p w:rsidR="00295810" w:rsidRDefault="00295810" w:rsidP="00295810">
      <w:r>
        <w:t>385.6709</w:t>
      </w:r>
      <w:r>
        <w:tab/>
        <w:t>2.025e0</w:t>
      </w:r>
    </w:p>
    <w:p w:rsidR="00295810" w:rsidRDefault="00295810" w:rsidP="00295810">
      <w:r>
        <w:t>385.8077</w:t>
      </w:r>
      <w:r>
        <w:tab/>
        <w:t>2.025e0</w:t>
      </w:r>
    </w:p>
    <w:p w:rsidR="00295810" w:rsidRDefault="00295810" w:rsidP="00295810">
      <w:r>
        <w:t>386.2661</w:t>
      </w:r>
      <w:r>
        <w:tab/>
        <w:t>1.013e0</w:t>
      </w:r>
    </w:p>
    <w:p w:rsidR="00295810" w:rsidRDefault="00295810" w:rsidP="00295810">
      <w:r>
        <w:t>386.3346</w:t>
      </w:r>
      <w:r>
        <w:tab/>
        <w:t>2.025e0</w:t>
      </w:r>
    </w:p>
    <w:p w:rsidR="00295810" w:rsidRDefault="00295810" w:rsidP="00295810">
      <w:r>
        <w:t>386.5638</w:t>
      </w:r>
      <w:r>
        <w:tab/>
        <w:t>1.013e0</w:t>
      </w:r>
    </w:p>
    <w:p w:rsidR="00295810" w:rsidRDefault="00295810" w:rsidP="00295810">
      <w:r>
        <w:t>386.7047</w:t>
      </w:r>
      <w:r>
        <w:tab/>
        <w:t>1.013e0</w:t>
      </w:r>
    </w:p>
    <w:p w:rsidR="00295810" w:rsidRDefault="00295810" w:rsidP="00295810">
      <w:r>
        <w:t>386.7588</w:t>
      </w:r>
      <w:r>
        <w:tab/>
        <w:t>3.038e0</w:t>
      </w:r>
    </w:p>
    <w:p w:rsidR="00295810" w:rsidRDefault="00295810" w:rsidP="00295810">
      <w:r>
        <w:t>386.8615</w:t>
      </w:r>
      <w:r>
        <w:tab/>
        <w:t>1.013e0</w:t>
      </w:r>
    </w:p>
    <w:p w:rsidR="00295810" w:rsidRDefault="00295810" w:rsidP="00295810">
      <w:r>
        <w:t>386.9317</w:t>
      </w:r>
      <w:r>
        <w:tab/>
        <w:t>1.013e0</w:t>
      </w:r>
    </w:p>
    <w:p w:rsidR="00295810" w:rsidRDefault="00295810" w:rsidP="00295810">
      <w:r>
        <w:t>386.9755</w:t>
      </w:r>
      <w:r>
        <w:tab/>
        <w:t>2.025e0</w:t>
      </w:r>
    </w:p>
    <w:p w:rsidR="00295810" w:rsidRDefault="00295810" w:rsidP="00295810">
      <w:r>
        <w:t>387.0239</w:t>
      </w:r>
      <w:r>
        <w:tab/>
        <w:t>1.013e0</w:t>
      </w:r>
    </w:p>
    <w:p w:rsidR="00295810" w:rsidRDefault="00295810" w:rsidP="00295810">
      <w:r>
        <w:t>387.0705</w:t>
      </w:r>
      <w:r>
        <w:tab/>
        <w:t>3.038e0</w:t>
      </w:r>
    </w:p>
    <w:p w:rsidR="00295810" w:rsidRDefault="00295810" w:rsidP="00295810">
      <w:r>
        <w:t>387.1625</w:t>
      </w:r>
      <w:r>
        <w:tab/>
        <w:t>3.038e0</w:t>
      </w:r>
    </w:p>
    <w:p w:rsidR="00295810" w:rsidRDefault="00295810" w:rsidP="00295810">
      <w:r>
        <w:lastRenderedPageBreak/>
        <w:t>387.2226</w:t>
      </w:r>
      <w:r>
        <w:tab/>
        <w:t>1.013e0</w:t>
      </w:r>
    </w:p>
    <w:p w:rsidR="00295810" w:rsidRDefault="00295810" w:rsidP="00295810">
      <w:r>
        <w:t>387.3433</w:t>
      </w:r>
      <w:r>
        <w:tab/>
        <w:t>2.025e0</w:t>
      </w:r>
    </w:p>
    <w:p w:rsidR="00295810" w:rsidRDefault="00295810" w:rsidP="00295810">
      <w:r>
        <w:t>387.5564</w:t>
      </w:r>
      <w:r>
        <w:tab/>
        <w:t>1.013e0</w:t>
      </w:r>
    </w:p>
    <w:p w:rsidR="00295810" w:rsidRDefault="00295810" w:rsidP="00295810">
      <w:r>
        <w:t>387.7684</w:t>
      </w:r>
      <w:r>
        <w:tab/>
        <w:t>1.013e0</w:t>
      </w:r>
    </w:p>
    <w:p w:rsidR="00295810" w:rsidRDefault="00295810" w:rsidP="00295810">
      <w:r>
        <w:t>387.8712</w:t>
      </w:r>
      <w:r>
        <w:tab/>
        <w:t>1.013e0</w:t>
      </w:r>
    </w:p>
    <w:p w:rsidR="00295810" w:rsidRDefault="00295810" w:rsidP="00295810">
      <w:r>
        <w:t>387.9121</w:t>
      </w:r>
      <w:r>
        <w:tab/>
        <w:t>2.025e0</w:t>
      </w:r>
    </w:p>
    <w:p w:rsidR="00295810" w:rsidRDefault="00295810" w:rsidP="00295810">
      <w:r>
        <w:t>388.0887</w:t>
      </w:r>
      <w:r>
        <w:tab/>
        <w:t>2.025e0</w:t>
      </w:r>
    </w:p>
    <w:p w:rsidR="00295810" w:rsidRDefault="00295810" w:rsidP="00295810">
      <w:r>
        <w:t>388.1682</w:t>
      </w:r>
      <w:r>
        <w:tab/>
        <w:t>4.051e0</w:t>
      </w:r>
    </w:p>
    <w:p w:rsidR="00295810" w:rsidRDefault="00295810" w:rsidP="00295810">
      <w:r>
        <w:t>388.2442</w:t>
      </w:r>
      <w:r>
        <w:tab/>
        <w:t>3.038e0</w:t>
      </w:r>
    </w:p>
    <w:p w:rsidR="00295810" w:rsidRDefault="00295810" w:rsidP="00295810">
      <w:r>
        <w:t>388.3435</w:t>
      </w:r>
      <w:r>
        <w:tab/>
        <w:t>1.013e0</w:t>
      </w:r>
    </w:p>
    <w:p w:rsidR="00295810" w:rsidRDefault="00295810" w:rsidP="00295810">
      <w:r>
        <w:t>388.5357</w:t>
      </w:r>
      <w:r>
        <w:tab/>
        <w:t>2.025e0</w:t>
      </w:r>
    </w:p>
    <w:p w:rsidR="00295810" w:rsidRDefault="00295810" w:rsidP="00295810">
      <w:r>
        <w:t>388.7826</w:t>
      </w:r>
      <w:r>
        <w:tab/>
        <w:t>3.038e0</w:t>
      </w:r>
    </w:p>
    <w:p w:rsidR="00295810" w:rsidRDefault="00295810" w:rsidP="00295810">
      <w:r>
        <w:t>388.8228</w:t>
      </w:r>
      <w:r>
        <w:tab/>
        <w:t>1.013e0</w:t>
      </w:r>
    </w:p>
    <w:p w:rsidR="00295810" w:rsidRDefault="00295810" w:rsidP="00295810">
      <w:r>
        <w:t>388.9297</w:t>
      </w:r>
      <w:r>
        <w:tab/>
        <w:t>1.013e0</w:t>
      </w:r>
    </w:p>
    <w:p w:rsidR="00295810" w:rsidRDefault="00295810" w:rsidP="00295810">
      <w:r>
        <w:t>389.0351</w:t>
      </w:r>
      <w:r>
        <w:tab/>
        <w:t>1.013e0</w:t>
      </w:r>
    </w:p>
    <w:p w:rsidR="00295810" w:rsidRDefault="00295810" w:rsidP="00295810">
      <w:r>
        <w:t>389.1259</w:t>
      </w:r>
      <w:r>
        <w:tab/>
        <w:t>2.025e0</w:t>
      </w:r>
    </w:p>
    <w:p w:rsidR="00295810" w:rsidRDefault="00295810" w:rsidP="00295810">
      <w:r>
        <w:t>389.1864</w:t>
      </w:r>
      <w:r>
        <w:tab/>
        <w:t>1.013e0</w:t>
      </w:r>
    </w:p>
    <w:p w:rsidR="00295810" w:rsidRDefault="00295810" w:rsidP="00295810">
      <w:r>
        <w:t>389.2646</w:t>
      </w:r>
      <w:r>
        <w:tab/>
        <w:t>2.025e0</w:t>
      </w:r>
    </w:p>
    <w:p w:rsidR="00295810" w:rsidRDefault="00295810" w:rsidP="00295810">
      <w:r>
        <w:t>389.3515</w:t>
      </w:r>
      <w:r>
        <w:tab/>
        <w:t>2.025e0</w:t>
      </w:r>
    </w:p>
    <w:p w:rsidR="00295810" w:rsidRDefault="00295810" w:rsidP="00295810">
      <w:r>
        <w:lastRenderedPageBreak/>
        <w:t>389.4940</w:t>
      </w:r>
      <w:r>
        <w:tab/>
        <w:t>1.013e0</w:t>
      </w:r>
    </w:p>
    <w:p w:rsidR="00295810" w:rsidRDefault="00295810" w:rsidP="00295810">
      <w:r>
        <w:t>389.7359</w:t>
      </w:r>
      <w:r>
        <w:tab/>
        <w:t>1.013e0</w:t>
      </w:r>
    </w:p>
    <w:p w:rsidR="00295810" w:rsidRDefault="00295810" w:rsidP="00295810">
      <w:r>
        <w:t>389.8573</w:t>
      </w:r>
      <w:r>
        <w:tab/>
        <w:t>1.013e0</w:t>
      </w:r>
    </w:p>
    <w:p w:rsidR="00295810" w:rsidRDefault="00295810" w:rsidP="00295810">
      <w:r>
        <w:t>389.9836</w:t>
      </w:r>
      <w:r>
        <w:tab/>
        <w:t>1.013e0</w:t>
      </w:r>
    </w:p>
    <w:p w:rsidR="00295810" w:rsidRDefault="00295810" w:rsidP="00295810">
      <w:r>
        <w:t>390.1145</w:t>
      </w:r>
      <w:r>
        <w:tab/>
        <w:t>1.013e0</w:t>
      </w:r>
    </w:p>
    <w:p w:rsidR="00295810" w:rsidRDefault="00295810" w:rsidP="00295810">
      <w:r>
        <w:t>390.4076</w:t>
      </w:r>
      <w:r>
        <w:tab/>
        <w:t>1.013e0</w:t>
      </w:r>
    </w:p>
    <w:p w:rsidR="00295810" w:rsidRDefault="00295810" w:rsidP="00295810">
      <w:r>
        <w:t>390.4648</w:t>
      </w:r>
      <w:r>
        <w:tab/>
        <w:t>1.013e0</w:t>
      </w:r>
    </w:p>
    <w:p w:rsidR="00295810" w:rsidRDefault="00295810" w:rsidP="00295810">
      <w:r>
        <w:t>390.5292</w:t>
      </w:r>
      <w:r>
        <w:tab/>
        <w:t>1.013e0</w:t>
      </w:r>
    </w:p>
    <w:p w:rsidR="00295810" w:rsidRDefault="00295810" w:rsidP="00295810">
      <w:r>
        <w:t>390.6205</w:t>
      </w:r>
      <w:r>
        <w:tab/>
        <w:t>2.025e0</w:t>
      </w:r>
    </w:p>
    <w:p w:rsidR="00295810" w:rsidRDefault="00295810" w:rsidP="00295810">
      <w:r>
        <w:t>390.6584</w:t>
      </w:r>
      <w:r>
        <w:tab/>
        <w:t>1.013e0</w:t>
      </w:r>
    </w:p>
    <w:p w:rsidR="00295810" w:rsidRDefault="00295810" w:rsidP="00295810">
      <w:r>
        <w:t>390.7956</w:t>
      </w:r>
      <w:r>
        <w:tab/>
        <w:t>1.013e0</w:t>
      </w:r>
    </w:p>
    <w:p w:rsidR="00295810" w:rsidRDefault="00295810" w:rsidP="00295810">
      <w:r>
        <w:t>390.9080</w:t>
      </w:r>
      <w:r>
        <w:tab/>
        <w:t>2.025e0</w:t>
      </w:r>
    </w:p>
    <w:p w:rsidR="00295810" w:rsidRDefault="00295810" w:rsidP="00295810">
      <w:r>
        <w:t>390.9801</w:t>
      </w:r>
      <w:r>
        <w:tab/>
        <w:t>1.013e0</w:t>
      </w:r>
    </w:p>
    <w:p w:rsidR="00295810" w:rsidRDefault="00295810" w:rsidP="00295810">
      <w:r>
        <w:t>391.0362</w:t>
      </w:r>
      <w:r>
        <w:tab/>
        <w:t>3.038e0</w:t>
      </w:r>
    </w:p>
    <w:p w:rsidR="00295810" w:rsidRDefault="00295810" w:rsidP="00295810">
      <w:r>
        <w:t>391.1115</w:t>
      </w:r>
      <w:r>
        <w:tab/>
        <w:t>3.038e0</w:t>
      </w:r>
    </w:p>
    <w:p w:rsidR="00295810" w:rsidRDefault="00295810" w:rsidP="00295810">
      <w:r>
        <w:t>391.1676</w:t>
      </w:r>
      <w:r>
        <w:tab/>
        <w:t>3.038e0</w:t>
      </w:r>
    </w:p>
    <w:p w:rsidR="00295810" w:rsidRDefault="00295810" w:rsidP="00295810">
      <w:r>
        <w:t>391.2258</w:t>
      </w:r>
      <w:r>
        <w:tab/>
        <w:t>3.038e0</w:t>
      </w:r>
    </w:p>
    <w:p w:rsidR="00295810" w:rsidRDefault="00295810" w:rsidP="00295810">
      <w:r>
        <w:t>391.2830</w:t>
      </w:r>
      <w:r>
        <w:tab/>
        <w:t>1.052e1</w:t>
      </w:r>
    </w:p>
    <w:p w:rsidR="00295810" w:rsidRDefault="00295810" w:rsidP="00295810">
      <w:r>
        <w:t>391.5630</w:t>
      </w:r>
      <w:r>
        <w:tab/>
        <w:t>1.013e0</w:t>
      </w:r>
    </w:p>
    <w:p w:rsidR="00295810" w:rsidRDefault="00295810" w:rsidP="00295810">
      <w:r>
        <w:lastRenderedPageBreak/>
        <w:t>391.6794</w:t>
      </w:r>
      <w:r>
        <w:tab/>
        <w:t>1.013e0</w:t>
      </w:r>
    </w:p>
    <w:p w:rsidR="00295810" w:rsidRDefault="00295810" w:rsidP="00295810">
      <w:r>
        <w:t>391.8045</w:t>
      </w:r>
      <w:r>
        <w:tab/>
        <w:t>1.013e0</w:t>
      </w:r>
    </w:p>
    <w:p w:rsidR="00295810" w:rsidRDefault="00295810" w:rsidP="00295810">
      <w:r>
        <w:t>391.8476</w:t>
      </w:r>
      <w:r>
        <w:tab/>
        <w:t>1.013e0</w:t>
      </w:r>
    </w:p>
    <w:p w:rsidR="00295810" w:rsidRDefault="00295810" w:rsidP="00295810">
      <w:r>
        <w:t>391.8952</w:t>
      </w:r>
      <w:r>
        <w:tab/>
        <w:t>1.013e0</w:t>
      </w:r>
    </w:p>
    <w:p w:rsidR="00295810" w:rsidRDefault="00295810" w:rsidP="00295810">
      <w:r>
        <w:t>391.9534</w:t>
      </w:r>
      <w:r>
        <w:tab/>
        <w:t>1.013e0</w:t>
      </w:r>
    </w:p>
    <w:p w:rsidR="00295810" w:rsidRDefault="00295810" w:rsidP="00295810">
      <w:r>
        <w:t>391.9983</w:t>
      </w:r>
      <w:r>
        <w:tab/>
        <w:t>1.013e0</w:t>
      </w:r>
    </w:p>
    <w:p w:rsidR="00295810" w:rsidRDefault="00295810" w:rsidP="00295810">
      <w:r>
        <w:t>392.1049</w:t>
      </w:r>
      <w:r>
        <w:tab/>
        <w:t>3.038e0</w:t>
      </w:r>
    </w:p>
    <w:p w:rsidR="00295810" w:rsidRDefault="00295810" w:rsidP="00295810">
      <w:r>
        <w:t>392.2771</w:t>
      </w:r>
      <w:r>
        <w:tab/>
        <w:t>7.089e0</w:t>
      </w:r>
    </w:p>
    <w:p w:rsidR="00295810" w:rsidRDefault="00295810" w:rsidP="00295810">
      <w:r>
        <w:t>392.3854</w:t>
      </w:r>
      <w:r>
        <w:tab/>
        <w:t>1.013e0</w:t>
      </w:r>
    </w:p>
    <w:p w:rsidR="00295810" w:rsidRDefault="00295810" w:rsidP="00295810">
      <w:r>
        <w:t>392.4846</w:t>
      </w:r>
      <w:r>
        <w:tab/>
        <w:t>1.013e0</w:t>
      </w:r>
    </w:p>
    <w:p w:rsidR="00295810" w:rsidRDefault="00295810" w:rsidP="00295810">
      <w:r>
        <w:t>392.5226</w:t>
      </w:r>
      <w:r>
        <w:tab/>
        <w:t>1.013e0</w:t>
      </w:r>
    </w:p>
    <w:p w:rsidR="00295810" w:rsidRDefault="00295810" w:rsidP="00295810">
      <w:r>
        <w:t>392.6027</w:t>
      </w:r>
      <w:r>
        <w:tab/>
        <w:t>2.025e0</w:t>
      </w:r>
    </w:p>
    <w:p w:rsidR="00295810" w:rsidRDefault="00295810" w:rsidP="00295810">
      <w:r>
        <w:t>392.7006</w:t>
      </w:r>
      <w:r>
        <w:tab/>
        <w:t>1.013e0</w:t>
      </w:r>
    </w:p>
    <w:p w:rsidR="00295810" w:rsidRDefault="00295810" w:rsidP="00295810">
      <w:r>
        <w:t>392.8750</w:t>
      </w:r>
      <w:r>
        <w:tab/>
        <w:t>1.013e0</w:t>
      </w:r>
    </w:p>
    <w:p w:rsidR="00295810" w:rsidRDefault="00295810" w:rsidP="00295810">
      <w:r>
        <w:t>392.9406</w:t>
      </w:r>
      <w:r>
        <w:tab/>
        <w:t>1.013e0</w:t>
      </w:r>
    </w:p>
    <w:p w:rsidR="00295810" w:rsidRDefault="00295810" w:rsidP="00295810">
      <w:r>
        <w:t>393.0333</w:t>
      </w:r>
      <w:r>
        <w:tab/>
        <w:t>2.025e0</w:t>
      </w:r>
    </w:p>
    <w:p w:rsidR="00295810" w:rsidRDefault="00295810" w:rsidP="00295810">
      <w:r>
        <w:t>393.0793</w:t>
      </w:r>
      <w:r>
        <w:tab/>
        <w:t>2.025e0</w:t>
      </w:r>
    </w:p>
    <w:p w:rsidR="00295810" w:rsidRDefault="00295810" w:rsidP="00295810">
      <w:r>
        <w:t>393.2218</w:t>
      </w:r>
      <w:r>
        <w:tab/>
        <w:t>4.051e0</w:t>
      </w:r>
    </w:p>
    <w:p w:rsidR="00295810" w:rsidRDefault="00295810" w:rsidP="00295810">
      <w:r>
        <w:t>393.4308</w:t>
      </w:r>
      <w:r>
        <w:tab/>
        <w:t>1.013e0</w:t>
      </w:r>
    </w:p>
    <w:p w:rsidR="00295810" w:rsidRDefault="00295810" w:rsidP="00295810">
      <w:r>
        <w:lastRenderedPageBreak/>
        <w:t>393.5061</w:t>
      </w:r>
      <w:r>
        <w:tab/>
        <w:t>1.013e0</w:t>
      </w:r>
    </w:p>
    <w:p w:rsidR="00295810" w:rsidRDefault="00295810" w:rsidP="00295810">
      <w:r>
        <w:t>393.5662</w:t>
      </w:r>
      <w:r>
        <w:tab/>
        <w:t>2.025e0</w:t>
      </w:r>
    </w:p>
    <w:p w:rsidR="00295810" w:rsidRDefault="00295810" w:rsidP="00295810">
      <w:r>
        <w:t>393.7318</w:t>
      </w:r>
      <w:r>
        <w:tab/>
        <w:t>1.013e0</w:t>
      </w:r>
    </w:p>
    <w:p w:rsidR="00295810" w:rsidRDefault="00295810" w:rsidP="00295810">
      <w:r>
        <w:t>393.8524</w:t>
      </w:r>
      <w:r>
        <w:tab/>
        <w:t>2.025e0</w:t>
      </w:r>
    </w:p>
    <w:p w:rsidR="00295810" w:rsidRDefault="00295810" w:rsidP="00295810">
      <w:r>
        <w:t>393.9175</w:t>
      </w:r>
      <w:r>
        <w:tab/>
        <w:t>1.013e0</w:t>
      </w:r>
    </w:p>
    <w:p w:rsidR="00295810" w:rsidRDefault="00295810" w:rsidP="00295810">
      <w:r>
        <w:t>394.0058</w:t>
      </w:r>
      <w:r>
        <w:tab/>
        <w:t>2.025e0</w:t>
      </w:r>
    </w:p>
    <w:p w:rsidR="00295810" w:rsidRDefault="00295810" w:rsidP="00295810">
      <w:r>
        <w:t>394.0840</w:t>
      </w:r>
      <w:r>
        <w:tab/>
        <w:t>3.038e0</w:t>
      </w:r>
    </w:p>
    <w:p w:rsidR="00295810" w:rsidRDefault="00295810" w:rsidP="00295810">
      <w:r>
        <w:t>394.1541</w:t>
      </w:r>
      <w:r>
        <w:tab/>
        <w:t>1.013e0</w:t>
      </w:r>
    </w:p>
    <w:p w:rsidR="00295810" w:rsidRDefault="00295810" w:rsidP="00295810">
      <w:r>
        <w:t>394.2054</w:t>
      </w:r>
      <w:r>
        <w:tab/>
        <w:t>3.038e0</w:t>
      </w:r>
    </w:p>
    <w:p w:rsidR="00295810" w:rsidRDefault="00295810" w:rsidP="00295810">
      <w:r>
        <w:t>394.3477</w:t>
      </w:r>
      <w:r>
        <w:tab/>
        <w:t>2.025e0</w:t>
      </w:r>
    </w:p>
    <w:p w:rsidR="00295810" w:rsidRDefault="00295810" w:rsidP="00295810">
      <w:r>
        <w:t>394.4901</w:t>
      </w:r>
      <w:r>
        <w:tab/>
        <w:t>1.013e0</w:t>
      </w:r>
    </w:p>
    <w:p w:rsidR="00295810" w:rsidRDefault="00295810" w:rsidP="00295810">
      <w:r>
        <w:t>394.6771</w:t>
      </w:r>
      <w:r>
        <w:tab/>
        <w:t>1.013e0</w:t>
      </w:r>
    </w:p>
    <w:p w:rsidR="00295810" w:rsidRDefault="00295810" w:rsidP="00295810">
      <w:r>
        <w:t>394.8606</w:t>
      </w:r>
      <w:r>
        <w:tab/>
        <w:t>1.013e0</w:t>
      </w:r>
    </w:p>
    <w:p w:rsidR="00295810" w:rsidRDefault="00295810" w:rsidP="00295810">
      <w:r>
        <w:t>394.9339</w:t>
      </w:r>
      <w:r>
        <w:tab/>
        <w:t>2.025e0</w:t>
      </w:r>
    </w:p>
    <w:p w:rsidR="00295810" w:rsidRDefault="00295810" w:rsidP="00295810">
      <w:r>
        <w:t>394.9994</w:t>
      </w:r>
      <w:r>
        <w:tab/>
        <w:t>5.063e0</w:t>
      </w:r>
    </w:p>
    <w:p w:rsidR="00295810" w:rsidRDefault="00295810" w:rsidP="00295810">
      <w:r>
        <w:t>395.0601</w:t>
      </w:r>
      <w:r>
        <w:tab/>
        <w:t>1.013e0</w:t>
      </w:r>
    </w:p>
    <w:p w:rsidR="00295810" w:rsidRDefault="00295810" w:rsidP="00295810">
      <w:r>
        <w:t>395.1460</w:t>
      </w:r>
      <w:r>
        <w:tab/>
        <w:t>3.038e0</w:t>
      </w:r>
    </w:p>
    <w:p w:rsidR="00295810" w:rsidRDefault="00295810" w:rsidP="00295810">
      <w:r>
        <w:t>395.2094</w:t>
      </w:r>
      <w:r>
        <w:tab/>
        <w:t>3.038e0</w:t>
      </w:r>
    </w:p>
    <w:p w:rsidR="00295810" w:rsidRDefault="00295810" w:rsidP="00295810">
      <w:r>
        <w:t>395.3270</w:t>
      </w:r>
      <w:r>
        <w:tab/>
        <w:t>1.013e0</w:t>
      </w:r>
    </w:p>
    <w:p w:rsidR="00295810" w:rsidRDefault="00295810" w:rsidP="00295810">
      <w:r>
        <w:lastRenderedPageBreak/>
        <w:t>395.3894</w:t>
      </w:r>
      <w:r>
        <w:tab/>
        <w:t>2.025e0</w:t>
      </w:r>
    </w:p>
    <w:p w:rsidR="00295810" w:rsidRDefault="00295810" w:rsidP="00295810">
      <w:r>
        <w:t>395.6218</w:t>
      </w:r>
      <w:r>
        <w:tab/>
        <w:t>1.013e0</w:t>
      </w:r>
    </w:p>
    <w:p w:rsidR="00295810" w:rsidRDefault="00295810" w:rsidP="00295810">
      <w:r>
        <w:t>395.7948</w:t>
      </w:r>
      <w:r>
        <w:tab/>
        <w:t>2.025e0</w:t>
      </w:r>
    </w:p>
    <w:p w:rsidR="00295810" w:rsidRDefault="00295810" w:rsidP="00295810">
      <w:r>
        <w:t>395.8792</w:t>
      </w:r>
      <w:r>
        <w:tab/>
        <w:t>1.013e0</w:t>
      </w:r>
    </w:p>
    <w:p w:rsidR="00295810" w:rsidRDefault="00295810" w:rsidP="00295810">
      <w:r>
        <w:t>395.9566</w:t>
      </w:r>
      <w:r>
        <w:tab/>
        <w:t>2.025e0</w:t>
      </w:r>
    </w:p>
    <w:p w:rsidR="00295810" w:rsidRDefault="00295810" w:rsidP="00295810">
      <w:r>
        <w:t>396.0403</w:t>
      </w:r>
      <w:r>
        <w:tab/>
        <w:t>3.038e0</w:t>
      </w:r>
    </w:p>
    <w:p w:rsidR="00295810" w:rsidRDefault="00295810" w:rsidP="00295810">
      <w:r>
        <w:t>396.2874</w:t>
      </w:r>
      <w:r>
        <w:tab/>
        <w:t>1.013e0</w:t>
      </w:r>
    </w:p>
    <w:p w:rsidR="00295810" w:rsidRDefault="00295810" w:rsidP="00295810">
      <w:r>
        <w:t>396.5375</w:t>
      </w:r>
      <w:r>
        <w:tab/>
        <w:t>1.013e0</w:t>
      </w:r>
    </w:p>
    <w:p w:rsidR="00295810" w:rsidRDefault="00295810" w:rsidP="00295810">
      <w:r>
        <w:t>396.5665</w:t>
      </w:r>
      <w:r>
        <w:tab/>
        <w:t>1.013e0</w:t>
      </w:r>
    </w:p>
    <w:p w:rsidR="00295810" w:rsidRDefault="00295810" w:rsidP="00295810">
      <w:r>
        <w:t>396.6202</w:t>
      </w:r>
      <w:r>
        <w:tab/>
        <w:t>1.013e0</w:t>
      </w:r>
    </w:p>
    <w:p w:rsidR="00295810" w:rsidRDefault="00295810" w:rsidP="00295810">
      <w:r>
        <w:t>396.8535</w:t>
      </w:r>
      <w:r>
        <w:tab/>
        <w:t>1.013e0</w:t>
      </w:r>
    </w:p>
    <w:p w:rsidR="00295810" w:rsidRDefault="00295810" w:rsidP="00295810">
      <w:r>
        <w:t>396.9291</w:t>
      </w:r>
      <w:r>
        <w:tab/>
        <w:t>1.013e0</w:t>
      </w:r>
    </w:p>
    <w:p w:rsidR="00295810" w:rsidRDefault="00295810" w:rsidP="00295810">
      <w:r>
        <w:t>396.9691</w:t>
      </w:r>
      <w:r>
        <w:tab/>
        <w:t>3.038e0</w:t>
      </w:r>
    </w:p>
    <w:p w:rsidR="00295810" w:rsidRDefault="00295810" w:rsidP="00295810">
      <w:r>
        <w:t>397.0456</w:t>
      </w:r>
      <w:r>
        <w:tab/>
        <w:t>1.013e0</w:t>
      </w:r>
    </w:p>
    <w:p w:rsidR="00295810" w:rsidRDefault="00295810" w:rsidP="00295810">
      <w:r>
        <w:t>397.1183</w:t>
      </w:r>
      <w:r>
        <w:tab/>
        <w:t>1.013e0</w:t>
      </w:r>
    </w:p>
    <w:p w:rsidR="00295810" w:rsidRDefault="00295810" w:rsidP="00295810">
      <w:r>
        <w:t>397.2049</w:t>
      </w:r>
      <w:r>
        <w:tab/>
        <w:t>4.051e0</w:t>
      </w:r>
    </w:p>
    <w:p w:rsidR="00295810" w:rsidRDefault="00295810" w:rsidP="00295810">
      <w:r>
        <w:t>397.3785</w:t>
      </w:r>
      <w:r>
        <w:tab/>
        <w:t>1.013e0</w:t>
      </w:r>
    </w:p>
    <w:p w:rsidR="00295810" w:rsidRDefault="00295810" w:rsidP="00295810">
      <w:r>
        <w:t>397.4369</w:t>
      </w:r>
      <w:r>
        <w:tab/>
        <w:t>1.013e0</w:t>
      </w:r>
    </w:p>
    <w:p w:rsidR="00295810" w:rsidRDefault="00295810" w:rsidP="00295810">
      <w:r>
        <w:t>397.6563</w:t>
      </w:r>
      <w:r>
        <w:tab/>
        <w:t>1.013e0</w:t>
      </w:r>
    </w:p>
    <w:p w:rsidR="00295810" w:rsidRDefault="00295810" w:rsidP="00295810">
      <w:r>
        <w:lastRenderedPageBreak/>
        <w:t>397.6908</w:t>
      </w:r>
      <w:r>
        <w:tab/>
        <w:t>1.013e0</w:t>
      </w:r>
    </w:p>
    <w:p w:rsidR="00295810" w:rsidRDefault="00295810" w:rsidP="00295810">
      <w:r>
        <w:t>397.7990</w:t>
      </w:r>
      <w:r>
        <w:tab/>
        <w:t>2.025e0</w:t>
      </w:r>
    </w:p>
    <w:p w:rsidR="00295810" w:rsidRDefault="00295810" w:rsidP="00295810">
      <w:r>
        <w:t>397.9618</w:t>
      </w:r>
      <w:r>
        <w:tab/>
        <w:t>2.025e0</w:t>
      </w:r>
    </w:p>
    <w:p w:rsidR="00295810" w:rsidRDefault="00295810" w:rsidP="00295810">
      <w:r>
        <w:t>398.0027</w:t>
      </w:r>
      <w:r>
        <w:tab/>
        <w:t>1.396e0</w:t>
      </w:r>
    </w:p>
    <w:p w:rsidR="00295810" w:rsidRDefault="00295810" w:rsidP="00295810">
      <w:r>
        <w:t>398.0993</w:t>
      </w:r>
      <w:r>
        <w:tab/>
        <w:t>1.013e0</w:t>
      </w:r>
    </w:p>
    <w:p w:rsidR="00295810" w:rsidRDefault="00295810" w:rsidP="00295810">
      <w:r>
        <w:t>398.1404</w:t>
      </w:r>
      <w:r>
        <w:tab/>
        <w:t>1.013e0</w:t>
      </w:r>
    </w:p>
    <w:p w:rsidR="00295810" w:rsidRDefault="00295810" w:rsidP="00295810">
      <w:r>
        <w:t>398.2746</w:t>
      </w:r>
      <w:r>
        <w:tab/>
        <w:t>2.025e0</w:t>
      </w:r>
    </w:p>
    <w:p w:rsidR="00295810" w:rsidRDefault="00295810" w:rsidP="00295810">
      <w:r>
        <w:t>398.3188</w:t>
      </w:r>
      <w:r>
        <w:tab/>
        <w:t>1.013e0</w:t>
      </w:r>
    </w:p>
    <w:p w:rsidR="00295810" w:rsidRDefault="00295810" w:rsidP="00295810">
      <w:r>
        <w:t>398.3841</w:t>
      </w:r>
      <w:r>
        <w:tab/>
        <w:t>1.013e0</w:t>
      </w:r>
    </w:p>
    <w:p w:rsidR="00295810" w:rsidRDefault="00295810" w:rsidP="00295810">
      <w:r>
        <w:t>398.4699</w:t>
      </w:r>
      <w:r>
        <w:tab/>
        <w:t>1.013e0</w:t>
      </w:r>
    </w:p>
    <w:p w:rsidR="00295810" w:rsidRDefault="00295810" w:rsidP="00295810">
      <w:r>
        <w:t>398.5079</w:t>
      </w:r>
      <w:r>
        <w:tab/>
        <w:t>1.013e0</w:t>
      </w:r>
    </w:p>
    <w:p w:rsidR="00295810" w:rsidRDefault="00295810" w:rsidP="00295810">
      <w:r>
        <w:t>398.7121</w:t>
      </w:r>
      <w:r>
        <w:tab/>
        <w:t>1.013e0</w:t>
      </w:r>
    </w:p>
    <w:p w:rsidR="00295810" w:rsidRDefault="00295810" w:rsidP="00295810">
      <w:r>
        <w:t>398.7597</w:t>
      </w:r>
      <w:r>
        <w:tab/>
        <w:t>2.025e0</w:t>
      </w:r>
    </w:p>
    <w:p w:rsidR="00295810" w:rsidRDefault="00295810" w:rsidP="00295810">
      <w:r>
        <w:t>398.8527</w:t>
      </w:r>
      <w:r>
        <w:tab/>
        <w:t>2.025e0</w:t>
      </w:r>
    </w:p>
    <w:p w:rsidR="00295810" w:rsidRDefault="00295810" w:rsidP="00295810">
      <w:r>
        <w:t>398.8956</w:t>
      </w:r>
      <w:r>
        <w:tab/>
        <w:t>3.038e0</w:t>
      </w:r>
    </w:p>
    <w:p w:rsidR="00295810" w:rsidRDefault="00295810" w:rsidP="00295810">
      <w:r>
        <w:t>399.1119</w:t>
      </w:r>
      <w:r>
        <w:tab/>
        <w:t>1.013e0</w:t>
      </w:r>
    </w:p>
    <w:p w:rsidR="00295810" w:rsidRDefault="00295810" w:rsidP="00295810">
      <w:r>
        <w:t>399.1531</w:t>
      </w:r>
      <w:r>
        <w:tab/>
        <w:t>2.025e0</w:t>
      </w:r>
    </w:p>
    <w:p w:rsidR="00295810" w:rsidRDefault="00295810" w:rsidP="00295810">
      <w:r>
        <w:t>399.2250</w:t>
      </w:r>
      <w:r>
        <w:tab/>
        <w:t>2.025e0</w:t>
      </w:r>
    </w:p>
    <w:p w:rsidR="00295810" w:rsidRDefault="00295810" w:rsidP="00295810">
      <w:r>
        <w:t>399.3110</w:t>
      </w:r>
      <w:r>
        <w:tab/>
        <w:t>1.013e0</w:t>
      </w:r>
    </w:p>
    <w:p w:rsidR="00295810" w:rsidRDefault="00295810" w:rsidP="00295810">
      <w:r>
        <w:lastRenderedPageBreak/>
        <w:t>399.3545</w:t>
      </w:r>
      <w:r>
        <w:tab/>
        <w:t>2.025e0</w:t>
      </w:r>
    </w:p>
    <w:p w:rsidR="00295810" w:rsidRDefault="00295810" w:rsidP="00295810">
      <w:r>
        <w:t>399.4564</w:t>
      </w:r>
      <w:r>
        <w:tab/>
        <w:t>1.013e0</w:t>
      </w:r>
    </w:p>
    <w:p w:rsidR="00295810" w:rsidRDefault="00295810" w:rsidP="00295810">
      <w:r>
        <w:t>399.5645</w:t>
      </w:r>
      <w:r>
        <w:tab/>
        <w:t>2.025e0</w:t>
      </w:r>
    </w:p>
    <w:p w:rsidR="00295810" w:rsidRDefault="00295810" w:rsidP="00295810">
      <w:r>
        <w:t>399.6638</w:t>
      </w:r>
      <w:r>
        <w:tab/>
        <w:t>2.025e0</w:t>
      </w:r>
    </w:p>
    <w:p w:rsidR="00595483" w:rsidRPr="00044EB7" w:rsidRDefault="00295810" w:rsidP="00295810">
      <w:r>
        <w:t>399.8707</w:t>
      </w:r>
      <w:r>
        <w:tab/>
        <w:t>1.013e0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10"/>
    <w:rsid w:val="00044EB7"/>
    <w:rsid w:val="00295810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163</Pages>
  <Words>7919</Words>
  <Characters>45142</Characters>
  <Application>Microsoft Office Word</Application>
  <DocSecurity>0</DocSecurity>
  <Lines>376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52956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2020-12-10T12:35:00Z</dcterms:created>
  <dcterms:modified xsi:type="dcterms:W3CDTF">2020-12-10T12:36:00Z</dcterms:modified>
</cp:coreProperties>
</file>